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774DF9" w14:textId="2B73B70E" w:rsidR="00F422D3" w:rsidRDefault="001E44D1" w:rsidP="00B42F40">
      <w:pPr>
        <w:pStyle w:val="Titul1"/>
      </w:pPr>
      <w:r>
        <w:t>KUPNÍ SMLOUVA</w:t>
      </w:r>
      <w:r w:rsidR="00485CE8">
        <w:t xml:space="preserve"> </w:t>
      </w:r>
    </w:p>
    <w:p w14:paraId="2FF71BCE" w14:textId="6C3D5E6A" w:rsidR="00F422D3" w:rsidRDefault="00F422D3" w:rsidP="00B42F40">
      <w:pPr>
        <w:pStyle w:val="Titul2"/>
      </w:pPr>
      <w:r>
        <w:t>Název zakázky: „</w:t>
      </w:r>
      <w:r w:rsidR="00CF6737">
        <w:t>Kontejner plechový s pevnou podlahou vč. elektroinstalace</w:t>
      </w:r>
      <w:r>
        <w:t>“</w:t>
      </w:r>
    </w:p>
    <w:p w14:paraId="35F27937" w14:textId="3E96FBCC" w:rsidR="00F422D3" w:rsidRPr="00B42F40" w:rsidRDefault="00F422D3" w:rsidP="00485CE8">
      <w:pPr>
        <w:pStyle w:val="Nadpisbezsl1-2"/>
        <w:tabs>
          <w:tab w:val="left" w:pos="5385"/>
        </w:tabs>
      </w:pPr>
      <w:r w:rsidRPr="00B42F40">
        <w:t>Smluvní strany:</w:t>
      </w:r>
    </w:p>
    <w:p w14:paraId="3221027B" w14:textId="7F016536"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p>
    <w:p w14:paraId="3768F7CF" w14:textId="422EBF4D" w:rsidR="00F422D3" w:rsidRDefault="00F422D3" w:rsidP="00B42F40">
      <w:pPr>
        <w:pStyle w:val="Textbezodsazen"/>
        <w:spacing w:after="0"/>
      </w:pPr>
      <w:r>
        <w:t>se sídlem: Dlážděná 1003/7, 110 00 Praha 1 - Nové Město</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44059E9A" w14:textId="77777777" w:rsidR="00AF2741" w:rsidRDefault="00AF2741" w:rsidP="00AF2741">
      <w:pPr>
        <w:pStyle w:val="Textbezodsazen"/>
        <w:spacing w:after="0"/>
      </w:pPr>
      <w:r>
        <w:t xml:space="preserve">zastoupena: </w:t>
      </w:r>
      <w:r w:rsidRPr="00E80634">
        <w:t xml:space="preserve">Ing. Jiří Macho, ředitel Oblastního ředitelství Ostrava na základě </w:t>
      </w:r>
    </w:p>
    <w:p w14:paraId="13625371" w14:textId="2516ED71" w:rsidR="00D32554" w:rsidRPr="00AF2741" w:rsidRDefault="00AF2741" w:rsidP="00AF2741">
      <w:pPr>
        <w:pStyle w:val="Textbezodsazen"/>
      </w:pPr>
      <w:r w:rsidRPr="00CF6737">
        <w:t xml:space="preserve">pověření č. </w:t>
      </w:r>
      <w:r w:rsidR="0010127F" w:rsidRPr="00CF6737">
        <w:t>3146</w:t>
      </w:r>
      <w:r w:rsidRPr="00CF6737">
        <w:t xml:space="preserve"> ze dne </w:t>
      </w:r>
      <w:r w:rsidR="0010127F" w:rsidRPr="00CF6737">
        <w:t>15</w:t>
      </w:r>
      <w:r w:rsidRPr="00CF6737">
        <w:t xml:space="preserve">. </w:t>
      </w:r>
      <w:r w:rsidR="0010127F" w:rsidRPr="00CF6737">
        <w:t>prosince 2021</w:t>
      </w:r>
    </w:p>
    <w:p w14:paraId="3E27D13F" w14:textId="77777777" w:rsidR="00F422D3" w:rsidRDefault="00F422D3" w:rsidP="00D32554">
      <w:pPr>
        <w:pStyle w:val="Textbezodsazen"/>
        <w:spacing w:after="0"/>
      </w:pPr>
    </w:p>
    <w:p w14:paraId="5F4CE4C1" w14:textId="0E0EBE48" w:rsidR="00AF2741" w:rsidRPr="00B42F40" w:rsidRDefault="00AF2741" w:rsidP="00AF2741">
      <w:pPr>
        <w:pStyle w:val="Textbezodsazen"/>
        <w:spacing w:after="0"/>
        <w:rPr>
          <w:rStyle w:val="Zdraznnjemn"/>
          <w:b/>
          <w:iCs w:val="0"/>
          <w:color w:val="auto"/>
        </w:rPr>
      </w:pPr>
      <w:r w:rsidRPr="00B42F40">
        <w:rPr>
          <w:rStyle w:val="Zdraznnjemn"/>
          <w:b/>
          <w:iCs w:val="0"/>
          <w:color w:val="auto"/>
        </w:rPr>
        <w:t>Korespondenční adresa:</w:t>
      </w:r>
    </w:p>
    <w:p w14:paraId="23F0A6D8" w14:textId="77777777" w:rsidR="00AF2741" w:rsidRDefault="00AF2741" w:rsidP="00AF2741">
      <w:pPr>
        <w:pStyle w:val="Textbezodsazen"/>
        <w:spacing w:after="0"/>
      </w:pPr>
      <w:r>
        <w:t>Správa železnic, státní organizace</w:t>
      </w:r>
    </w:p>
    <w:p w14:paraId="623D6111" w14:textId="47B6D000" w:rsidR="00AF2741" w:rsidRDefault="00AF2741" w:rsidP="00AF2741">
      <w:pPr>
        <w:pStyle w:val="Textbezodsazen"/>
      </w:pPr>
      <w:r>
        <w:t>Oblastní ředitelství Ostrava, Muglinovská 1038/5, 702 00 Ostrava</w:t>
      </w:r>
    </w:p>
    <w:p w14:paraId="67C1B6A5" w14:textId="77777777" w:rsidR="00AF2741" w:rsidRDefault="00AF2741" w:rsidP="00AF2741">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D88C03F" w14:textId="46C3BB81" w:rsidR="00AF2741" w:rsidRPr="00C303D3" w:rsidRDefault="00AF2741" w:rsidP="00AF2741">
      <w:pPr>
        <w:pStyle w:val="Textbezodsazen"/>
        <w:rPr>
          <w:rFonts w:ascii="Verdana" w:hAnsi="Verdana" w:cstheme="minorHAnsi"/>
          <w:b/>
        </w:rPr>
      </w:pPr>
      <w:r w:rsidRPr="00C303D3">
        <w:rPr>
          <w:rStyle w:val="Zdraznnjemn"/>
          <w:b/>
          <w:iCs w:val="0"/>
          <w:color w:val="auto"/>
        </w:rPr>
        <w:t>Korespondenční e-mail pro doručování faktur</w:t>
      </w:r>
      <w:r w:rsidRPr="00C303D3">
        <w:rPr>
          <w:rFonts w:ascii="Verdana" w:hAnsi="Verdana" w:cstheme="minorHAnsi"/>
          <w:b/>
        </w:rPr>
        <w:t xml:space="preserve"> v elektronické podobě:</w:t>
      </w:r>
    </w:p>
    <w:p w14:paraId="5243DE5E" w14:textId="5BF05744" w:rsidR="00AF2741" w:rsidRDefault="00A822E2" w:rsidP="00AF2741">
      <w:pPr>
        <w:pStyle w:val="Textbezodsazen"/>
      </w:pPr>
      <w:hyperlink r:id="rId12" w:history="1">
        <w:r w:rsidR="00AF2741" w:rsidRPr="00C303D3">
          <w:rPr>
            <w:rStyle w:val="Hypertextovodkaz"/>
            <w:rFonts w:ascii="Verdana" w:hAnsi="Verdana"/>
          </w:rPr>
          <w:t>ePodatelnaCFU@spravazeleznic.cz</w:t>
        </w:r>
      </w:hyperlink>
    </w:p>
    <w:p w14:paraId="10B69FCE" w14:textId="2D6526FD" w:rsidR="00AF2741" w:rsidRDefault="00AF2741" w:rsidP="00AF2741">
      <w:pPr>
        <w:pStyle w:val="Textbezodsazen"/>
      </w:pPr>
      <w:r>
        <w:t>(</w:t>
      </w:r>
      <w:r w:rsidRPr="00B42F40">
        <w:t>dále</w:t>
      </w:r>
      <w:r>
        <w:t xml:space="preserve"> jen „</w:t>
      </w:r>
      <w:r w:rsidR="009E3A23">
        <w:rPr>
          <w:b/>
        </w:rPr>
        <w:t>Kupující</w:t>
      </w:r>
      <w:r>
        <w:t>“)</w:t>
      </w:r>
    </w:p>
    <w:p w14:paraId="31D4073E" w14:textId="77777777" w:rsidR="00615D83" w:rsidRDefault="00AF2741" w:rsidP="00AF2741">
      <w:pPr>
        <w:pStyle w:val="Textbezodsazen"/>
        <w:spacing w:after="0"/>
        <w:rPr>
          <w:b/>
        </w:rPr>
      </w:pPr>
      <w:r>
        <w:t xml:space="preserve">číslo smlouvy: </w:t>
      </w:r>
      <w:r w:rsidRPr="00611DEA">
        <w:rPr>
          <w:b/>
          <w:highlight w:val="lightGray"/>
        </w:rPr>
        <w:t xml:space="preserve">"[VLOŽÍ </w:t>
      </w:r>
      <w:r w:rsidR="001E44D1">
        <w:rPr>
          <w:b/>
          <w:highlight w:val="lightGray"/>
        </w:rPr>
        <w:t>KUPUJÍCÍ</w:t>
      </w:r>
      <w:r w:rsidRPr="00611DEA">
        <w:rPr>
          <w:b/>
          <w:highlight w:val="lightGray"/>
        </w:rPr>
        <w:t>]"</w:t>
      </w:r>
    </w:p>
    <w:p w14:paraId="0217965A" w14:textId="7D4394F9" w:rsidR="00F422D3" w:rsidRPr="00615D83" w:rsidRDefault="00615D83" w:rsidP="00AF2741">
      <w:pPr>
        <w:pStyle w:val="Textbezodsazen"/>
        <w:spacing w:after="0"/>
        <w:rPr>
          <w:bCs/>
        </w:rPr>
      </w:pPr>
      <w:r w:rsidRPr="00615D83">
        <w:rPr>
          <w:bCs/>
        </w:rPr>
        <w:t xml:space="preserve">číslo ISPROFOND: </w:t>
      </w:r>
      <w:r w:rsidR="00CF6737">
        <w:rPr>
          <w:b/>
        </w:rPr>
        <w:t>5003540011</w:t>
      </w:r>
    </w:p>
    <w:p w14:paraId="5DEFB656" w14:textId="77777777" w:rsidR="00B42F40" w:rsidRDefault="00B42F40" w:rsidP="00B42F40">
      <w:pPr>
        <w:pStyle w:val="Textbezodsazen"/>
      </w:pPr>
    </w:p>
    <w:p w14:paraId="5032F190" w14:textId="77777777" w:rsidR="00F422D3" w:rsidRDefault="00F422D3" w:rsidP="00BA0181">
      <w:pPr>
        <w:pStyle w:val="Textbezodsazen"/>
        <w:spacing w:after="0"/>
      </w:pPr>
      <w:r w:rsidRPr="00B42F40">
        <w:t>a</w:t>
      </w:r>
    </w:p>
    <w:p w14:paraId="4D69F681" w14:textId="77777777" w:rsidR="00B42F40" w:rsidRPr="00B42F40" w:rsidRDefault="00B42F40" w:rsidP="00B42F40">
      <w:pPr>
        <w:pStyle w:val="Textbezodsazen"/>
      </w:pPr>
    </w:p>
    <w:p w14:paraId="32128665" w14:textId="3232FD02" w:rsidR="001E44D1" w:rsidRPr="00B42F40" w:rsidRDefault="001E44D1" w:rsidP="001E44D1">
      <w:pPr>
        <w:pStyle w:val="Textbezodsazen"/>
        <w:spacing w:after="0"/>
        <w:rPr>
          <w:b/>
        </w:rPr>
      </w:pPr>
      <w:r w:rsidRPr="00B42F40">
        <w:rPr>
          <w:b/>
        </w:rPr>
        <w:t>"[</w:t>
      </w:r>
      <w:r w:rsidRPr="00B42F40">
        <w:rPr>
          <w:b/>
          <w:highlight w:val="yellow"/>
        </w:rPr>
        <w:t xml:space="preserve">VLOŽÍ </w:t>
      </w:r>
      <w:r w:rsidRPr="00374B40">
        <w:rPr>
          <w:rStyle w:val="Tun"/>
          <w:highlight w:val="yellow"/>
        </w:rPr>
        <w:t>PRODÁVAJÍCÍ</w:t>
      </w:r>
      <w:r w:rsidRPr="00B42F40">
        <w:rPr>
          <w:b/>
        </w:rPr>
        <w:t>]"</w:t>
      </w:r>
    </w:p>
    <w:p w14:paraId="0BBAB181" w14:textId="52441ACD" w:rsidR="001E44D1" w:rsidRPr="00B42F40" w:rsidRDefault="001E44D1" w:rsidP="001E44D1">
      <w:pPr>
        <w:pStyle w:val="Textbezodsazen"/>
        <w:spacing w:after="0"/>
      </w:pPr>
      <w:r w:rsidRPr="00B42F40">
        <w:t>se sídlem: "[</w:t>
      </w:r>
      <w:r w:rsidRPr="00B42F40">
        <w:rPr>
          <w:highlight w:val="yellow"/>
        </w:rPr>
        <w:t xml:space="preserve">VLOŽÍ </w:t>
      </w:r>
      <w:r w:rsidRPr="00374B40">
        <w:rPr>
          <w:rStyle w:val="Tun"/>
          <w:b w:val="0"/>
          <w:bCs/>
          <w:highlight w:val="yellow"/>
        </w:rPr>
        <w:t>PRODÁVAJÍCÍ</w:t>
      </w:r>
      <w:r w:rsidRPr="00B42F40">
        <w:t>]"</w:t>
      </w:r>
    </w:p>
    <w:p w14:paraId="1438490E" w14:textId="798B4618" w:rsidR="001E44D1" w:rsidRPr="00B42F40" w:rsidRDefault="001E44D1" w:rsidP="001E44D1">
      <w:pPr>
        <w:pStyle w:val="Textbezodsazen"/>
        <w:spacing w:after="0"/>
      </w:pPr>
      <w:r w:rsidRPr="00B42F40">
        <w:t>IČO: "[</w:t>
      </w:r>
      <w:r w:rsidRPr="00B42F40">
        <w:rPr>
          <w:highlight w:val="yellow"/>
        </w:rPr>
        <w:t xml:space="preserve">VLOŽÍ </w:t>
      </w:r>
      <w:r w:rsidRPr="00374B40">
        <w:rPr>
          <w:rStyle w:val="Tun"/>
          <w:b w:val="0"/>
          <w:bCs/>
          <w:highlight w:val="yellow"/>
        </w:rPr>
        <w:t>PRODÁVAJÍCÍ</w:t>
      </w:r>
      <w:r w:rsidRPr="00B42F40">
        <w:t>]", DIČ: "[</w:t>
      </w:r>
      <w:r w:rsidRPr="00B42F40">
        <w:rPr>
          <w:highlight w:val="yellow"/>
        </w:rPr>
        <w:t xml:space="preserve">VLOŽÍ </w:t>
      </w:r>
      <w:r w:rsidRPr="00374B40">
        <w:rPr>
          <w:rStyle w:val="Tun"/>
          <w:b w:val="0"/>
          <w:bCs/>
          <w:highlight w:val="yellow"/>
        </w:rPr>
        <w:t>PRODÁVAJÍCÍ</w:t>
      </w:r>
      <w:r w:rsidRPr="00B42F40">
        <w:t>]"</w:t>
      </w:r>
    </w:p>
    <w:p w14:paraId="4E57517C" w14:textId="7AB8CB77" w:rsidR="001E44D1" w:rsidRPr="00B42F40" w:rsidRDefault="001E44D1" w:rsidP="001E44D1">
      <w:pPr>
        <w:pStyle w:val="Textbezodsazen"/>
        <w:spacing w:after="0"/>
        <w:jc w:val="left"/>
      </w:pPr>
      <w:r w:rsidRPr="00B42F40">
        <w:t>zapsaná v obchodním rejstříku vedeném "[</w:t>
      </w:r>
      <w:r w:rsidRPr="00B42F40">
        <w:rPr>
          <w:highlight w:val="yellow"/>
        </w:rPr>
        <w:t xml:space="preserve">VLOŽÍ </w:t>
      </w:r>
      <w:r w:rsidR="00726F62" w:rsidRPr="00374B40">
        <w:rPr>
          <w:rStyle w:val="Tun"/>
          <w:b w:val="0"/>
          <w:bCs/>
          <w:highlight w:val="yellow"/>
        </w:rPr>
        <w:t>PRODÁVAJÍCÍ</w:t>
      </w:r>
      <w:r w:rsidRPr="00B42F40">
        <w:t>]" soudem v "[</w:t>
      </w:r>
      <w:r w:rsidRPr="00FB0D7B">
        <w:rPr>
          <w:highlight w:val="yellow"/>
        </w:rPr>
        <w:t>VL</w:t>
      </w:r>
      <w:r w:rsidRPr="00B42F40">
        <w:rPr>
          <w:highlight w:val="yellow"/>
        </w:rPr>
        <w:t xml:space="preserve">OŽÍ </w:t>
      </w:r>
      <w:r w:rsidRPr="00374B40">
        <w:rPr>
          <w:rStyle w:val="Tun"/>
          <w:b w:val="0"/>
          <w:bCs/>
          <w:highlight w:val="yellow"/>
        </w:rPr>
        <w:t>PRODÁVAJÍCÍ</w:t>
      </w:r>
      <w:r w:rsidRPr="00B42F40">
        <w:t>]",</w:t>
      </w:r>
      <w:r>
        <w:t xml:space="preserve"> </w:t>
      </w:r>
      <w:r w:rsidRPr="00B42F40">
        <w:t>spisová značka "[</w:t>
      </w:r>
      <w:r w:rsidRPr="00B42F40">
        <w:rPr>
          <w:highlight w:val="yellow"/>
        </w:rPr>
        <w:t xml:space="preserve">VLOŽÍ </w:t>
      </w:r>
      <w:r w:rsidRPr="00374B40">
        <w:rPr>
          <w:rStyle w:val="Tun"/>
          <w:b w:val="0"/>
          <w:bCs/>
          <w:highlight w:val="yellow"/>
        </w:rPr>
        <w:t>PRODÁVAJÍCÍ</w:t>
      </w:r>
      <w:r w:rsidRPr="00B42F40">
        <w:t>]"</w:t>
      </w:r>
    </w:p>
    <w:p w14:paraId="06DDF31E" w14:textId="1664E189" w:rsidR="001E44D1" w:rsidRPr="00B42F40" w:rsidRDefault="001E44D1" w:rsidP="001E44D1">
      <w:pPr>
        <w:pStyle w:val="Textbezodsazen"/>
        <w:spacing w:after="0"/>
      </w:pPr>
      <w:r w:rsidRPr="00B42F40">
        <w:t>bank. spojení: "[</w:t>
      </w:r>
      <w:r w:rsidRPr="00B42F40">
        <w:rPr>
          <w:highlight w:val="yellow"/>
        </w:rPr>
        <w:t xml:space="preserve">VLOŽÍ </w:t>
      </w:r>
      <w:r w:rsidRPr="00374B40">
        <w:rPr>
          <w:rStyle w:val="Tun"/>
          <w:b w:val="0"/>
          <w:bCs/>
          <w:highlight w:val="yellow"/>
        </w:rPr>
        <w:t>PRODÁVAJÍCÍ</w:t>
      </w:r>
      <w:r w:rsidRPr="00B42F40">
        <w:t>]", č. účtu: "[</w:t>
      </w:r>
      <w:r w:rsidRPr="00B42F40">
        <w:rPr>
          <w:highlight w:val="yellow"/>
        </w:rPr>
        <w:t xml:space="preserve">VLOŽÍ </w:t>
      </w:r>
      <w:r w:rsidRPr="00374B40">
        <w:rPr>
          <w:rStyle w:val="Tun"/>
          <w:b w:val="0"/>
          <w:bCs/>
          <w:highlight w:val="yellow"/>
        </w:rPr>
        <w:t>PRODÁVAJÍCÍ</w:t>
      </w:r>
      <w:r w:rsidRPr="00B42F40">
        <w:t>]"</w:t>
      </w:r>
    </w:p>
    <w:p w14:paraId="0BC47D0D" w14:textId="056628EE" w:rsidR="001E44D1" w:rsidRPr="00B42F40" w:rsidRDefault="001E44D1" w:rsidP="001E44D1">
      <w:pPr>
        <w:pStyle w:val="Textbezodsazen"/>
      </w:pPr>
      <w:r w:rsidRPr="00B42F40">
        <w:t>zastoupena: "[</w:t>
      </w:r>
      <w:r w:rsidRPr="00B42F40">
        <w:rPr>
          <w:highlight w:val="yellow"/>
        </w:rPr>
        <w:t xml:space="preserve">VLOŽÍ </w:t>
      </w:r>
      <w:r w:rsidRPr="00374B40">
        <w:rPr>
          <w:rStyle w:val="Tun"/>
          <w:b w:val="0"/>
          <w:bCs/>
          <w:highlight w:val="yellow"/>
        </w:rPr>
        <w:t>PRODÁVAJÍCÍ</w:t>
      </w:r>
      <w:r w:rsidRPr="00B42F40">
        <w:t>]"</w:t>
      </w:r>
    </w:p>
    <w:p w14:paraId="0BFE0337" w14:textId="10774B13" w:rsidR="001E44D1" w:rsidRPr="00B42F40" w:rsidRDefault="001E44D1" w:rsidP="001E44D1">
      <w:pPr>
        <w:pStyle w:val="Textbezodsazen"/>
        <w:spacing w:after="0"/>
        <w:rPr>
          <w:rStyle w:val="Zdraznnjemn"/>
          <w:b/>
          <w:iCs w:val="0"/>
          <w:color w:val="auto"/>
        </w:rPr>
      </w:pPr>
      <w:r w:rsidRPr="00B42F40">
        <w:rPr>
          <w:rStyle w:val="Zdraznnjemn"/>
          <w:b/>
          <w:iCs w:val="0"/>
          <w:color w:val="auto"/>
        </w:rPr>
        <w:t>Korespondenční adresa:</w:t>
      </w:r>
    </w:p>
    <w:p w14:paraId="2ACDFDE5" w14:textId="2FF91D4B" w:rsidR="001E44D1" w:rsidRPr="00B42F40" w:rsidRDefault="001E44D1" w:rsidP="001E44D1">
      <w:pPr>
        <w:pStyle w:val="Textbezodsazen"/>
      </w:pPr>
      <w:r w:rsidRPr="00B42F40">
        <w:t>"[</w:t>
      </w:r>
      <w:r w:rsidRPr="00B42F40">
        <w:rPr>
          <w:highlight w:val="yellow"/>
        </w:rPr>
        <w:t xml:space="preserve">VLOŽÍ </w:t>
      </w:r>
      <w:r w:rsidRPr="00374B40">
        <w:rPr>
          <w:rStyle w:val="Tun"/>
          <w:b w:val="0"/>
          <w:bCs/>
          <w:highlight w:val="yellow"/>
        </w:rPr>
        <w:t>PRODÁVAJÍCÍ</w:t>
      </w:r>
      <w:r w:rsidRPr="00B42F40">
        <w:t>]"</w:t>
      </w:r>
    </w:p>
    <w:p w14:paraId="3B91F469" w14:textId="77777777" w:rsidR="001E44D1" w:rsidRDefault="001E44D1" w:rsidP="001E44D1">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 xml:space="preserve">VLOŽÍ </w:t>
      </w:r>
      <w:r w:rsidRPr="00374B40">
        <w:rPr>
          <w:rStyle w:val="Tun"/>
          <w:b w:val="0"/>
          <w:bCs/>
          <w:highlight w:val="yellow"/>
        </w:rPr>
        <w:t>PRODÁVAJÍCÍ</w:t>
      </w:r>
      <w:r w:rsidRPr="00B42F40">
        <w:t>]"</w:t>
      </w:r>
    </w:p>
    <w:p w14:paraId="695A3F27" w14:textId="77777777" w:rsidR="001E44D1" w:rsidRPr="00B42F40" w:rsidRDefault="001E44D1" w:rsidP="001E44D1">
      <w:pPr>
        <w:pStyle w:val="Textbezodsazen"/>
      </w:pPr>
      <w:r w:rsidRPr="00B42F40">
        <w:t>(dále</w:t>
      </w:r>
      <w:r>
        <w:t xml:space="preserve"> jen „</w:t>
      </w:r>
      <w:r w:rsidRPr="00FA761D">
        <w:rPr>
          <w:b/>
        </w:rPr>
        <w:t>Prodáva</w:t>
      </w:r>
      <w:r>
        <w:rPr>
          <w:b/>
        </w:rPr>
        <w:t>jící</w:t>
      </w:r>
      <w:r>
        <w:t>“</w:t>
      </w:r>
      <w:r w:rsidRPr="00B42F40">
        <w:t>)</w:t>
      </w:r>
    </w:p>
    <w:p w14:paraId="7BF58C05" w14:textId="4635A14C" w:rsidR="00F422D3" w:rsidRPr="00B42F40" w:rsidRDefault="001E44D1" w:rsidP="001E44D1">
      <w:pPr>
        <w:pStyle w:val="Textbezodsazen"/>
      </w:pPr>
      <w:r w:rsidRPr="00B42F40">
        <w:t>číslo smlouvy: "</w:t>
      </w:r>
      <w:r w:rsidRPr="00B42F40">
        <w:rPr>
          <w:rStyle w:val="Tun"/>
        </w:rPr>
        <w:t>[</w:t>
      </w:r>
      <w:r w:rsidRPr="00B42F40">
        <w:rPr>
          <w:rStyle w:val="Tun"/>
          <w:highlight w:val="yellow"/>
        </w:rPr>
        <w:t xml:space="preserve">VLOŽÍ </w:t>
      </w:r>
      <w:r>
        <w:rPr>
          <w:rStyle w:val="Tun"/>
          <w:highlight w:val="yellow"/>
        </w:rPr>
        <w:t>PRODÁVAJÍCÍ</w:t>
      </w:r>
      <w:r w:rsidRPr="00B42F40">
        <w:rPr>
          <w:rStyle w:val="Tun"/>
        </w:rPr>
        <w:t>]</w:t>
      </w:r>
      <w:r w:rsidRPr="00B42F40">
        <w:t xml:space="preserve">" </w:t>
      </w:r>
      <w:r w:rsidRPr="00830C9D">
        <w:rPr>
          <w:i/>
          <w:iCs/>
          <w:color w:val="FF0000"/>
          <w:highlight w:val="lightGray"/>
        </w:rPr>
        <w:t>– nepovinný údaj</w:t>
      </w:r>
    </w:p>
    <w:p w14:paraId="766EE67E" w14:textId="77777777" w:rsidR="00F34FAC" w:rsidRDefault="00F34FAC" w:rsidP="00B42F40">
      <w:pPr>
        <w:pStyle w:val="Textbezodsazen"/>
      </w:pPr>
    </w:p>
    <w:p w14:paraId="16098458" w14:textId="3CCF43F5" w:rsidR="00F422D3" w:rsidRDefault="00D32554" w:rsidP="00B42F40">
      <w:pPr>
        <w:pStyle w:val="Textbezodsazen"/>
      </w:pPr>
      <w:r w:rsidRPr="00D32554">
        <w:t xml:space="preserve">dnešního dne uzavřely tuto smlouvu (dále jen „Smlouva“) v souladu </w:t>
      </w:r>
      <w:r w:rsidRPr="00615D83">
        <w:t>s ust. § 2</w:t>
      </w:r>
      <w:r w:rsidR="00615D83" w:rsidRPr="00615D83">
        <w:t>079</w:t>
      </w:r>
      <w:r w:rsidRPr="00615D83">
        <w:t xml:space="preserve"> a násl.</w:t>
      </w:r>
      <w:r w:rsidRPr="00D32554">
        <w:t xml:space="preserve"> zákona č. 89/2012 Sb., občanský zákoník, ve znění pozdějších předpisů (dále jen „občanský zákoník“).</w:t>
      </w:r>
    </w:p>
    <w:p w14:paraId="1F81F853" w14:textId="2DEAA4FB" w:rsidR="00F34FAC" w:rsidRDefault="00F34FAC" w:rsidP="00F34FAC">
      <w:pPr>
        <w:overflowPunct w:val="0"/>
        <w:autoSpaceDE w:val="0"/>
        <w:autoSpaceDN w:val="0"/>
        <w:adjustRightInd w:val="0"/>
        <w:spacing w:after="0" w:line="276" w:lineRule="auto"/>
        <w:jc w:val="both"/>
        <w:textAlignment w:val="baseline"/>
        <w:rPr>
          <w:lang w:eastAsia="cs-CZ"/>
        </w:rPr>
      </w:pPr>
      <w:r w:rsidRPr="000C5DA0">
        <w:rPr>
          <w:lang w:eastAsia="cs-CZ"/>
        </w:rPr>
        <w:lastRenderedPageBreak/>
        <w:t xml:space="preserve">Tato smlouva je uzavřena na základě výsledků </w:t>
      </w:r>
      <w:r>
        <w:rPr>
          <w:lang w:eastAsia="cs-CZ"/>
        </w:rPr>
        <w:t>výběrového</w:t>
      </w:r>
      <w:r w:rsidRPr="000C5DA0">
        <w:rPr>
          <w:lang w:eastAsia="cs-CZ"/>
        </w:rPr>
        <w:t xml:space="preserve"> řízení veřejné zakázky s názvem </w:t>
      </w:r>
      <w:r w:rsidRPr="00F73272">
        <w:rPr>
          <w:lang w:eastAsia="cs-CZ"/>
        </w:rPr>
        <w:t>„</w:t>
      </w:r>
      <w:r w:rsidR="00CF6737">
        <w:rPr>
          <w:b/>
          <w:color w:val="000000"/>
        </w:rPr>
        <w:t>Kontejner plechový s pevnou podlahou vč. elektroinstalace</w:t>
      </w:r>
      <w:r w:rsidRPr="00F73272">
        <w:rPr>
          <w:lang w:eastAsia="cs-CZ"/>
        </w:rPr>
        <w:t xml:space="preserve">“, ev. č. veřejné zakázky zadavatele: </w:t>
      </w:r>
      <w:r w:rsidRPr="00CF6737">
        <w:rPr>
          <w:b/>
          <w:lang w:eastAsia="cs-CZ"/>
        </w:rPr>
        <w:t>635</w:t>
      </w:r>
      <w:r w:rsidR="00CF6737" w:rsidRPr="00CF6737">
        <w:rPr>
          <w:b/>
          <w:lang w:eastAsia="cs-CZ"/>
        </w:rPr>
        <w:t>2</w:t>
      </w:r>
      <w:r w:rsidR="00CF6737">
        <w:rPr>
          <w:b/>
          <w:lang w:eastAsia="cs-CZ"/>
        </w:rPr>
        <w:t>4156</w:t>
      </w:r>
      <w:r w:rsidRPr="00710FDB">
        <w:rPr>
          <w:rFonts w:eastAsia="Times New Roman" w:cs="Times New Roman"/>
          <w:lang w:eastAsia="cs-CZ"/>
        </w:rPr>
        <w:t xml:space="preserve"> </w:t>
      </w:r>
      <w:r w:rsidRPr="004E19DE">
        <w:rPr>
          <w:lang w:eastAsia="cs-CZ"/>
        </w:rPr>
        <w:t>(dále jen „</w:t>
      </w:r>
      <w:r w:rsidRPr="00F34FAC">
        <w:rPr>
          <w:b/>
          <w:bCs/>
          <w:lang w:eastAsia="cs-CZ"/>
        </w:rPr>
        <w:t>veřejná zakázka</w:t>
      </w:r>
      <w:r w:rsidRPr="00A83222">
        <w:rPr>
          <w:lang w:eastAsia="cs-CZ"/>
        </w:rPr>
        <w:t>“). Jednotlivá ustanovení této Smlouvy tak budou vykládána v souladu se zadávac</w:t>
      </w:r>
      <w:r>
        <w:rPr>
          <w:lang w:eastAsia="cs-CZ"/>
        </w:rPr>
        <w:t>ími podmínkami veřejné zakázky.</w:t>
      </w:r>
    </w:p>
    <w:p w14:paraId="08455C26" w14:textId="77777777" w:rsidR="00F34FAC" w:rsidRDefault="00F34FAC" w:rsidP="00D32554">
      <w:pPr>
        <w:pStyle w:val="Textbezodsazen"/>
        <w:rPr>
          <w:b/>
        </w:rPr>
      </w:pPr>
    </w:p>
    <w:p w14:paraId="4BD52961" w14:textId="14EAA194"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550F1108" w14:textId="30EF0ABA" w:rsidR="00FE6762" w:rsidRPr="007C34D3" w:rsidRDefault="00F24489" w:rsidP="003A5275">
      <w:pPr>
        <w:pStyle w:val="Nadpis1-1"/>
      </w:pPr>
      <w:r w:rsidRPr="007C34D3">
        <w:t>PŘEDMĚT</w:t>
      </w:r>
      <w:r w:rsidR="00FE6762" w:rsidRPr="007C34D3">
        <w:t xml:space="preserve"> koupě</w:t>
      </w:r>
    </w:p>
    <w:p w14:paraId="3F732A2D" w14:textId="06171AE0" w:rsidR="00F24489" w:rsidRPr="00F97DBD" w:rsidRDefault="00615D83" w:rsidP="00F24489">
      <w:pPr>
        <w:pStyle w:val="Text1-1"/>
      </w:pPr>
      <w:r>
        <w:t>Předmětem koupě je</w:t>
      </w:r>
      <w:r w:rsidR="009C39F5">
        <w:t xml:space="preserve"> </w:t>
      </w:r>
      <w:r w:rsidR="00CF6737">
        <w:t>10 ks plechových kontejnerů s</w:t>
      </w:r>
      <w:r w:rsidR="007E143E">
        <w:t> </w:t>
      </w:r>
      <w:r w:rsidR="00CF6737">
        <w:t>pevnou podlahou včetně elektroinstalace určených pro potřebu správy tratí a správy elektrotechniky a energetiky za účelem zaj</w:t>
      </w:r>
      <w:r w:rsidR="009C39F5">
        <w:t xml:space="preserve">ištění provozuschopnosti železniční dopravní infrastruktury Kupujícího </w:t>
      </w:r>
      <w:r w:rsidR="00F24489" w:rsidRPr="00F97DBD">
        <w:t>(dále jen „</w:t>
      </w:r>
      <w:r w:rsidRPr="00615D83">
        <w:rPr>
          <w:b/>
          <w:bCs/>
        </w:rPr>
        <w:t>Předmět koupě</w:t>
      </w:r>
      <w:r w:rsidR="00F24489" w:rsidRPr="00F97DBD">
        <w:t>“).</w:t>
      </w:r>
    </w:p>
    <w:p w14:paraId="4025CCC6" w14:textId="325EB70B" w:rsidR="00F24489" w:rsidRPr="00F97DBD" w:rsidRDefault="00615D83" w:rsidP="00F24489">
      <w:pPr>
        <w:pStyle w:val="Text1-1"/>
      </w:pPr>
      <w:r w:rsidRPr="00A83222">
        <w:rPr>
          <w:rFonts w:eastAsia="Times New Roman" w:cs="Times New Roman"/>
          <w:lang w:eastAsia="cs-CZ"/>
        </w:rPr>
        <w:t xml:space="preserve">Přesná specifikace </w:t>
      </w:r>
      <w:r>
        <w:rPr>
          <w:rFonts w:eastAsia="Times New Roman" w:cs="Times New Roman"/>
          <w:lang w:eastAsia="cs-CZ"/>
        </w:rPr>
        <w:t xml:space="preserve">Předmětu koupě </w:t>
      </w:r>
      <w:r w:rsidRPr="00A83222">
        <w:rPr>
          <w:rFonts w:eastAsia="Times New Roman" w:cs="Times New Roman"/>
          <w:lang w:eastAsia="cs-CZ"/>
        </w:rPr>
        <w:t>je uvedena v </w:t>
      </w:r>
      <w:r w:rsidR="00454369">
        <w:rPr>
          <w:rFonts w:eastAsia="Times New Roman" w:cs="Times New Roman"/>
          <w:lang w:eastAsia="cs-CZ"/>
        </w:rPr>
        <w:t>P</w:t>
      </w:r>
      <w:r w:rsidRPr="00A83222">
        <w:rPr>
          <w:rFonts w:eastAsia="Times New Roman" w:cs="Times New Roman"/>
          <w:lang w:eastAsia="cs-CZ"/>
        </w:rPr>
        <w:t xml:space="preserve">říloze č. </w:t>
      </w:r>
      <w:r>
        <w:rPr>
          <w:rFonts w:eastAsia="Times New Roman" w:cs="Times New Roman"/>
          <w:lang w:eastAsia="cs-CZ"/>
        </w:rPr>
        <w:t>2</w:t>
      </w:r>
      <w:r w:rsidRPr="00A83222">
        <w:rPr>
          <w:rFonts w:eastAsia="Times New Roman" w:cs="Times New Roman"/>
          <w:lang w:eastAsia="cs-CZ"/>
        </w:rPr>
        <w:t xml:space="preserve"> této Smlouvy</w:t>
      </w:r>
      <w:r>
        <w:rPr>
          <w:rFonts w:eastAsia="Times New Roman" w:cs="Times New Roman"/>
          <w:lang w:eastAsia="cs-CZ"/>
        </w:rPr>
        <w:t>, která je její nedílnou součástí</w:t>
      </w:r>
      <w:r w:rsidR="00F24489" w:rsidRPr="00F97DBD">
        <w:t>.</w:t>
      </w:r>
    </w:p>
    <w:p w14:paraId="694F7133" w14:textId="77777777" w:rsidR="00615D83" w:rsidRDefault="00615D83" w:rsidP="00615D83">
      <w:pPr>
        <w:pStyle w:val="Text1-1"/>
        <w:rPr>
          <w:rFonts w:eastAsia="Times New Roman" w:cs="Times New Roman"/>
          <w:lang w:eastAsia="cs-CZ"/>
        </w:rPr>
      </w:pPr>
      <w:r w:rsidRPr="0082072B">
        <w:rPr>
          <w:rFonts w:eastAsia="Times New Roman" w:cs="Times New Roman"/>
          <w:lang w:eastAsia="cs-CZ"/>
        </w:rPr>
        <w:t xml:space="preserve">Touto </w:t>
      </w:r>
      <w:r>
        <w:rPr>
          <w:rFonts w:eastAsia="Times New Roman" w:cs="Times New Roman"/>
          <w:lang w:eastAsia="cs-CZ"/>
        </w:rPr>
        <w:t>S</w:t>
      </w:r>
      <w:r w:rsidRPr="0082072B">
        <w:rPr>
          <w:rFonts w:eastAsia="Times New Roman" w:cs="Times New Roman"/>
          <w:lang w:eastAsia="cs-CZ"/>
        </w:rPr>
        <w:t xml:space="preserve">mlouvou se </w:t>
      </w:r>
      <w:r>
        <w:rPr>
          <w:rFonts w:eastAsia="Times New Roman" w:cs="Times New Roman"/>
          <w:lang w:eastAsia="cs-CZ"/>
        </w:rPr>
        <w:t>P</w:t>
      </w:r>
      <w:r w:rsidRPr="0082072B">
        <w:rPr>
          <w:rFonts w:eastAsia="Times New Roman" w:cs="Times New Roman"/>
          <w:lang w:eastAsia="cs-CZ"/>
        </w:rPr>
        <w:t xml:space="preserve">rodávající zavazuje dodat za podmínek v této </w:t>
      </w:r>
      <w:r>
        <w:rPr>
          <w:rFonts w:eastAsia="Times New Roman" w:cs="Times New Roman"/>
          <w:lang w:eastAsia="cs-CZ"/>
        </w:rPr>
        <w:t>S</w:t>
      </w:r>
      <w:r w:rsidRPr="0082072B">
        <w:rPr>
          <w:rFonts w:eastAsia="Times New Roman" w:cs="Times New Roman"/>
          <w:lang w:eastAsia="cs-CZ"/>
        </w:rPr>
        <w:t xml:space="preserve">mlouvě sjednaných </w:t>
      </w:r>
      <w:r>
        <w:rPr>
          <w:rFonts w:eastAsia="Times New Roman" w:cs="Times New Roman"/>
          <w:lang w:eastAsia="cs-CZ"/>
        </w:rPr>
        <w:t>K</w:t>
      </w:r>
      <w:r w:rsidRPr="0082072B">
        <w:rPr>
          <w:rFonts w:eastAsia="Times New Roman" w:cs="Times New Roman"/>
          <w:lang w:eastAsia="cs-CZ"/>
        </w:rPr>
        <w:t xml:space="preserve">upujícímu výše uvedený </w:t>
      </w:r>
      <w:r>
        <w:rPr>
          <w:rFonts w:eastAsia="Times New Roman" w:cs="Times New Roman"/>
          <w:lang w:eastAsia="cs-CZ"/>
        </w:rPr>
        <w:t>P</w:t>
      </w:r>
      <w:r w:rsidRPr="0082072B">
        <w:rPr>
          <w:rFonts w:eastAsia="Times New Roman" w:cs="Times New Roman"/>
          <w:lang w:eastAsia="cs-CZ"/>
        </w:rPr>
        <w:t xml:space="preserve">ředmět koupě a umožnit </w:t>
      </w:r>
      <w:r>
        <w:rPr>
          <w:rFonts w:eastAsia="Times New Roman" w:cs="Times New Roman"/>
          <w:lang w:eastAsia="cs-CZ"/>
        </w:rPr>
        <w:t>K</w:t>
      </w:r>
      <w:r w:rsidRPr="0082072B">
        <w:rPr>
          <w:rFonts w:eastAsia="Times New Roman" w:cs="Times New Roman"/>
          <w:lang w:eastAsia="cs-CZ"/>
        </w:rPr>
        <w:t xml:space="preserve">upujícímu nabýt k tomuto </w:t>
      </w:r>
      <w:r>
        <w:rPr>
          <w:rFonts w:eastAsia="Times New Roman" w:cs="Times New Roman"/>
          <w:lang w:eastAsia="cs-CZ"/>
        </w:rPr>
        <w:t>P</w:t>
      </w:r>
      <w:r w:rsidRPr="0082072B">
        <w:rPr>
          <w:rFonts w:eastAsia="Times New Roman" w:cs="Times New Roman"/>
          <w:lang w:eastAsia="cs-CZ"/>
        </w:rPr>
        <w:t>ředmětu koupě vlastnické právo.</w:t>
      </w:r>
    </w:p>
    <w:p w14:paraId="27B6A465" w14:textId="77777777" w:rsidR="00615D83" w:rsidRPr="007624EC" w:rsidRDefault="00615D83" w:rsidP="00615D83">
      <w:pPr>
        <w:pStyle w:val="Text1-1"/>
        <w:rPr>
          <w:rFonts w:eastAsia="Times New Roman" w:cs="Times New Roman"/>
          <w:lang w:eastAsia="cs-CZ"/>
        </w:rPr>
      </w:pPr>
      <w:r w:rsidRPr="0082072B">
        <w:rPr>
          <w:rFonts w:eastAsia="Times New Roman" w:cs="Times New Roman"/>
          <w:lang w:eastAsia="cs-CZ"/>
        </w:rPr>
        <w:t xml:space="preserve">Kupující se zavazuje </w:t>
      </w:r>
      <w:r>
        <w:rPr>
          <w:rFonts w:eastAsia="Times New Roman" w:cs="Times New Roman"/>
          <w:lang w:eastAsia="cs-CZ"/>
        </w:rPr>
        <w:t>P</w:t>
      </w:r>
      <w:r w:rsidRPr="0082072B">
        <w:rPr>
          <w:rFonts w:eastAsia="Times New Roman" w:cs="Times New Roman"/>
          <w:lang w:eastAsia="cs-CZ"/>
        </w:rPr>
        <w:t xml:space="preserve">ředmět koupě převzít a zaplatit za něj sjednanou </w:t>
      </w:r>
      <w:r>
        <w:rPr>
          <w:rFonts w:eastAsia="Times New Roman" w:cs="Times New Roman"/>
          <w:lang w:eastAsia="cs-CZ"/>
        </w:rPr>
        <w:t>K</w:t>
      </w:r>
      <w:r w:rsidRPr="0082072B">
        <w:rPr>
          <w:rFonts w:eastAsia="Times New Roman" w:cs="Times New Roman"/>
          <w:lang w:eastAsia="cs-CZ"/>
        </w:rPr>
        <w:t xml:space="preserve">upní cenu </w:t>
      </w:r>
      <w:r w:rsidRPr="007624EC">
        <w:rPr>
          <w:rFonts w:eastAsia="Times New Roman" w:cs="Times New Roman"/>
          <w:lang w:eastAsia="cs-CZ"/>
        </w:rPr>
        <w:t>způsobem a v termínech stanovených touto Smlouvou.</w:t>
      </w:r>
    </w:p>
    <w:p w14:paraId="24CD7BA1" w14:textId="77777777" w:rsidR="00615D83" w:rsidRPr="007624EC" w:rsidRDefault="00615D83" w:rsidP="00615D83">
      <w:pPr>
        <w:pStyle w:val="Text1-1"/>
      </w:pPr>
      <w:r w:rsidRPr="007624EC">
        <w:rPr>
          <w:rFonts w:eastAsia="Times New Roman" w:cs="Times New Roman"/>
          <w:lang w:eastAsia="cs-CZ"/>
        </w:rPr>
        <w:t>Předmět koupě musí splňovat podmínky stanovené příslušnými právními předpisy, normami ČSN a příslušnými technickými normami.</w:t>
      </w:r>
    </w:p>
    <w:p w14:paraId="04CBC914" w14:textId="412F84C8" w:rsidR="00106B57" w:rsidRPr="00582FE8" w:rsidRDefault="00615D83" w:rsidP="009C39F5">
      <w:pPr>
        <w:pStyle w:val="Text1-1"/>
        <w:rPr>
          <w:rFonts w:eastAsia="Times New Roman" w:cs="Times New Roman"/>
          <w:lang w:eastAsia="cs-CZ"/>
        </w:rPr>
      </w:pPr>
      <w:r w:rsidRPr="00582FE8">
        <w:rPr>
          <w:rFonts w:eastAsia="Times New Roman" w:cs="Times New Roman"/>
          <w:lang w:eastAsia="cs-CZ"/>
        </w:rPr>
        <w:t>Jakost ani provedení Předmětu koupě není určeno vzorkem ani předlohou</w:t>
      </w:r>
      <w:r w:rsidR="009C39F5" w:rsidRPr="00582FE8">
        <w:rPr>
          <w:rFonts w:eastAsia="Times New Roman" w:cs="Times New Roman"/>
          <w:lang w:eastAsia="cs-CZ"/>
        </w:rPr>
        <w:t>.</w:t>
      </w:r>
    </w:p>
    <w:p w14:paraId="59886C70" w14:textId="1F030128" w:rsidR="009C39F5" w:rsidRPr="00582FE8" w:rsidRDefault="009C39F5" w:rsidP="009C39F5">
      <w:pPr>
        <w:pStyle w:val="Text1-1"/>
      </w:pPr>
      <w:r w:rsidRPr="00582FE8">
        <w:rPr>
          <w:lang w:eastAsia="cs-CZ"/>
        </w:rPr>
        <w:t>Součástí Předmětu koupě je rovněž:</w:t>
      </w:r>
    </w:p>
    <w:p w14:paraId="2C565F18" w14:textId="076CE9D6" w:rsidR="00582FE8" w:rsidRPr="00BD0E43" w:rsidRDefault="00582FE8" w:rsidP="007E143E">
      <w:pPr>
        <w:pStyle w:val="Text1-2"/>
      </w:pPr>
      <w:r w:rsidRPr="00582FE8">
        <w:rPr>
          <w:lang w:eastAsia="cs-CZ"/>
        </w:rPr>
        <w:t>doprava Předmětu koupě do Místa dodání</w:t>
      </w:r>
      <w:r>
        <w:rPr>
          <w:lang w:eastAsia="cs-CZ"/>
        </w:rPr>
        <w:t>.</w:t>
      </w:r>
    </w:p>
    <w:p w14:paraId="5705B7A9" w14:textId="19F3782F" w:rsidR="009C39F5" w:rsidRPr="00582FE8" w:rsidRDefault="009C39F5" w:rsidP="007E143E">
      <w:pPr>
        <w:pStyle w:val="Text1-2"/>
      </w:pPr>
      <w:r w:rsidRPr="00582FE8">
        <w:rPr>
          <w:lang w:eastAsia="cs-CZ"/>
        </w:rPr>
        <w:t>vyhotovení a předání příslušných Dokladů.</w:t>
      </w:r>
    </w:p>
    <w:p w14:paraId="52B3A9C4" w14:textId="1F78182E" w:rsidR="00FB565A" w:rsidRDefault="00FB565A" w:rsidP="00FB565A">
      <w:pPr>
        <w:pStyle w:val="Nadpis1-1"/>
      </w:pPr>
      <w:r>
        <w:t>kupní cena</w:t>
      </w:r>
    </w:p>
    <w:p w14:paraId="0D6C987C" w14:textId="3941FA7C" w:rsidR="00FB565A" w:rsidRPr="00D0673C" w:rsidRDefault="00FB565A" w:rsidP="00FB565A">
      <w:pPr>
        <w:pStyle w:val="Text1-1"/>
        <w:rPr>
          <w:lang w:eastAsia="cs-CZ"/>
        </w:rPr>
      </w:pPr>
      <w:r w:rsidRPr="00FB565A">
        <w:rPr>
          <w:b/>
          <w:bCs/>
          <w:lang w:eastAsia="cs-CZ"/>
        </w:rPr>
        <w:t>Cena celkem bez DPH</w:t>
      </w:r>
      <w:r w:rsidRPr="00D0673C">
        <w:rPr>
          <w:lang w:eastAsia="cs-CZ"/>
        </w:rPr>
        <w:tab/>
      </w:r>
      <w:r w:rsidRPr="00FB565A">
        <w:rPr>
          <w:b/>
          <w:bCs/>
          <w:highlight w:val="yellow"/>
        </w:rPr>
        <w:t>"[VLOŽÍ PRODÁVAJÍCÍ]"</w:t>
      </w:r>
      <w:r w:rsidRPr="00D0673C">
        <w:rPr>
          <w:lang w:eastAsia="cs-CZ"/>
        </w:rPr>
        <w:t xml:space="preserve"> Kč</w:t>
      </w:r>
    </w:p>
    <w:p w14:paraId="1A228492" w14:textId="35D80D54" w:rsidR="00FB565A" w:rsidRPr="00D0673C" w:rsidRDefault="00FB565A" w:rsidP="00FB565A">
      <w:pPr>
        <w:overflowPunct w:val="0"/>
        <w:autoSpaceDE w:val="0"/>
        <w:autoSpaceDN w:val="0"/>
        <w:adjustRightInd w:val="0"/>
        <w:spacing w:after="80" w:line="240" w:lineRule="auto"/>
        <w:ind w:left="709"/>
        <w:jc w:val="both"/>
        <w:textAlignment w:val="baseline"/>
        <w:rPr>
          <w:rFonts w:eastAsia="Times New Roman" w:cs="Times New Roman"/>
          <w:b/>
          <w:lang w:eastAsia="cs-CZ"/>
        </w:rPr>
      </w:pPr>
      <w:r w:rsidRPr="00D0673C">
        <w:rPr>
          <w:rFonts w:eastAsia="Times New Roman" w:cs="Times New Roman"/>
          <w:b/>
          <w:lang w:eastAsia="cs-CZ"/>
        </w:rPr>
        <w:t>Cena slovy</w:t>
      </w:r>
      <w:r w:rsidRPr="00D0673C">
        <w:rPr>
          <w:rFonts w:eastAsia="Times New Roman" w:cs="Times New Roman"/>
          <w:b/>
          <w:lang w:eastAsia="cs-CZ"/>
        </w:rPr>
        <w:tab/>
      </w:r>
      <w:r w:rsidRPr="00D0673C">
        <w:rPr>
          <w:rFonts w:eastAsia="Times New Roman" w:cs="Times New Roman"/>
          <w:b/>
          <w:lang w:eastAsia="cs-CZ"/>
        </w:rPr>
        <w:tab/>
      </w:r>
      <w:r w:rsidRPr="00D0673C">
        <w:rPr>
          <w:rFonts w:eastAsia="Times New Roman" w:cs="Times New Roman"/>
          <w:b/>
          <w:lang w:eastAsia="cs-CZ"/>
        </w:rPr>
        <w:tab/>
      </w:r>
      <w:r w:rsidRPr="002D1972">
        <w:rPr>
          <w:b/>
          <w:highlight w:val="lightGray"/>
        </w:rPr>
        <w:t>"[VLOŽÍ KUPUJÍCÍ]" korun českých</w:t>
      </w:r>
    </w:p>
    <w:p w14:paraId="39449F5E" w14:textId="37E05E2F" w:rsidR="00FB565A" w:rsidRPr="00D0673C" w:rsidRDefault="00FB565A" w:rsidP="00454369">
      <w:pPr>
        <w:pStyle w:val="Text1-1"/>
        <w:numPr>
          <w:ilvl w:val="0"/>
          <w:numId w:val="0"/>
        </w:numPr>
        <w:ind w:left="737"/>
        <w:rPr>
          <w:lang w:eastAsia="cs-CZ"/>
        </w:rPr>
      </w:pPr>
      <w:r w:rsidRPr="00D0673C">
        <w:rPr>
          <w:lang w:eastAsia="cs-CZ"/>
        </w:rPr>
        <w:t xml:space="preserve">Výše DPH </w:t>
      </w:r>
      <w:r>
        <w:rPr>
          <w:lang w:eastAsia="cs-CZ"/>
        </w:rPr>
        <w:t xml:space="preserve">celkem </w:t>
      </w:r>
      <w:r w:rsidRPr="00D0673C">
        <w:rPr>
          <w:lang w:eastAsia="cs-CZ"/>
        </w:rPr>
        <w:t xml:space="preserve">21 % </w:t>
      </w:r>
      <w:r w:rsidRPr="00D0673C">
        <w:rPr>
          <w:lang w:eastAsia="cs-CZ"/>
        </w:rPr>
        <w:tab/>
      </w:r>
      <w:r w:rsidRPr="002D1972">
        <w:rPr>
          <w:highlight w:val="yellow"/>
        </w:rPr>
        <w:t>"[VLOŽÍ PRODÁVAJÍCÍ]"</w:t>
      </w:r>
      <w:r w:rsidRPr="002D1972">
        <w:rPr>
          <w:highlight w:val="yellow"/>
          <w:lang w:eastAsia="cs-CZ"/>
        </w:rPr>
        <w:t xml:space="preserve"> Kč</w:t>
      </w:r>
    </w:p>
    <w:p w14:paraId="18A2BA2F" w14:textId="30AC1010" w:rsidR="00FB565A" w:rsidRPr="009C39F5" w:rsidRDefault="00FB565A" w:rsidP="00454369">
      <w:pPr>
        <w:pStyle w:val="Text1-1"/>
        <w:numPr>
          <w:ilvl w:val="0"/>
          <w:numId w:val="0"/>
        </w:numPr>
        <w:ind w:left="737"/>
        <w:rPr>
          <w:lang w:eastAsia="cs-CZ"/>
        </w:rPr>
      </w:pPr>
      <w:r w:rsidRPr="009C39F5">
        <w:rPr>
          <w:lang w:eastAsia="cs-CZ"/>
        </w:rPr>
        <w:t xml:space="preserve">Cena včetně DPH </w:t>
      </w:r>
      <w:r w:rsidRPr="009C39F5">
        <w:rPr>
          <w:lang w:eastAsia="cs-CZ"/>
        </w:rPr>
        <w:tab/>
      </w:r>
      <w:r w:rsidRPr="009C39F5">
        <w:rPr>
          <w:lang w:eastAsia="cs-CZ"/>
        </w:rPr>
        <w:tab/>
      </w:r>
      <w:r w:rsidRPr="009C39F5">
        <w:t>"[VLOŽÍ PRODÁVAJÍCÍ]"</w:t>
      </w:r>
      <w:r w:rsidRPr="009C39F5">
        <w:rPr>
          <w:lang w:eastAsia="cs-CZ"/>
        </w:rPr>
        <w:t xml:space="preserve"> Kč</w:t>
      </w:r>
    </w:p>
    <w:p w14:paraId="34F53FA3" w14:textId="07568566" w:rsidR="00454369" w:rsidRPr="009C39F5" w:rsidRDefault="009C39F5" w:rsidP="00FB565A">
      <w:pPr>
        <w:pStyle w:val="Text1-1"/>
        <w:rPr>
          <w:lang w:eastAsia="cs-CZ"/>
        </w:rPr>
      </w:pPr>
      <w:r w:rsidRPr="009C39F5">
        <w:rPr>
          <w:lang w:eastAsia="cs-CZ"/>
        </w:rPr>
        <w:t>Neobsazeno.</w:t>
      </w:r>
    </w:p>
    <w:p w14:paraId="1AD37E7C" w14:textId="20AE5D9C" w:rsidR="00454369" w:rsidRPr="009C39F5" w:rsidRDefault="00FB565A" w:rsidP="00FB565A">
      <w:pPr>
        <w:pStyle w:val="Text1-1"/>
        <w:rPr>
          <w:lang w:eastAsia="cs-CZ"/>
        </w:rPr>
      </w:pPr>
      <w:r w:rsidRPr="009C39F5">
        <w:rPr>
          <w:lang w:eastAsia="cs-CZ"/>
        </w:rPr>
        <w:t xml:space="preserve">Prodávající má právo fakturovat cenu Předmětu koupě až dnem řádného předání a převzetí Předmětu koupě Kupujícímu bez jakýchkoliv zjevných vad či jiného poškození v Místě dodání, které je vymezeno v čl. </w:t>
      </w:r>
      <w:r w:rsidR="00F34FAC" w:rsidRPr="009C39F5">
        <w:rPr>
          <w:lang w:eastAsia="cs-CZ"/>
        </w:rPr>
        <w:t>3</w:t>
      </w:r>
      <w:r w:rsidRPr="009C39F5">
        <w:rPr>
          <w:lang w:eastAsia="cs-CZ"/>
        </w:rPr>
        <w:t xml:space="preserve">, odst. </w:t>
      </w:r>
      <w:r w:rsidR="00F34FAC" w:rsidRPr="009C39F5">
        <w:rPr>
          <w:lang w:eastAsia="cs-CZ"/>
        </w:rPr>
        <w:t>3</w:t>
      </w:r>
      <w:r w:rsidRPr="009C39F5">
        <w:rPr>
          <w:lang w:eastAsia="cs-CZ"/>
        </w:rPr>
        <w:t>.1 této Smlouvy. Předání a převzetí Předmětu koupě bude stvrzeno oběma Smluvními stranami podpisem Předávacího protokolu (dodacího listu).</w:t>
      </w:r>
    </w:p>
    <w:p w14:paraId="35CD592B" w14:textId="2A33CB64" w:rsidR="00FB565A" w:rsidRPr="00582FE8" w:rsidRDefault="00582FE8" w:rsidP="00FB565A">
      <w:pPr>
        <w:pStyle w:val="Text1-1"/>
        <w:rPr>
          <w:lang w:eastAsia="cs-CZ"/>
        </w:rPr>
      </w:pPr>
      <w:bookmarkStart w:id="0" w:name="_Hlk165566651"/>
      <w:r w:rsidRPr="00BD0E43">
        <w:rPr>
          <w:lang w:eastAsia="cs-CZ"/>
        </w:rPr>
        <w:t>Smluvní strany sjednaly možnost plnění Předmětu koupě po částech</w:t>
      </w:r>
      <w:bookmarkEnd w:id="0"/>
      <w:r w:rsidRPr="00BD0E43">
        <w:rPr>
          <w:lang w:eastAsia="cs-CZ"/>
        </w:rPr>
        <w:t>.</w:t>
      </w:r>
    </w:p>
    <w:p w14:paraId="0C557603" w14:textId="1A843256" w:rsidR="00FB565A" w:rsidRPr="00F4008F" w:rsidRDefault="00FB565A" w:rsidP="00FB565A">
      <w:pPr>
        <w:pStyle w:val="Text1-1"/>
        <w:rPr>
          <w:lang w:eastAsia="cs-CZ"/>
        </w:rPr>
      </w:pPr>
      <w:r w:rsidRPr="009C39F5">
        <w:rPr>
          <w:lang w:eastAsia="cs-CZ"/>
        </w:rPr>
        <w:t xml:space="preserve">Kupní cena bude Kupujícím uhrazena na základě </w:t>
      </w:r>
      <w:r w:rsidR="00106B57" w:rsidRPr="009C39F5">
        <w:rPr>
          <w:lang w:eastAsia="cs-CZ"/>
        </w:rPr>
        <w:t>Výzvy k úhradě (</w:t>
      </w:r>
      <w:r w:rsidRPr="009C39F5">
        <w:rPr>
          <w:lang w:eastAsia="cs-CZ"/>
        </w:rPr>
        <w:t>daňového dokladu</w:t>
      </w:r>
      <w:r w:rsidR="00106B57">
        <w:rPr>
          <w:lang w:eastAsia="cs-CZ"/>
        </w:rPr>
        <w:t xml:space="preserve"> - </w:t>
      </w:r>
      <w:r w:rsidRPr="00F4008F">
        <w:rPr>
          <w:lang w:eastAsia="cs-CZ"/>
        </w:rPr>
        <w:t xml:space="preserve">faktury) vystavené Prodávajícím se </w:t>
      </w:r>
      <w:r w:rsidRPr="009C39F5">
        <w:rPr>
          <w:lang w:eastAsia="cs-CZ"/>
        </w:rPr>
        <w:t>splatností 60 kalendářních</w:t>
      </w:r>
      <w:r w:rsidRPr="00F4008F">
        <w:rPr>
          <w:lang w:eastAsia="cs-CZ"/>
        </w:rPr>
        <w:t xml:space="preserve"> dnů od data doručení </w:t>
      </w:r>
      <w:r w:rsidR="00106B57">
        <w:rPr>
          <w:lang w:eastAsia="cs-CZ"/>
        </w:rPr>
        <w:t>Výzvy k úhradě</w:t>
      </w:r>
      <w:r w:rsidRPr="00F4008F">
        <w:rPr>
          <w:lang w:eastAsia="cs-CZ"/>
        </w:rPr>
        <w:t xml:space="preserve"> Kupujícímu, a to převodním příkazem na účet Prodávajícího.</w:t>
      </w:r>
    </w:p>
    <w:p w14:paraId="173EDC00" w14:textId="214D194E" w:rsidR="00FB565A" w:rsidRDefault="00FB565A" w:rsidP="000B5DDD">
      <w:pPr>
        <w:pStyle w:val="Text1-1"/>
      </w:pPr>
      <w:r w:rsidRPr="00DA78CD">
        <w:t xml:space="preserve">V </w:t>
      </w:r>
      <w:r w:rsidRPr="00DA78CD">
        <w:rPr>
          <w:lang w:eastAsia="cs-CZ"/>
        </w:rPr>
        <w:t>případě</w:t>
      </w:r>
      <w:r w:rsidRPr="00DA78CD">
        <w:t xml:space="preserve">, že Prodávajícím je společnost obchodních společností ve smyslu § 2716 a násl. občanského zákoníku, nesou v souladu s jejich společnou nabídkou odpovědnost za plnění jejich povinností ze Smlouvy všichni Prodávající společně a nerozdílně. Vedoucí společník prohlašuje, že je oprávněn ve věcech Smlouvy zastupovat každého společníka, jakož i všechny společníky dohromady, a je oprávněn rovněž za ně přijímat pokyny a platby </w:t>
      </w:r>
      <w:r w:rsidR="000B5DDD">
        <w:t>K</w:t>
      </w:r>
      <w:r w:rsidRPr="00DA78CD">
        <w:t xml:space="preserve">upujícího. Vystavovat daňové doklady </w:t>
      </w:r>
      <w:r>
        <w:t xml:space="preserve">– </w:t>
      </w:r>
      <w:r w:rsidRPr="00DA78CD">
        <w:lastRenderedPageBreak/>
        <w:t xml:space="preserve">faktury v souladu s jejich společnou </w:t>
      </w:r>
      <w:r w:rsidRPr="00185DDD">
        <w:t xml:space="preserve">nabídkou je oprávněn vůči </w:t>
      </w:r>
      <w:r w:rsidR="000B5DDD">
        <w:t>K</w:t>
      </w:r>
      <w:r w:rsidRPr="00185DDD">
        <w:t>upujícímu pouze vedoucí společník, tj. na daňovém dokladu bude uveden (identifikován) jako osoba uskutečňující ekonomickou činnost jako dodavatel (v souladu se zákonem č. 235/2004 Sb.</w:t>
      </w:r>
      <w:r w:rsidR="00F34FAC">
        <w:t>,</w:t>
      </w:r>
      <w:r w:rsidRPr="00185DDD">
        <w:t xml:space="preserve"> o dani z přidané hodnoty)</w:t>
      </w:r>
      <w:r w:rsidR="00F34FAC">
        <w:t>.</w:t>
      </w:r>
    </w:p>
    <w:p w14:paraId="6A6A5795" w14:textId="591D53B0" w:rsidR="00F24489" w:rsidRPr="00F97DBD" w:rsidRDefault="00F24489" w:rsidP="00F24489">
      <w:pPr>
        <w:pStyle w:val="Text1-1"/>
      </w:pPr>
      <w:r w:rsidRPr="00F97DBD">
        <w:t xml:space="preserve">Práva a povinnosti </w:t>
      </w:r>
      <w:r w:rsidR="00580489">
        <w:t>S</w:t>
      </w:r>
      <w:r w:rsidRPr="00F97DBD">
        <w:t>mluvních stran se řídí touto Smlouvou včetně jejích příloh. V případě jakéhokoliv rozporu mezi textem této Smlouvy a textem jejích příloh se použije zvláštní úprava obsažená v textu této Smlouvy.</w:t>
      </w:r>
    </w:p>
    <w:p w14:paraId="489CD2F0" w14:textId="3F4A9294" w:rsidR="00454369" w:rsidRPr="00582FE8" w:rsidRDefault="00454369" w:rsidP="00454369">
      <w:pPr>
        <w:pStyle w:val="Nadpis1-1"/>
      </w:pPr>
      <w:r w:rsidRPr="00582FE8">
        <w:t>místo a doba dodání</w:t>
      </w:r>
    </w:p>
    <w:p w14:paraId="24424BBF" w14:textId="05D7646C" w:rsidR="00582FE8" w:rsidRPr="00582FE8" w:rsidRDefault="00F24489" w:rsidP="00582FE8">
      <w:pPr>
        <w:pStyle w:val="Text1-1"/>
      </w:pPr>
      <w:r w:rsidRPr="00582FE8">
        <w:t>Míst</w:t>
      </w:r>
      <w:r w:rsidR="00582FE8" w:rsidRPr="00BD0E43">
        <w:t>o</w:t>
      </w:r>
      <w:r w:rsidR="009C39F5" w:rsidRPr="00582FE8">
        <w:t xml:space="preserve"> dodání j</w:t>
      </w:r>
      <w:r w:rsidR="00582FE8" w:rsidRPr="00BD0E43">
        <w:t xml:space="preserve">e: </w:t>
      </w:r>
    </w:p>
    <w:p w14:paraId="69D2F5E6" w14:textId="33343463" w:rsidR="00EA0BE1" w:rsidRPr="00582FE8" w:rsidRDefault="00582FE8" w:rsidP="00BD0E43">
      <w:pPr>
        <w:pStyle w:val="Text1-2"/>
        <w:tabs>
          <w:tab w:val="clear" w:pos="1588"/>
          <w:tab w:val="num" w:pos="1474"/>
        </w:tabs>
        <w:ind w:left="1474"/>
      </w:pPr>
      <w:r w:rsidRPr="009E4D91">
        <w:t>Správa železnic, státní organizace, Oblastní ředitelství Ostrava</w:t>
      </w:r>
      <w:r>
        <w:t>,</w:t>
      </w:r>
      <w:r w:rsidRPr="00582FE8">
        <w:t xml:space="preserve"> </w:t>
      </w:r>
      <w:r w:rsidR="00D91F62" w:rsidRPr="00582FE8">
        <w:t xml:space="preserve">Provozní středisko </w:t>
      </w:r>
      <w:r w:rsidR="00E05511" w:rsidRPr="00582FE8">
        <w:t>O</w:t>
      </w:r>
      <w:r w:rsidR="00EA0BE1" w:rsidRPr="00582FE8">
        <w:t>E Hulín</w:t>
      </w:r>
      <w:r w:rsidR="00D91F62" w:rsidRPr="00582FE8">
        <w:t>, Nádražní 1361, 768 24 Hulín</w:t>
      </w:r>
      <w:r w:rsidRPr="00BD0E43">
        <w:t xml:space="preserve"> – pro </w:t>
      </w:r>
      <w:r w:rsidR="00B51879" w:rsidRPr="00582FE8">
        <w:t>2 ks</w:t>
      </w:r>
      <w:r w:rsidRPr="00BD0E43">
        <w:t xml:space="preserve"> Předmětu koupě.</w:t>
      </w:r>
    </w:p>
    <w:p w14:paraId="23184153" w14:textId="74CA99CC" w:rsidR="00EA0BE1" w:rsidRPr="00582FE8" w:rsidRDefault="00582FE8" w:rsidP="00BD0E43">
      <w:pPr>
        <w:pStyle w:val="Text1-2"/>
        <w:tabs>
          <w:tab w:val="clear" w:pos="1588"/>
          <w:tab w:val="num" w:pos="1474"/>
        </w:tabs>
        <w:ind w:left="1474"/>
      </w:pPr>
      <w:r w:rsidRPr="009E4D91">
        <w:t>Správa železnic, státní organizace, Oblastní ředitelství Ostrava</w:t>
      </w:r>
      <w:r>
        <w:t>,</w:t>
      </w:r>
      <w:r w:rsidRPr="00582FE8">
        <w:t xml:space="preserve"> </w:t>
      </w:r>
      <w:r w:rsidR="007E143E" w:rsidRPr="00582FE8">
        <w:t>Skladový areál</w:t>
      </w:r>
      <w:r w:rsidR="00D91F62" w:rsidRPr="00582FE8">
        <w:t xml:space="preserve"> ST Přerov, Tovární </w:t>
      </w:r>
      <w:r w:rsidR="007E143E" w:rsidRPr="00582FE8">
        <w:t>3568/10</w:t>
      </w:r>
      <w:r w:rsidR="00D91F62" w:rsidRPr="00582FE8">
        <w:t>, 750 02 Přerov</w:t>
      </w:r>
      <w:r w:rsidRPr="00BD0E43">
        <w:t xml:space="preserve"> - pro</w:t>
      </w:r>
      <w:r w:rsidR="00B51879" w:rsidRPr="00582FE8">
        <w:t xml:space="preserve"> 2 ks</w:t>
      </w:r>
      <w:r w:rsidRPr="00BD0E43">
        <w:t xml:space="preserve"> Předmětu koupě. </w:t>
      </w:r>
    </w:p>
    <w:p w14:paraId="151B1902" w14:textId="1B7B0D2A" w:rsidR="00EA0BE1" w:rsidRPr="00582FE8" w:rsidRDefault="00582FE8" w:rsidP="00BD0E43">
      <w:pPr>
        <w:pStyle w:val="Text1-2"/>
        <w:tabs>
          <w:tab w:val="clear" w:pos="1588"/>
          <w:tab w:val="num" w:pos="1474"/>
        </w:tabs>
        <w:ind w:left="1474"/>
      </w:pPr>
      <w:r w:rsidRPr="009E4D91">
        <w:t>Správa železnic, státní organizace, Oblastní ředitelství Ostrava</w:t>
      </w:r>
      <w:r>
        <w:t>,</w:t>
      </w:r>
      <w:r w:rsidRPr="00582FE8">
        <w:t xml:space="preserve"> </w:t>
      </w:r>
      <w:r w:rsidR="00D91F62" w:rsidRPr="00582FE8">
        <w:t xml:space="preserve">Provozní středisko </w:t>
      </w:r>
      <w:r w:rsidR="00E05511" w:rsidRPr="00582FE8">
        <w:t>O</w:t>
      </w:r>
      <w:r w:rsidR="00EA0BE1" w:rsidRPr="00582FE8">
        <w:t>E Zábřeh</w:t>
      </w:r>
      <w:r w:rsidR="007E143E" w:rsidRPr="00582FE8">
        <w:t xml:space="preserve"> na Moravě</w:t>
      </w:r>
      <w:r w:rsidR="00D91F62" w:rsidRPr="00582FE8">
        <w:t>, Československé armády 2403/40, 789 01 Zábřeh na Moravě</w:t>
      </w:r>
      <w:r w:rsidRPr="00BD0E43">
        <w:t xml:space="preserve"> - pro</w:t>
      </w:r>
      <w:r w:rsidR="00B51879" w:rsidRPr="00582FE8">
        <w:t xml:space="preserve"> 2 ks</w:t>
      </w:r>
      <w:r w:rsidRPr="00BD0E43">
        <w:t xml:space="preserve"> Předmětu koupě.</w:t>
      </w:r>
    </w:p>
    <w:p w14:paraId="01952E2A" w14:textId="55089143" w:rsidR="00EA0BE1" w:rsidRPr="00582FE8" w:rsidRDefault="00582FE8" w:rsidP="00BD0E43">
      <w:pPr>
        <w:pStyle w:val="Text1-2"/>
        <w:tabs>
          <w:tab w:val="clear" w:pos="1588"/>
          <w:tab w:val="num" w:pos="1474"/>
        </w:tabs>
        <w:ind w:left="1474"/>
      </w:pPr>
      <w:r w:rsidRPr="009E4D91">
        <w:t>Správa železnic, státní organizace, Oblastní ředitelství Ostrava</w:t>
      </w:r>
      <w:r>
        <w:t>,</w:t>
      </w:r>
      <w:r w:rsidRPr="00582FE8">
        <w:t xml:space="preserve"> </w:t>
      </w:r>
      <w:r w:rsidR="00D91F62" w:rsidRPr="00582FE8">
        <w:t>Provozní středisko ST</w:t>
      </w:r>
      <w:r w:rsidR="00EA0BE1" w:rsidRPr="00582FE8">
        <w:t xml:space="preserve"> Hranice na Moravě</w:t>
      </w:r>
      <w:r w:rsidR="00D91F62" w:rsidRPr="00582FE8">
        <w:t>, Nádražní 2184, 753 01 Hranice na Moravě</w:t>
      </w:r>
      <w:r w:rsidR="00B51879" w:rsidRPr="00582FE8">
        <w:t xml:space="preserve"> </w:t>
      </w:r>
      <w:r w:rsidRPr="00BD0E43">
        <w:t xml:space="preserve">– pro </w:t>
      </w:r>
      <w:r w:rsidR="00B51879" w:rsidRPr="00582FE8">
        <w:t>4 ks</w:t>
      </w:r>
      <w:r w:rsidRPr="00BD0E43">
        <w:t xml:space="preserve"> Předmětu koupě.</w:t>
      </w:r>
    </w:p>
    <w:p w14:paraId="2AAB0962" w14:textId="5AB4C705" w:rsidR="00F24489" w:rsidRDefault="00454369" w:rsidP="00F24489">
      <w:pPr>
        <w:pStyle w:val="Text1-1"/>
      </w:pPr>
      <w:r>
        <w:t xml:space="preserve">Předmět koupě bude dodán v termínu: nejpozději </w:t>
      </w:r>
      <w:r w:rsidRPr="00331037">
        <w:t xml:space="preserve">do </w:t>
      </w:r>
      <w:r w:rsidR="00582FE8">
        <w:rPr>
          <w:b/>
          <w:bCs/>
        </w:rPr>
        <w:t>29</w:t>
      </w:r>
      <w:r w:rsidR="00331037" w:rsidRPr="00331037">
        <w:rPr>
          <w:b/>
          <w:bCs/>
        </w:rPr>
        <w:t>. 11. 2024</w:t>
      </w:r>
      <w:r w:rsidRPr="00331037">
        <w:t>.</w:t>
      </w:r>
    </w:p>
    <w:p w14:paraId="355BFEBF" w14:textId="12DF90B1" w:rsidR="00454369" w:rsidRPr="007E143E" w:rsidRDefault="00454369" w:rsidP="00F24489">
      <w:pPr>
        <w:pStyle w:val="Text1-1"/>
      </w:pPr>
      <w:r w:rsidRPr="007E143E">
        <w:rPr>
          <w:rFonts w:eastAsia="Times New Roman" w:cs="Times New Roman"/>
          <w:lang w:eastAsia="cs-CZ"/>
        </w:rPr>
        <w:t xml:space="preserve">Prodávající se zavazuje avizovat dodávku Předmětu koupě nejpozději </w:t>
      </w:r>
      <w:r w:rsidR="007E143E" w:rsidRPr="007E143E">
        <w:rPr>
          <w:rFonts w:eastAsia="Times New Roman" w:cs="Times New Roman"/>
          <w:lang w:eastAsia="cs-CZ"/>
        </w:rPr>
        <w:t>5</w:t>
      </w:r>
      <w:r w:rsidRPr="007E143E">
        <w:rPr>
          <w:rFonts w:eastAsia="Times New Roman" w:cs="Times New Roman"/>
          <w:lang w:eastAsia="cs-CZ"/>
        </w:rPr>
        <w:t xml:space="preserve"> pracovní</w:t>
      </w:r>
      <w:r w:rsidR="00331037" w:rsidRPr="007E143E">
        <w:rPr>
          <w:rFonts w:eastAsia="Times New Roman" w:cs="Times New Roman"/>
          <w:lang w:eastAsia="cs-CZ"/>
        </w:rPr>
        <w:t>ch</w:t>
      </w:r>
      <w:r w:rsidRPr="007E143E">
        <w:rPr>
          <w:rFonts w:eastAsia="Times New Roman" w:cs="Times New Roman"/>
          <w:lang w:eastAsia="cs-CZ"/>
        </w:rPr>
        <w:t xml:space="preserve"> dn</w:t>
      </w:r>
      <w:r w:rsidR="00331037" w:rsidRPr="007E143E">
        <w:rPr>
          <w:rFonts w:eastAsia="Times New Roman" w:cs="Times New Roman"/>
          <w:lang w:eastAsia="cs-CZ"/>
        </w:rPr>
        <w:t>ů</w:t>
      </w:r>
      <w:r w:rsidRPr="007E143E">
        <w:rPr>
          <w:rFonts w:eastAsia="Times New Roman" w:cs="Times New Roman"/>
          <w:lang w:eastAsia="cs-CZ"/>
        </w:rPr>
        <w:t xml:space="preserve"> před přesným termínem dodání telefonicky nebo e-mailem dle údajů uvedených u kontaktní osoby Kupujícího</w:t>
      </w:r>
      <w:r w:rsidR="00BA0181" w:rsidRPr="007E143E">
        <w:rPr>
          <w:rFonts w:eastAsia="Times New Roman" w:cs="Times New Roman"/>
          <w:lang w:eastAsia="cs-CZ"/>
        </w:rPr>
        <w:t xml:space="preserve">, uvedeného </w:t>
      </w:r>
      <w:r w:rsidRPr="007E143E">
        <w:rPr>
          <w:rFonts w:eastAsia="Times New Roman" w:cs="Times New Roman"/>
          <w:lang w:eastAsia="cs-CZ"/>
        </w:rPr>
        <w:t>v čl. 7, odst. 7.2 této Smlouvy.</w:t>
      </w:r>
    </w:p>
    <w:p w14:paraId="38CF7383" w14:textId="22A371D8" w:rsidR="00F24489" w:rsidRPr="00331037" w:rsidRDefault="00F34FAC" w:rsidP="00214C3E">
      <w:pPr>
        <w:pStyle w:val="Nadpis1-1"/>
      </w:pPr>
      <w:r w:rsidRPr="00331037">
        <w:t>přeprava předmětu koupě</w:t>
      </w:r>
    </w:p>
    <w:p w14:paraId="76924D9A" w14:textId="26A7F2BB" w:rsidR="00F34FAC" w:rsidRPr="007E143E" w:rsidRDefault="00454369" w:rsidP="00F34FAC">
      <w:pPr>
        <w:pStyle w:val="Text1-1"/>
      </w:pPr>
      <w:r w:rsidRPr="007E143E">
        <w:t xml:space="preserve">Kupující </w:t>
      </w:r>
      <w:r w:rsidR="00296DA3">
        <w:t>ne</w:t>
      </w:r>
      <w:r w:rsidR="007E143E" w:rsidRPr="007E143E">
        <w:t>po</w:t>
      </w:r>
      <w:r w:rsidRPr="007E143E">
        <w:t>žaduje pojištění</w:t>
      </w:r>
      <w:r w:rsidR="00FB1BA8" w:rsidRPr="007E143E">
        <w:t>.</w:t>
      </w:r>
    </w:p>
    <w:p w14:paraId="3F7FE46F" w14:textId="36E151B9" w:rsidR="00F34FAC" w:rsidRPr="007E143E" w:rsidRDefault="00454369" w:rsidP="00F34FAC">
      <w:pPr>
        <w:pStyle w:val="Text1-1"/>
      </w:pPr>
      <w:r w:rsidRPr="007E143E">
        <w:t>Kupující nevyžaduje speciální balení.</w:t>
      </w:r>
    </w:p>
    <w:p w14:paraId="4F5C9EAA" w14:textId="2FC07B1E" w:rsidR="00F34FAC" w:rsidRPr="00582FE8" w:rsidRDefault="00A53FCB" w:rsidP="00F34FAC">
      <w:pPr>
        <w:pStyle w:val="Text1-1"/>
      </w:pPr>
      <w:bookmarkStart w:id="1" w:name="_Hlk161322717"/>
      <w:r w:rsidRPr="00582FE8">
        <w:t>Vratný obalový materiál tvoří</w:t>
      </w:r>
      <w:bookmarkEnd w:id="1"/>
      <w:r w:rsidR="00331037" w:rsidRPr="00582FE8">
        <w:t>: bez vratného materiálu</w:t>
      </w:r>
      <w:r w:rsidR="00DB39A6" w:rsidRPr="00582FE8">
        <w:t>.</w:t>
      </w:r>
    </w:p>
    <w:p w14:paraId="41B996A5" w14:textId="3B8F46D3" w:rsidR="00A53FCB" w:rsidRPr="00582FE8" w:rsidRDefault="00A53FCB" w:rsidP="005511D6">
      <w:pPr>
        <w:pStyle w:val="Text1-1"/>
      </w:pPr>
      <w:r w:rsidRPr="00582FE8">
        <w:t xml:space="preserve">Kupující </w:t>
      </w:r>
      <w:r w:rsidR="007E143E" w:rsidRPr="00582FE8">
        <w:t>ne</w:t>
      </w:r>
      <w:r w:rsidRPr="00582FE8">
        <w:t>vyžaduje vyložení Předmětu koupě z dopravního prostředku.</w:t>
      </w:r>
    </w:p>
    <w:p w14:paraId="25DC41BF" w14:textId="528D0D1D" w:rsidR="00A53FCB" w:rsidRPr="00331037" w:rsidRDefault="00A53FCB" w:rsidP="00F34FAC">
      <w:pPr>
        <w:pStyle w:val="Nadpis1-1"/>
        <w:rPr>
          <w:b w:val="0"/>
          <w:bCs/>
        </w:rPr>
      </w:pPr>
      <w:r w:rsidRPr="00331037">
        <w:rPr>
          <w:bCs/>
        </w:rPr>
        <w:t>Listiny (Doklady)</w:t>
      </w:r>
    </w:p>
    <w:p w14:paraId="3998DF55" w14:textId="78B02A86" w:rsidR="00A53FCB" w:rsidRPr="00331037" w:rsidRDefault="00A53FCB" w:rsidP="005511D6">
      <w:pPr>
        <w:pStyle w:val="Text1-1"/>
      </w:pPr>
      <w:r w:rsidRPr="00331037">
        <w:t>Nejpozději s předáním a převzetím Předmětu koupě se Prodávající zavazuje předat Kupujícímu následující listiny (Doklady) vztahující se k Předmětu koupě:</w:t>
      </w:r>
    </w:p>
    <w:p w14:paraId="458B43FA" w14:textId="7983B627" w:rsidR="00A53FCB" w:rsidRDefault="00A53FCB" w:rsidP="00A53FCB">
      <w:pPr>
        <w:pStyle w:val="Text1-2"/>
      </w:pPr>
      <w:r w:rsidRPr="007E143E">
        <w:t>Dodací list</w:t>
      </w:r>
      <w:r w:rsidR="00331037" w:rsidRPr="007E143E">
        <w:t>.</w:t>
      </w:r>
    </w:p>
    <w:p w14:paraId="217E2A6E" w14:textId="7CF4B4B4" w:rsidR="00582FE8" w:rsidRPr="007E143E" w:rsidRDefault="00582FE8" w:rsidP="00A53FCB">
      <w:pPr>
        <w:pStyle w:val="Text1-2"/>
      </w:pPr>
      <w:r w:rsidRPr="00143941">
        <w:t>Prohlášení o shodě dodaného výrobku (Předmětu koupě).</w:t>
      </w:r>
    </w:p>
    <w:p w14:paraId="30308DDA" w14:textId="42D1DA4C" w:rsidR="00A53FCB" w:rsidRDefault="00331037" w:rsidP="00A53FCB">
      <w:pPr>
        <w:pStyle w:val="Text1-2"/>
      </w:pPr>
      <w:r w:rsidRPr="007E143E">
        <w:t>Předávací protokol.</w:t>
      </w:r>
    </w:p>
    <w:p w14:paraId="1E6CD09B" w14:textId="1D7B021F" w:rsidR="00A822E2" w:rsidRPr="007E143E" w:rsidRDefault="00A822E2" w:rsidP="00A53FCB">
      <w:pPr>
        <w:pStyle w:val="Text1-2"/>
      </w:pPr>
      <w:r>
        <w:t xml:space="preserve">Návod k použití, údržbě a obsluze </w:t>
      </w:r>
      <w:r w:rsidRPr="004D061B">
        <w:t>zařízení v českém jazyce</w:t>
      </w:r>
      <w:r>
        <w:t>.</w:t>
      </w:r>
    </w:p>
    <w:p w14:paraId="54FECE25" w14:textId="6443DE96" w:rsidR="00A53FCB" w:rsidRPr="007E143E" w:rsidRDefault="007E143E" w:rsidP="00A53FCB">
      <w:pPr>
        <w:pStyle w:val="Text1-2"/>
      </w:pPr>
      <w:r w:rsidRPr="007E143E">
        <w:t>Výchozí reviz</w:t>
      </w:r>
      <w:r w:rsidR="00582FE8">
        <w:t>ní zpráva pro část</w:t>
      </w:r>
      <w:r w:rsidRPr="007E143E">
        <w:t xml:space="preserve"> elektrické instalace.</w:t>
      </w:r>
    </w:p>
    <w:p w14:paraId="3C33C691" w14:textId="2B241F7A" w:rsidR="00A53FCB" w:rsidRPr="00331037" w:rsidRDefault="00A53FCB" w:rsidP="00F34FAC">
      <w:pPr>
        <w:pStyle w:val="Nadpis1-1"/>
        <w:rPr>
          <w:b w:val="0"/>
          <w:bCs/>
        </w:rPr>
      </w:pPr>
      <w:r w:rsidRPr="00331037">
        <w:rPr>
          <w:bCs/>
        </w:rPr>
        <w:t>Záruka</w:t>
      </w:r>
    </w:p>
    <w:p w14:paraId="7BB37752" w14:textId="5D1FD163" w:rsidR="00AF0065" w:rsidRDefault="00A53FCB" w:rsidP="00A771A6">
      <w:pPr>
        <w:pStyle w:val="Text1-1"/>
      </w:pPr>
      <w:r w:rsidRPr="00331037">
        <w:t>Záruční</w:t>
      </w:r>
      <w:r w:rsidRPr="00A53FCB">
        <w:t xml:space="preserve"> doba činí </w:t>
      </w:r>
      <w:r w:rsidRPr="00331037">
        <w:rPr>
          <w:b/>
          <w:bCs/>
        </w:rPr>
        <w:t>24</w:t>
      </w:r>
      <w:r w:rsidRPr="00A53FCB">
        <w:t xml:space="preserve"> měsíců.</w:t>
      </w:r>
    </w:p>
    <w:p w14:paraId="775359CC" w14:textId="77777777" w:rsidR="00582FE8" w:rsidRPr="00BD0E43" w:rsidRDefault="00582FE8" w:rsidP="00582FE8">
      <w:pPr>
        <w:pStyle w:val="Text1-1"/>
      </w:pPr>
      <w:bookmarkStart w:id="2" w:name="_Hlk161322988"/>
      <w:r w:rsidRPr="00BD0E43">
        <w:t xml:space="preserve">Místem pro posuzování a odstraňování veškerých vad po celou záruční dobu je Místo dodání, které je uvedeno v čl. 3, odst. 3.1 této Smlouvy. Pokud se jedná o vadu, na kterou se vztahuje záruka a vadu není možno odstranit v Kupujícím určeném místě, zajistí Prodávající přepravu Předmětu koupě do místa opravy a následně zpět do Místa dodání a uhradí veškeré oprávněné náklady s touto přepravou spojené. </w:t>
      </w:r>
    </w:p>
    <w:p w14:paraId="58CC51A6" w14:textId="07B8A0FD" w:rsidR="00A771A6" w:rsidRPr="00582FE8" w:rsidRDefault="00A771A6" w:rsidP="00A771A6">
      <w:pPr>
        <w:pStyle w:val="Text1-1"/>
      </w:pPr>
      <w:r w:rsidRPr="00582FE8">
        <w:lastRenderedPageBreak/>
        <w:t>Kupující umožní zástupcům Prodávajícího za účelem posuzování a odstraňování vad uplatněných v záruční době přístup do prostor, kde je vadný Předmět koupě odstaven. Kupující zajistí přístup k Předmětu koupě tak, aby bylo možné provést opravu vadného zařízení</w:t>
      </w:r>
      <w:bookmarkEnd w:id="2"/>
      <w:r w:rsidRPr="00582FE8">
        <w:t>.</w:t>
      </w:r>
    </w:p>
    <w:p w14:paraId="263D04DB" w14:textId="6BFAA30A" w:rsidR="00F24489" w:rsidRPr="00FE6762" w:rsidRDefault="00FB1BA8" w:rsidP="00214C3E">
      <w:pPr>
        <w:pStyle w:val="Nadpis1-1"/>
      </w:pPr>
      <w:r>
        <w:t>další ujednání</w:t>
      </w:r>
    </w:p>
    <w:p w14:paraId="6A41F105" w14:textId="77777777" w:rsidR="007C34D3" w:rsidRPr="000C5DA0" w:rsidRDefault="007C34D3" w:rsidP="007C34D3">
      <w:pPr>
        <w:pStyle w:val="Text1-1"/>
        <w:rPr>
          <w:lang w:eastAsia="cs-CZ"/>
        </w:rPr>
      </w:pPr>
      <w:r w:rsidRPr="000C5DA0">
        <w:rPr>
          <w:lang w:eastAsia="cs-CZ"/>
        </w:rPr>
        <w:t>Prodávající ujišťuje Kupujícího, že Předmět koupě je prostý všech vad, jak právních, tak faktických.</w:t>
      </w:r>
    </w:p>
    <w:p w14:paraId="7EC83A35" w14:textId="77777777" w:rsidR="007C34D3" w:rsidRPr="00C208FD" w:rsidRDefault="007C34D3" w:rsidP="007C34D3">
      <w:pPr>
        <w:pStyle w:val="Text1-1"/>
        <w:rPr>
          <w:lang w:eastAsia="cs-CZ"/>
        </w:rPr>
      </w:pPr>
      <w:r w:rsidRPr="00C208FD">
        <w:rPr>
          <w:lang w:eastAsia="cs-CZ"/>
        </w:rPr>
        <w:t>Kontaktními osobami Smluvních stran jsou</w:t>
      </w:r>
      <w:r>
        <w:rPr>
          <w:lang w:eastAsia="cs-CZ"/>
        </w:rPr>
        <w:t>:</w:t>
      </w:r>
    </w:p>
    <w:p w14:paraId="626E0AF3" w14:textId="18FBC194" w:rsidR="007C34D3" w:rsidRPr="00331037" w:rsidRDefault="007C34D3" w:rsidP="007C34D3">
      <w:pPr>
        <w:spacing w:after="80" w:line="276" w:lineRule="auto"/>
        <w:ind w:left="2410" w:hanging="1702"/>
        <w:jc w:val="both"/>
        <w:rPr>
          <w:rFonts w:eastAsia="Times New Roman" w:cs="Times New Roman"/>
          <w:lang w:eastAsia="cs-CZ"/>
        </w:rPr>
      </w:pPr>
      <w:r w:rsidRPr="00993BA6">
        <w:rPr>
          <w:rFonts w:eastAsia="Times New Roman" w:cs="Times New Roman"/>
          <w:lang w:eastAsia="cs-CZ"/>
        </w:rPr>
        <w:t xml:space="preserve">za </w:t>
      </w:r>
      <w:r>
        <w:rPr>
          <w:rFonts w:eastAsia="Times New Roman" w:cs="Times New Roman"/>
          <w:lang w:eastAsia="cs-CZ"/>
        </w:rPr>
        <w:t>Kupujícího</w:t>
      </w:r>
      <w:r w:rsidRPr="00103BA6">
        <w:rPr>
          <w:rFonts w:eastAsia="Times New Roman" w:cs="Times New Roman"/>
          <w:lang w:eastAsia="cs-CZ"/>
        </w:rPr>
        <w:t xml:space="preserve">: </w:t>
      </w:r>
      <w:bookmarkStart w:id="3" w:name="_Hlk141698837"/>
      <w:r>
        <w:rPr>
          <w:rFonts w:eastAsia="Times New Roman" w:cs="Times New Roman"/>
          <w:lang w:eastAsia="cs-CZ"/>
        </w:rPr>
        <w:tab/>
      </w:r>
      <w:bookmarkEnd w:id="3"/>
      <w:r w:rsidR="007E143E">
        <w:t>Ing. Ondřej Brdíčko</w:t>
      </w:r>
    </w:p>
    <w:p w14:paraId="32A6E452" w14:textId="4FE2A439" w:rsidR="007C34D3" w:rsidRDefault="007C34D3" w:rsidP="007C34D3">
      <w:pPr>
        <w:spacing w:after="80" w:line="276" w:lineRule="auto"/>
        <w:ind w:left="1701" w:firstLine="709"/>
        <w:jc w:val="both"/>
        <w:rPr>
          <w:rStyle w:val="Hypertextovodkaz"/>
          <w:rFonts w:eastAsia="Times New Roman" w:cs="Times New Roman"/>
          <w:lang w:eastAsia="cs-CZ"/>
        </w:rPr>
      </w:pPr>
      <w:r w:rsidRPr="00331037">
        <w:rPr>
          <w:rFonts w:eastAsia="Times New Roman" w:cs="Times New Roman"/>
          <w:lang w:eastAsia="cs-CZ"/>
        </w:rPr>
        <w:t xml:space="preserve">tel. </w:t>
      </w:r>
      <w:r w:rsidRPr="00331037">
        <w:t>+420</w:t>
      </w:r>
      <w:r w:rsidR="007E143E">
        <w:t> 602 544 851</w:t>
      </w:r>
      <w:r w:rsidRPr="00331037">
        <w:rPr>
          <w:rFonts w:eastAsia="Times New Roman" w:cs="Times New Roman"/>
          <w:lang w:eastAsia="cs-CZ"/>
        </w:rPr>
        <w:t xml:space="preserve">, email: </w:t>
      </w:r>
      <w:hyperlink r:id="rId13" w:history="1">
        <w:r w:rsidR="007E143E" w:rsidRPr="00CB4D85">
          <w:rPr>
            <w:rStyle w:val="Hypertextovodkaz"/>
            <w:rFonts w:eastAsia="Times New Roman" w:cs="Times New Roman"/>
            <w:noProof w:val="0"/>
            <w:lang w:eastAsia="cs-CZ"/>
          </w:rPr>
          <w:t>Brdicko@spravazeleznic.cz</w:t>
        </w:r>
      </w:hyperlink>
      <w:r>
        <w:rPr>
          <w:rStyle w:val="Hypertextovodkaz"/>
          <w:rFonts w:eastAsia="Times New Roman" w:cs="Times New Roman"/>
          <w:lang w:eastAsia="cs-CZ"/>
        </w:rPr>
        <w:t xml:space="preserve"> </w:t>
      </w:r>
    </w:p>
    <w:p w14:paraId="4791E1AD" w14:textId="769E89C8" w:rsidR="007C34D3" w:rsidRDefault="007C34D3" w:rsidP="007C34D3">
      <w:pPr>
        <w:widowControl w:val="0"/>
        <w:spacing w:after="80" w:line="276" w:lineRule="auto"/>
        <w:ind w:left="2124" w:hanging="1416"/>
        <w:jc w:val="both"/>
        <w:rPr>
          <w:rFonts w:eastAsia="Times New Roman" w:cs="Times New Roman"/>
          <w:lang w:eastAsia="cs-CZ"/>
        </w:rPr>
      </w:pPr>
      <w:r w:rsidRPr="00C208FD">
        <w:rPr>
          <w:rFonts w:eastAsia="Times New Roman" w:cs="Times New Roman"/>
          <w:lang w:eastAsia="cs-CZ"/>
        </w:rPr>
        <w:t xml:space="preserve">za </w:t>
      </w:r>
      <w:r>
        <w:rPr>
          <w:rFonts w:eastAsia="Times New Roman" w:cs="Times New Roman"/>
          <w:lang w:eastAsia="cs-CZ"/>
        </w:rPr>
        <w:t xml:space="preserve">Prodávajícího: </w:t>
      </w:r>
      <w:r w:rsidRPr="00B42F40">
        <w:t>"[</w:t>
      </w:r>
      <w:r w:rsidRPr="00B42F40">
        <w:rPr>
          <w:highlight w:val="yellow"/>
        </w:rPr>
        <w:t xml:space="preserve">VLOŽÍ </w:t>
      </w:r>
      <w:r>
        <w:rPr>
          <w:highlight w:val="yellow"/>
        </w:rPr>
        <w:t>PRODÁVAJÍCÍ</w:t>
      </w:r>
      <w:r w:rsidRPr="00B42F40">
        <w:t>]"</w:t>
      </w:r>
    </w:p>
    <w:p w14:paraId="3EBFE03F" w14:textId="583E4413" w:rsidR="007C34D3" w:rsidRPr="007C34D3" w:rsidRDefault="007C34D3" w:rsidP="007C34D3">
      <w:pPr>
        <w:spacing w:after="80" w:line="276" w:lineRule="auto"/>
        <w:ind w:left="2410"/>
        <w:jc w:val="both"/>
        <w:rPr>
          <w:rFonts w:eastAsia="Times New Roman" w:cs="Times New Roman"/>
          <w:lang w:eastAsia="cs-CZ"/>
        </w:rPr>
      </w:pPr>
      <w:r w:rsidRPr="00D55816">
        <w:rPr>
          <w:rFonts w:eastAsia="Times New Roman" w:cs="Times New Roman"/>
          <w:lang w:eastAsia="cs-CZ"/>
        </w:rPr>
        <w:t>tel.</w:t>
      </w:r>
      <w:r>
        <w:rPr>
          <w:rFonts w:eastAsia="Times New Roman" w:cs="Times New Roman"/>
          <w:lang w:eastAsia="cs-CZ"/>
        </w:rPr>
        <w:t xml:space="preserve"> +420 </w:t>
      </w:r>
      <w:r w:rsidRPr="00B42F40">
        <w:t>"[</w:t>
      </w:r>
      <w:r w:rsidRPr="00B42F40">
        <w:rPr>
          <w:highlight w:val="yellow"/>
        </w:rPr>
        <w:t xml:space="preserve">VLOŽÍ </w:t>
      </w:r>
      <w:r>
        <w:rPr>
          <w:highlight w:val="yellow"/>
        </w:rPr>
        <w:t>PRODÁVAJÍCÍ</w:t>
      </w:r>
      <w:r w:rsidRPr="00B42F40">
        <w:t>]"</w:t>
      </w:r>
      <w:r w:rsidRPr="00D55816">
        <w:rPr>
          <w:rFonts w:eastAsia="Times New Roman" w:cs="Times New Roman"/>
          <w:lang w:eastAsia="cs-CZ"/>
        </w:rPr>
        <w:t>, e-mail:</w:t>
      </w:r>
      <w:r>
        <w:rPr>
          <w:rFonts w:eastAsia="Times New Roman" w:cs="Times New Roman"/>
          <w:lang w:eastAsia="cs-CZ"/>
        </w:rPr>
        <w:t xml:space="preserve"> </w:t>
      </w:r>
      <w:r w:rsidRPr="00B42F40">
        <w:t>"[</w:t>
      </w:r>
      <w:r w:rsidRPr="00B42F40">
        <w:rPr>
          <w:highlight w:val="yellow"/>
        </w:rPr>
        <w:t xml:space="preserve">VLOŽÍ </w:t>
      </w:r>
      <w:r>
        <w:rPr>
          <w:highlight w:val="yellow"/>
        </w:rPr>
        <w:t>PRODÁVAJÍCÍ</w:t>
      </w:r>
      <w:r w:rsidRPr="00B42F40">
        <w:t>]"</w:t>
      </w:r>
    </w:p>
    <w:p w14:paraId="4E730EED" w14:textId="42E3F878" w:rsidR="00214C3E" w:rsidRDefault="00FE6762" w:rsidP="00214C3E">
      <w:pPr>
        <w:pStyle w:val="Text1-1"/>
      </w:pPr>
      <w:r>
        <w:t xml:space="preserve">V případě poskytnutí osobních údajů v rámci </w:t>
      </w:r>
      <w:r w:rsidR="007C34D3">
        <w:t>plnění</w:t>
      </w:r>
      <w:r>
        <w:t xml:space="preserve"> této Smlouvy se Prodávající</w:t>
      </w:r>
      <w:r w:rsidR="00214C3E" w:rsidRPr="00214C3E">
        <w:t xml:space="preserve"> zavazuje přijmout vhodná technická a organizační opatření podle nařízení Evropského parlamentu a Rady (EU) 2016/679 ze dne 27.dubna 2016 o ochraně fyzických osob v souvislosti</w:t>
      </w:r>
      <w:r w:rsidR="00214C3E">
        <w:t xml:space="preserve"> se zaprac</w:t>
      </w:r>
      <w:r w:rsidR="00214C3E" w:rsidRPr="004B1A40">
        <w:rPr>
          <w:rStyle w:val="OdstavecsmlouvyChar"/>
          <w:rFonts w:eastAsiaTheme="minorHAnsi"/>
        </w:rPr>
        <w:t>o</w:t>
      </w:r>
      <w:r w:rsidR="00214C3E">
        <w:t xml:space="preserve">váním osobních údajů a o volném pohybu těchto údajů a o zrušení směrnice 95/46 ES (obecné nařízení o ochraně osobních údajů) (dále jen GDPR), které se na něj jako na zpracovatele vztahují a plnění těchto povinností na vyžádání doložit </w:t>
      </w:r>
      <w:r>
        <w:t>Kupujícímu</w:t>
      </w:r>
      <w:r w:rsidR="00214C3E">
        <w:t>.</w:t>
      </w:r>
    </w:p>
    <w:p w14:paraId="0E46527C" w14:textId="036A254B" w:rsidR="00F34FAC" w:rsidRPr="00F34FAC" w:rsidRDefault="00C6261A" w:rsidP="005511D6">
      <w:pPr>
        <w:pStyle w:val="Text1-1"/>
      </w:pPr>
      <w:r>
        <w:t>Kupující</w:t>
      </w:r>
      <w:r w:rsidR="00F34FAC" w:rsidRPr="00677D89">
        <w:t xml:space="preserve"> si vyhrazuje změnu </w:t>
      </w:r>
      <w:r w:rsidR="00F34FAC">
        <w:t xml:space="preserve">Prodávajícího </w:t>
      </w:r>
      <w:r w:rsidR="00F34FAC" w:rsidRPr="00677D89">
        <w:t xml:space="preserve">v průběhu plnění veřejné zakázky, dojde-li k předčasnému ukončení této Smlouvy ze strany </w:t>
      </w:r>
      <w:r w:rsidR="00F34FAC">
        <w:t>Prodávajícího</w:t>
      </w:r>
      <w:r w:rsidR="00F34FAC" w:rsidRPr="00677D89">
        <w:t xml:space="preserve"> nebo k předčasnému ukončení Smlouvy ze strany </w:t>
      </w:r>
      <w:r w:rsidR="00F34FAC">
        <w:t>Kupujícího</w:t>
      </w:r>
      <w:r w:rsidR="00F34FAC" w:rsidRPr="00677D89">
        <w:t xml:space="preserve"> z důvodu porušení povinnosti </w:t>
      </w:r>
      <w:r w:rsidR="00F34FAC">
        <w:t>Prodávajícího</w:t>
      </w:r>
      <w:r w:rsidR="00F34FAC" w:rsidRPr="00677D89">
        <w:t xml:space="preserve">. Smluvní strany výslovně akceptují, že dle čl. 14 Výzvy k podání nabídky je </w:t>
      </w:r>
      <w:r w:rsidR="00F34FAC">
        <w:t>Kupující</w:t>
      </w:r>
      <w:r w:rsidR="00F34FAC" w:rsidRPr="00677D89">
        <w:t xml:space="preserve"> oprávněn přistoupit k nahrazení </w:t>
      </w:r>
      <w:r w:rsidR="00F34FAC">
        <w:t>Prodávajícího</w:t>
      </w:r>
      <w:r w:rsidR="00F34FAC" w:rsidRPr="00677D89">
        <w:t xml:space="preserve"> způsobem a za podmínek dle čl. 14 Výzvy k podání nabídky. V takovém případě je </w:t>
      </w:r>
      <w:r w:rsidR="00F34FAC">
        <w:t>Prodávající</w:t>
      </w:r>
      <w:r w:rsidR="00F34FAC" w:rsidRPr="00677D89">
        <w:t xml:space="preserve"> povinen poskytnout </w:t>
      </w:r>
      <w:r w:rsidR="00F34FAC">
        <w:t xml:space="preserve">Kupujícímu </w:t>
      </w:r>
      <w:r w:rsidR="00F34FAC" w:rsidRPr="00677D89">
        <w:t xml:space="preserve">a nově určenému </w:t>
      </w:r>
      <w:r w:rsidR="00F34FAC">
        <w:t>Prodávajícímu</w:t>
      </w:r>
      <w:r w:rsidR="00F34FAC" w:rsidRPr="00677D89">
        <w:t xml:space="preserve"> veškerou součinnost nezbytnou pro další </w:t>
      </w:r>
      <w:r w:rsidR="00F34FAC">
        <w:t>plnění</w:t>
      </w:r>
      <w:r w:rsidR="00F34FAC" w:rsidRPr="00677D89">
        <w:t xml:space="preserve"> </w:t>
      </w:r>
      <w:r w:rsidR="00F34FAC">
        <w:t>Dodávky</w:t>
      </w:r>
      <w:r w:rsidR="00F34FAC" w:rsidRPr="00677D89">
        <w:t>.</w:t>
      </w:r>
    </w:p>
    <w:p w14:paraId="17F452BA" w14:textId="77777777" w:rsidR="00F34FAC" w:rsidRPr="00F34FAC" w:rsidRDefault="00F34FAC" w:rsidP="00F34FAC">
      <w:pPr>
        <w:pStyle w:val="Text1-1"/>
        <w:rPr>
          <w:rFonts w:eastAsia="Times New Roman"/>
          <w:lang w:eastAsia="cs-CZ"/>
        </w:rPr>
      </w:pPr>
      <w:r w:rsidRPr="00F34FAC">
        <w:t>Poddodavatelé</w:t>
      </w:r>
      <w:r w:rsidRPr="00F34FAC">
        <w:rPr>
          <w:rFonts w:eastAsia="Times New Roman"/>
          <w:lang w:eastAsia="cs-CZ"/>
        </w:rPr>
        <w:t xml:space="preserve"> a odborný personál</w:t>
      </w:r>
    </w:p>
    <w:p w14:paraId="131660DF" w14:textId="77777777" w:rsidR="00F34FAC" w:rsidRPr="00FB1BA8" w:rsidRDefault="00F34FAC" w:rsidP="00F34FAC">
      <w:pPr>
        <w:pStyle w:val="Text1-2"/>
        <w:rPr>
          <w:highlight w:val="lightGray"/>
        </w:rPr>
      </w:pPr>
      <w:r w:rsidRPr="00FB1BA8">
        <w:rPr>
          <w:highlight w:val="lightGray"/>
        </w:rPr>
        <w:t xml:space="preserve">Na provedení Koupě se budou podílet poddodavatelé uvedení v Příloze č. 4 této Smlouvy. </w:t>
      </w:r>
    </w:p>
    <w:p w14:paraId="5C8F006F" w14:textId="2DCC1E13" w:rsidR="00F34FAC" w:rsidRPr="00FB1BA8" w:rsidRDefault="00F34FAC" w:rsidP="00F34FAC">
      <w:pPr>
        <w:pStyle w:val="Text1-2"/>
        <w:numPr>
          <w:ilvl w:val="0"/>
          <w:numId w:val="0"/>
        </w:numPr>
        <w:ind w:left="1474"/>
        <w:rPr>
          <w:highlight w:val="lightGray"/>
        </w:rPr>
      </w:pPr>
      <w:r w:rsidRPr="00FB1BA8">
        <w:rPr>
          <w:highlight w:val="lightGray"/>
        </w:rPr>
        <w:t xml:space="preserve">(jestliže se na provedení nebudou podílet poddodavatelé, Prodávajícího, do </w:t>
      </w:r>
      <w:r w:rsidR="00726F62">
        <w:rPr>
          <w:highlight w:val="lightGray"/>
        </w:rPr>
        <w:t xml:space="preserve">odst. </w:t>
      </w:r>
      <w:r w:rsidR="00637BA9">
        <w:rPr>
          <w:highlight w:val="lightGray"/>
        </w:rPr>
        <w:t>7</w:t>
      </w:r>
      <w:r w:rsidRPr="00FB1BA8">
        <w:rPr>
          <w:highlight w:val="lightGray"/>
        </w:rPr>
        <w:t>.5.1 bude v rámci přípravy smlouvy před popisem s vybraným dodavatelem vepsáno: „Na provedení Koupě se nebudou podílet poddodavatelé.“ a současně bude vymazána příslušná příloha „Seznam poddodavatelů“).</w:t>
      </w:r>
    </w:p>
    <w:p w14:paraId="761E12E9" w14:textId="139908BD" w:rsidR="00F34FAC" w:rsidRPr="00C371C8" w:rsidRDefault="00C371C8" w:rsidP="00F34FAC">
      <w:pPr>
        <w:pStyle w:val="Text1-1"/>
      </w:pPr>
      <w:r w:rsidRPr="00C371C8">
        <w:t>Neobsazeno.</w:t>
      </w:r>
    </w:p>
    <w:p w14:paraId="424C23B1" w14:textId="42157FEC" w:rsidR="00582FE8" w:rsidRPr="00BD0E43" w:rsidRDefault="00582FE8" w:rsidP="00F34FAC">
      <w:pPr>
        <w:pStyle w:val="Text1-1"/>
        <w:rPr>
          <w:rFonts w:ascii="Verdana" w:hAnsi="Verdana" w:cstheme="minorHAnsi"/>
        </w:rPr>
      </w:pPr>
      <w:r>
        <w:rPr>
          <w:rFonts w:ascii="Verdana" w:hAnsi="Verdana" w:cstheme="minorHAnsi"/>
        </w:rPr>
        <w:t>Neobsazeno.</w:t>
      </w:r>
    </w:p>
    <w:p w14:paraId="09416DF1" w14:textId="65211C6B" w:rsidR="00F34FAC" w:rsidRPr="00AF0065" w:rsidRDefault="00F34FAC" w:rsidP="00F34FAC">
      <w:pPr>
        <w:pStyle w:val="Text1-1"/>
        <w:rPr>
          <w:rFonts w:ascii="Verdana" w:hAnsi="Verdana" w:cstheme="minorHAnsi"/>
        </w:rPr>
      </w:pPr>
      <w:r w:rsidRPr="00F34FAC">
        <w:rPr>
          <w:rFonts w:eastAsia="Times New Roman" w:cs="Times New Roman"/>
        </w:rPr>
        <w:t>Odpovědné</w:t>
      </w:r>
      <w:r w:rsidRPr="00AF0065">
        <w:rPr>
          <w:rFonts w:ascii="Verdana" w:hAnsi="Verdana" w:cstheme="minorHAnsi"/>
        </w:rPr>
        <w:t xml:space="preserve"> zadávání</w:t>
      </w:r>
    </w:p>
    <w:p w14:paraId="2E2372A5" w14:textId="77777777" w:rsidR="00F34FAC" w:rsidRPr="00176F38" w:rsidRDefault="00F34FAC" w:rsidP="00F34FAC">
      <w:pPr>
        <w:pStyle w:val="Text1-1"/>
        <w:numPr>
          <w:ilvl w:val="0"/>
          <w:numId w:val="0"/>
        </w:numPr>
        <w:ind w:left="737"/>
        <w:rPr>
          <w:rFonts w:ascii="Verdana" w:hAnsi="Verdana" w:cstheme="minorHAnsi"/>
        </w:rPr>
      </w:pPr>
      <w:r w:rsidRPr="00AF0065">
        <w:t>Kupující</w:t>
      </w:r>
      <w:r w:rsidRPr="00AF0065">
        <w:rPr>
          <w:rFonts w:ascii="Verdana" w:hAnsi="Verdana" w:cstheme="minorHAnsi"/>
        </w:rPr>
        <w:t xml:space="preserve"> je povinen při vytváření zadávacích podmínek, včetně pravidel pro hodnocení nabídek, a výběru dodavatele, výběrového řízení, ve kterém byla uzavřena tato Smlouva dodržovat zásady sociálně odpovědného zadávání, environmentálně odpovědného zadávání a inovací jak jsou definovány v § 28 odst. 1 písm. p) až r) zákona č. 134/2016 Sb., o zadávání veřejných zakázek (dále jen „odpovědné zadávání“). Prodávající bere podpisem této Smlouvy výslovně na vědomí tuto povinnost Kupujícího, jakož i veškeré s tím související požadavky na Prodávajícího v daném ohledu kladené, které jsou jako jednotlivé prvky odpovědného zadávání uvedeny v následujících</w:t>
      </w:r>
      <w:r w:rsidRPr="00176F38">
        <w:rPr>
          <w:rFonts w:ascii="Verdana" w:hAnsi="Verdana" w:cstheme="minorHAnsi"/>
        </w:rPr>
        <w:t xml:space="preserve"> ustanovení tohoto článku </w:t>
      </w:r>
      <w:r>
        <w:rPr>
          <w:rFonts w:ascii="Verdana" w:hAnsi="Verdana" w:cstheme="minorHAnsi"/>
        </w:rPr>
        <w:t>Smlouvy</w:t>
      </w:r>
      <w:r w:rsidRPr="00176F38">
        <w:rPr>
          <w:rFonts w:ascii="Verdana" w:hAnsi="Verdana" w:cstheme="minorHAnsi"/>
        </w:rPr>
        <w:t>.</w:t>
      </w:r>
    </w:p>
    <w:p w14:paraId="149A757E" w14:textId="20F1F158" w:rsidR="00F34FAC" w:rsidRPr="00F34FAC" w:rsidRDefault="00F34FAC" w:rsidP="00F34FAC">
      <w:pPr>
        <w:pStyle w:val="Text1-1"/>
        <w:numPr>
          <w:ilvl w:val="0"/>
          <w:numId w:val="0"/>
        </w:numPr>
        <w:ind w:left="737"/>
      </w:pPr>
      <w:r w:rsidRPr="00C371C8">
        <w:lastRenderedPageBreak/>
        <w:t>Kupující</w:t>
      </w:r>
      <w:r w:rsidRPr="00C371C8">
        <w:rPr>
          <w:rFonts w:ascii="Verdana" w:hAnsi="Verdana" w:cstheme="minorHAnsi"/>
        </w:rPr>
        <w:t xml:space="preserve"> ve výběrovém řízení neuplatnil prvky odpovědného zadávání a pro účely této Smlouvy tedy nepožaduje jejich dodržování ze strany Prodávajícího při plnění této Smlouvy.</w:t>
      </w:r>
    </w:p>
    <w:p w14:paraId="149B2590" w14:textId="5FCE9E44" w:rsidR="007C34D3" w:rsidRPr="007C34D3" w:rsidRDefault="007C34D3" w:rsidP="007C34D3">
      <w:pPr>
        <w:pStyle w:val="Text1-1"/>
      </w:pPr>
      <w:r w:rsidRPr="007C34D3">
        <w:rPr>
          <w:rFonts w:eastAsia="Times New Roman" w:cs="Times New Roman"/>
        </w:rPr>
        <w:t>Compliance doložka a etické zásady</w:t>
      </w:r>
    </w:p>
    <w:p w14:paraId="7639534B" w14:textId="246FA5F3" w:rsidR="001A4E40" w:rsidRDefault="007C34D3" w:rsidP="007C34D3">
      <w:pPr>
        <w:pStyle w:val="Text1-1"/>
        <w:numPr>
          <w:ilvl w:val="0"/>
          <w:numId w:val="0"/>
        </w:numPr>
        <w:ind w:left="737"/>
        <w:rPr>
          <w:rStyle w:val="Hypertextovodkaz"/>
          <w:noProof w:val="0"/>
        </w:r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p>
    <w:p w14:paraId="42A8F82A" w14:textId="229AE34D" w:rsidR="00A771A6" w:rsidRPr="00086FA6" w:rsidRDefault="00A771A6" w:rsidP="00A771A6">
      <w:pPr>
        <w:pStyle w:val="Text1-1"/>
      </w:pPr>
      <w:bookmarkStart w:id="4" w:name="_Hlk161323266"/>
      <w:r w:rsidRPr="00011A55">
        <w:rPr>
          <w:rFonts w:eastAsia="Times New Roman" w:cs="Times New Roman"/>
        </w:rPr>
        <w:t>Prodávající</w:t>
      </w:r>
      <w:r>
        <w:t xml:space="preserve"> </w:t>
      </w:r>
      <w:r w:rsidRPr="00A771A6">
        <w:rPr>
          <w:rFonts w:eastAsia="Times New Roman" w:cs="Times New Roman"/>
        </w:rPr>
        <w:t>má</w:t>
      </w:r>
      <w:r>
        <w:t xml:space="preserve"> výše uvedené dokumenty k dispozici na webových stránkách</w:t>
      </w:r>
      <w:r w:rsidRPr="00011A55">
        <w:rPr>
          <w:highlight w:val="yellow"/>
        </w:rPr>
        <w:t>: [doplní Prodávající x nemá-li Prodávající výše uvedené dokumenty, celý bod 7.10 odstraní]</w:t>
      </w:r>
      <w:bookmarkEnd w:id="4"/>
    </w:p>
    <w:p w14:paraId="197EFD04" w14:textId="1D995AE5" w:rsidR="00611DEA" w:rsidRDefault="00D56478" w:rsidP="00611DEA">
      <w:pPr>
        <w:pStyle w:val="Nadpis1-1"/>
        <w:rPr>
          <w:lang w:eastAsia="cs-CZ"/>
        </w:rPr>
      </w:pPr>
      <w:r>
        <w:rPr>
          <w:lang w:eastAsia="cs-CZ"/>
        </w:rPr>
        <w:t xml:space="preserve">STŘET ZÁJMŮ, POVINNOSTI </w:t>
      </w:r>
      <w:r w:rsidR="00FE6762">
        <w:rPr>
          <w:lang w:eastAsia="cs-CZ"/>
        </w:rPr>
        <w:t>prodávajícího</w:t>
      </w:r>
      <w:r>
        <w:rPr>
          <w:lang w:eastAsia="cs-CZ"/>
        </w:rPr>
        <w:t xml:space="preserve"> V SOUVISLOSTI S MEZINÁRODNÍMI SANKCEMI</w:t>
      </w:r>
    </w:p>
    <w:p w14:paraId="3AD92E5A" w14:textId="5A7C133C" w:rsidR="00830C9D" w:rsidRDefault="00FE6762" w:rsidP="005511D6">
      <w:pPr>
        <w:pStyle w:val="Text1-1"/>
        <w:numPr>
          <w:ilvl w:val="1"/>
          <w:numId w:val="5"/>
        </w:numPr>
      </w:pPr>
      <w:r>
        <w:t>Prodávající</w:t>
      </w:r>
      <w:r w:rsidR="00830C9D" w:rsidRPr="0073792E">
        <w:t xml:space="preserve"> prohlašuje, že</w:t>
      </w:r>
      <w:r w:rsidR="00830C9D">
        <w:t>:</w:t>
      </w:r>
    </w:p>
    <w:p w14:paraId="38D404E4" w14:textId="77777777" w:rsidR="00830C9D" w:rsidRDefault="00830C9D" w:rsidP="00830C9D">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38CC82A2" w14:textId="329629E0" w:rsidR="00830C9D" w:rsidRDefault="00830C9D" w:rsidP="00830C9D">
      <w:pPr>
        <w:pStyle w:val="SODslseznam-2a"/>
        <w:tabs>
          <w:tab w:val="clear" w:pos="360"/>
        </w:tabs>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p>
    <w:p w14:paraId="18BC5898" w14:textId="77777777" w:rsidR="00830C9D" w:rsidRDefault="00830C9D" w:rsidP="00830C9D">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0018D7">
        <w:rPr>
          <w:b/>
          <w:bCs/>
          <w:i/>
          <w:iCs/>
        </w:rPr>
        <w:t>„Sankční seznamy“),</w:t>
      </w:r>
    </w:p>
    <w:p w14:paraId="0C9F8D99" w14:textId="77777777" w:rsidR="00830C9D" w:rsidRPr="0029677D" w:rsidRDefault="00830C9D" w:rsidP="00830C9D">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007D9E8" w14:textId="14018DC4" w:rsidR="00830C9D" w:rsidRPr="0029677D" w:rsidRDefault="00830C9D" w:rsidP="005511D6">
      <w:pPr>
        <w:pStyle w:val="Text1-1"/>
        <w:numPr>
          <w:ilvl w:val="1"/>
          <w:numId w:val="5"/>
        </w:numPr>
      </w:pPr>
      <w:r w:rsidRPr="0029677D">
        <w:lastRenderedPageBreak/>
        <w:t xml:space="preserve">Je-li </w:t>
      </w:r>
      <w:r w:rsidR="00FE6762">
        <w:t>Prodávajícím</w:t>
      </w:r>
      <w:r w:rsidRPr="0029677D">
        <w:t xml:space="preserve"> sdružení více osob, platí podmínky dle </w:t>
      </w:r>
      <w:r>
        <w:t>tohoto článku 7</w:t>
      </w:r>
      <w:r w:rsidRPr="0029677D">
        <w:t xml:space="preserve"> Smlouvy také jednotlivě pro všechny osoby v rámci </w:t>
      </w:r>
      <w:r w:rsidR="00AF0065">
        <w:t>Prodávajícího</w:t>
      </w:r>
      <w:r w:rsidRPr="0029677D">
        <w:t xml:space="preserve"> sdružené</w:t>
      </w:r>
      <w:r>
        <w:t>,</w:t>
      </w:r>
      <w:r w:rsidRPr="0029677D">
        <w:t xml:space="preserve"> a to bez ohledu na právní formu tohoto sdružení.</w:t>
      </w:r>
    </w:p>
    <w:p w14:paraId="283F8362" w14:textId="309FF4C1" w:rsidR="00830C9D" w:rsidRPr="0029677D" w:rsidRDefault="00830C9D" w:rsidP="005511D6">
      <w:pPr>
        <w:pStyle w:val="Text1-1"/>
        <w:numPr>
          <w:ilvl w:val="1"/>
          <w:numId w:val="5"/>
        </w:numPr>
      </w:pPr>
      <w:r w:rsidRPr="0029677D">
        <w:t xml:space="preserve">Přestane-li </w:t>
      </w:r>
      <w:r w:rsidR="00FE6762">
        <w:t>Prodávající</w:t>
      </w:r>
      <w:r w:rsidRPr="0029677D">
        <w:t xml:space="preserve"> nebo některý z jeho poddodavatelů nebo jiných osob, jejichž způsobilost byla využita ve smyslu evropských směrnic o zadávání veřejných zakázek, splňovat podmínky dle tohoto článku </w:t>
      </w:r>
      <w:r>
        <w:t xml:space="preserve">7 </w:t>
      </w:r>
      <w:r w:rsidRPr="0029677D">
        <w:t xml:space="preserve">Smlouvy, oznámí tuto skutečnost bez zbytečného odkladu, nejpozději však do 3 pracovních dnů ode dne, kdy přestal splňovat výše uvedené podmínky, </w:t>
      </w:r>
      <w:r w:rsidR="00FE6762">
        <w:t>Kupujícímu</w:t>
      </w:r>
      <w:r w:rsidRPr="0029677D">
        <w:t>.</w:t>
      </w:r>
    </w:p>
    <w:p w14:paraId="27A001DF" w14:textId="72573E31" w:rsidR="00830C9D" w:rsidRPr="0029677D" w:rsidRDefault="00637BA9" w:rsidP="005511D6">
      <w:pPr>
        <w:pStyle w:val="Text1-1"/>
        <w:numPr>
          <w:ilvl w:val="1"/>
          <w:numId w:val="5"/>
        </w:numPr>
      </w:pPr>
      <w:r>
        <w:t>Prodávající</w:t>
      </w:r>
      <w:r w:rsidR="00830C9D" w:rsidRPr="0029677D">
        <w:t xml:space="preserve"> se dále zavazuje postupovat při plnění této Smlouvy v souladu s </w:t>
      </w:r>
      <w:r w:rsidR="00830C9D">
        <w:t>n</w:t>
      </w:r>
      <w:r w:rsidR="00830C9D" w:rsidRPr="0029677D">
        <w:t>ařízením Rady (ES) č. 765/2006 ze dne 18. května 2006 o omezujících opatřeních vzhledem k situaci v Bělorusku a k zapojení Běloruska do ruské agrese proti Ukrajině, ve znění pozdějších předpisů</w:t>
      </w:r>
      <w:bookmarkStart w:id="5" w:name="_Hlk156466970"/>
      <w:r w:rsidR="00830C9D">
        <w:t xml:space="preserve"> n</w:t>
      </w:r>
      <w:r w:rsidR="00830C9D" w:rsidRPr="002B73F3">
        <w:rPr>
          <w:rStyle w:val="normaltextrun"/>
          <w:bdr w:val="none" w:sz="0" w:space="0" w:color="auto" w:frame="1"/>
        </w:rPr>
        <w:t>ařízení</w:t>
      </w:r>
      <w:r w:rsidR="00830C9D">
        <w:rPr>
          <w:rStyle w:val="normaltextrun"/>
          <w:bdr w:val="none" w:sz="0" w:space="0" w:color="auto" w:frame="1"/>
        </w:rPr>
        <w:t>m</w:t>
      </w:r>
      <w:r w:rsidR="00830C9D" w:rsidRPr="002B73F3">
        <w:rPr>
          <w:rStyle w:val="normaltextrun"/>
          <w:bdr w:val="none" w:sz="0" w:space="0" w:color="auto" w:frame="1"/>
        </w:rPr>
        <w:t xml:space="preserve"> Rady (EU) č. 208/2014 ze dne 5. března 2014 o omezujících opatřeních vůči některým osobám, subjektům a orgánům vzhledem k</w:t>
      </w:r>
      <w:r w:rsidR="00830C9D">
        <w:rPr>
          <w:rStyle w:val="normaltextrun"/>
          <w:bdr w:val="none" w:sz="0" w:space="0" w:color="auto" w:frame="1"/>
        </w:rPr>
        <w:t> </w:t>
      </w:r>
      <w:r w:rsidR="00830C9D" w:rsidRPr="002B73F3">
        <w:rPr>
          <w:rStyle w:val="normaltextrun"/>
          <w:bdr w:val="none" w:sz="0" w:space="0" w:color="auto" w:frame="1"/>
        </w:rPr>
        <w:t>situaci na Ukrajině, ve znění pozdějších předpisů</w:t>
      </w:r>
      <w:r w:rsidR="00830C9D">
        <w:rPr>
          <w:rStyle w:val="normaltextrun"/>
          <w:bdr w:val="none" w:sz="0" w:space="0" w:color="auto" w:frame="1"/>
        </w:rPr>
        <w:t>,</w:t>
      </w:r>
      <w:r w:rsidR="00830C9D" w:rsidRPr="007A08B0">
        <w:t xml:space="preserve"> a dalších prováděcích předpisů k t</w:t>
      </w:r>
      <w:r w:rsidR="00830C9D">
        <w:t>ěmto</w:t>
      </w:r>
      <w:r w:rsidR="00830C9D" w:rsidRPr="007A08B0">
        <w:t xml:space="preserve"> nařízení</w:t>
      </w:r>
      <w:r w:rsidR="00830C9D">
        <w:t>m</w:t>
      </w:r>
      <w:bookmarkEnd w:id="5"/>
      <w:r w:rsidR="00830C9D" w:rsidRPr="0029677D">
        <w:t>.</w:t>
      </w:r>
    </w:p>
    <w:p w14:paraId="4074957D" w14:textId="2C28BBD2" w:rsidR="00830C9D" w:rsidRPr="0029677D" w:rsidRDefault="00FE6762" w:rsidP="005511D6">
      <w:pPr>
        <w:pStyle w:val="Text1-1"/>
        <w:numPr>
          <w:ilvl w:val="1"/>
          <w:numId w:val="5"/>
        </w:numPr>
      </w:pPr>
      <w:r>
        <w:t>Prodávající</w:t>
      </w:r>
      <w:r w:rsidR="00830C9D" w:rsidRPr="0029677D">
        <w:t xml:space="preserve"> se dále </w:t>
      </w:r>
      <w:r w:rsidR="00830C9D" w:rsidRPr="009D6B95">
        <w:t>zavazuje</w:t>
      </w:r>
      <w:r w:rsidR="00830C9D" w:rsidRPr="0029677D">
        <w:t xml:space="preserve">, že finanční prostředky ani hospodářské zdroje, které obdrží od </w:t>
      </w:r>
      <w:r w:rsidR="00C6261A">
        <w:t>Kupujícího</w:t>
      </w:r>
      <w:r w:rsidR="00830C9D" w:rsidRPr="0029677D">
        <w:t xml:space="preserve"> na základě této Smlouvy a jejích případných dodatků, nezpřístupní přímo ani nepřímo fyzickým nebo právnickým osobám, subjektům či orgánům s nimi spojeným uvedeným v </w:t>
      </w:r>
      <w:r w:rsidR="00830C9D">
        <w:t>S</w:t>
      </w:r>
      <w:r w:rsidR="00830C9D" w:rsidRPr="0029677D">
        <w:t>ankčních seznamech, nebo v jejich prospěch.</w:t>
      </w:r>
    </w:p>
    <w:p w14:paraId="5CC0E393" w14:textId="64CF3C04" w:rsidR="00611DEA" w:rsidRDefault="00830C9D" w:rsidP="00830C9D">
      <w:pPr>
        <w:pStyle w:val="Text1-1"/>
      </w:pPr>
      <w:bookmarkStart w:id="6" w:name="_Hlk156467952"/>
      <w:r w:rsidRPr="0029677D">
        <w:t>Ukáž</w:t>
      </w:r>
      <w:r>
        <w:t>e</w:t>
      </w:r>
      <w:r w:rsidRPr="0029677D">
        <w:t xml:space="preserve">-li se prohlášení </w:t>
      </w:r>
      <w:r w:rsidR="00FE6762">
        <w:t>Prodávajícího</w:t>
      </w:r>
      <w:r w:rsidRPr="0029677D">
        <w:t xml:space="preserve"> dle</w:t>
      </w:r>
      <w:r>
        <w:t xml:space="preserve"> tohoto</w:t>
      </w:r>
      <w:r w:rsidRPr="0029677D">
        <w:t xml:space="preserve"> </w:t>
      </w:r>
      <w:r>
        <w:t>článku</w:t>
      </w:r>
      <w:r w:rsidRPr="0029677D">
        <w:t xml:space="preserve"> </w:t>
      </w:r>
      <w:r w:rsidR="00637BA9">
        <w:t>8</w:t>
      </w:r>
      <w:r w:rsidRPr="0029677D">
        <w:t xml:space="preserve"> této Smlouvy jako nepravdiv</w:t>
      </w:r>
      <w:r>
        <w:t>é</w:t>
      </w:r>
      <w:r w:rsidRPr="0029677D">
        <w:t xml:space="preserve"> nebo poruší-li </w:t>
      </w:r>
      <w:r w:rsidR="00FE6762">
        <w:t>Prodávající</w:t>
      </w:r>
      <w:r w:rsidRPr="0029677D">
        <w:t xml:space="preserve"> svou oznamovací povinnost nebo</w:t>
      </w:r>
      <w:r>
        <w:t xml:space="preserve"> některou z dalších</w:t>
      </w:r>
      <w:r w:rsidRPr="0029677D">
        <w:t xml:space="preserve"> povinnost</w:t>
      </w:r>
      <w:r>
        <w:t>í</w:t>
      </w:r>
      <w:r w:rsidRPr="0029677D">
        <w:t xml:space="preserve"> dle </w:t>
      </w:r>
      <w:r>
        <w:t xml:space="preserve">tohoto článku </w:t>
      </w:r>
      <w:r w:rsidR="00637BA9">
        <w:t>8</w:t>
      </w:r>
      <w:r w:rsidRPr="0029677D">
        <w:t xml:space="preserve"> této Smlouvy, je </w:t>
      </w:r>
      <w:r w:rsidR="00FE6762">
        <w:t>Kupující</w:t>
      </w:r>
      <w:r w:rsidRPr="0029677D">
        <w:t xml:space="preserve"> oprávněn odstoupit od této Smlouvy. </w:t>
      </w:r>
      <w:bookmarkEnd w:id="6"/>
      <w:r w:rsidR="00FE6762">
        <w:t>Prodávající</w:t>
      </w:r>
      <w:r w:rsidRPr="0029677D">
        <w:t xml:space="preserve"> je dále povinen zaplatit za každé jednotlivé porušení povinností dle předchozí věty smluvní pokutu ve </w:t>
      </w:r>
      <w:r w:rsidRPr="00830C9D">
        <w:t>výši 5 %</w:t>
      </w:r>
      <w:r w:rsidRPr="0029677D">
        <w:t xml:space="preserve"> procent z</w:t>
      </w:r>
      <w:r w:rsidR="00580489">
        <w:t> Kupní ceny</w:t>
      </w:r>
      <w:r>
        <w:t xml:space="preserve"> bez DPH</w:t>
      </w:r>
      <w:r w:rsidRPr="0029677D">
        <w:t xml:space="preserve"> sjednané dle této Smlouvy</w:t>
      </w:r>
      <w:r w:rsidRPr="007C34D3">
        <w:t>. Ustanovení § 2004 odst. 2 Občanského zákoníku a § 2050 Občanského zákoníku se nepoužijí.</w:t>
      </w:r>
    </w:p>
    <w:p w14:paraId="103D583D" w14:textId="56B79AF7" w:rsidR="00214C3E" w:rsidRDefault="00214C3E" w:rsidP="00214C3E">
      <w:pPr>
        <w:pStyle w:val="Nadpis1-1"/>
      </w:pPr>
      <w:r w:rsidRPr="00464C92">
        <w:t xml:space="preserve">ZÁVĚREČNÁ </w:t>
      </w:r>
      <w:r w:rsidRPr="00214C3E">
        <w:t>USTANOVENÍ</w:t>
      </w:r>
    </w:p>
    <w:p w14:paraId="42B6D921" w14:textId="1F06F34D" w:rsidR="004F1FD1" w:rsidRPr="005D272A" w:rsidRDefault="00214C3E" w:rsidP="005511D6">
      <w:pPr>
        <w:pStyle w:val="Odstavecseseznamem"/>
        <w:numPr>
          <w:ilvl w:val="2"/>
          <w:numId w:val="14"/>
        </w:numPr>
        <w:overflowPunct w:val="0"/>
        <w:autoSpaceDE w:val="0"/>
        <w:autoSpaceDN w:val="0"/>
        <w:adjustRightInd w:val="0"/>
        <w:spacing w:after="80" w:line="276" w:lineRule="auto"/>
        <w:ind w:left="709" w:hanging="709"/>
        <w:contextualSpacing w:val="0"/>
        <w:jc w:val="both"/>
        <w:textAlignment w:val="baseline"/>
        <w:rPr>
          <w:rFonts w:eastAsia="Times New Roman" w:cs="Times New Roman"/>
          <w:lang w:eastAsia="cs-CZ"/>
        </w:rPr>
      </w:pPr>
      <w:r w:rsidRPr="00F97DBD">
        <w:t xml:space="preserve">Práva a povinnosti </w:t>
      </w:r>
      <w:r w:rsidR="00FE6762">
        <w:t>S</w:t>
      </w:r>
      <w:r w:rsidRPr="00F97DBD">
        <w:t xml:space="preserve">mluvních stran vyplývající z této Smlouvy se řídí </w:t>
      </w:r>
      <w:r w:rsidR="007C34D3">
        <w:t xml:space="preserve">Obchodními </w:t>
      </w:r>
      <w:r w:rsidR="007C34D3" w:rsidRPr="00637BA9">
        <w:t>podmínkami</w:t>
      </w:r>
      <w:r w:rsidR="004F1FD1" w:rsidRPr="00637BA9">
        <w:t xml:space="preserve"> k této Smlouvě</w:t>
      </w:r>
      <w:r w:rsidR="004F1FD1">
        <w:t xml:space="preserve"> (dále jen „</w:t>
      </w:r>
      <w:r w:rsidR="004F1FD1" w:rsidRPr="004F1FD1">
        <w:rPr>
          <w:b/>
          <w:bCs/>
        </w:rPr>
        <w:t>Obchodní podmínky</w:t>
      </w:r>
      <w:r w:rsidR="004F1FD1">
        <w:t xml:space="preserve">“). </w:t>
      </w:r>
      <w:r w:rsidR="00AF0065" w:rsidRPr="009146AF">
        <w:t>Odchylná ujednání v této Smlouvě mají před zněním Obchodních podmínek přednost.</w:t>
      </w:r>
      <w:r w:rsidR="004F1FD1">
        <w:t xml:space="preserve"> </w:t>
      </w:r>
      <w:r w:rsidR="004F1FD1" w:rsidRPr="005D272A">
        <w:rPr>
          <w:rFonts w:eastAsia="Times New Roman" w:cs="Times New Roman"/>
          <w:lang w:eastAsia="cs-CZ"/>
        </w:rPr>
        <w:t>Prodávající prohlašuje, že se</w:t>
      </w:r>
    </w:p>
    <w:p w14:paraId="7BB48F84" w14:textId="77777777" w:rsidR="004F1FD1" w:rsidRPr="004F1FD1" w:rsidRDefault="004F1FD1" w:rsidP="004F1FD1">
      <w:pPr>
        <w:pStyle w:val="Text1-2"/>
      </w:pPr>
      <w:r w:rsidRPr="004F1FD1">
        <w:t>se zněním Obchodních podmínek před podpisem této Smlouvy seznámil,</w:t>
      </w:r>
    </w:p>
    <w:p w14:paraId="1C6ED688" w14:textId="58F2B490" w:rsidR="00214C3E" w:rsidRPr="004F1FD1" w:rsidRDefault="004F1FD1" w:rsidP="004F1FD1">
      <w:pPr>
        <w:pStyle w:val="Text1-2"/>
      </w:pPr>
      <w:r w:rsidRPr="004F1FD1">
        <w:t>v</w:t>
      </w:r>
      <w:r w:rsidRPr="004F1FD1">
        <w:rPr>
          <w:rFonts w:eastAsia="Times New Roman" w:cs="Times New Roman"/>
          <w:lang w:eastAsia="cs-CZ"/>
        </w:rPr>
        <w:t> dostatečném rozsahu seznámil s veškerými požadavky Kupujícího dle této Smlouvy, přičemž si není vědom žádných překážek, které by mu bránily v poskytnutí sjednaného plnění v souladu s touto Smlouvou.</w:t>
      </w:r>
    </w:p>
    <w:p w14:paraId="360F44D7" w14:textId="776DC163" w:rsidR="00023257" w:rsidRPr="003B5A9F" w:rsidRDefault="00FE6762" w:rsidP="00214C3E">
      <w:pPr>
        <w:pStyle w:val="Text1-1"/>
      </w:pPr>
      <w:r>
        <w:t>Prodávající</w:t>
      </w:r>
      <w:r w:rsidR="00023257" w:rsidRPr="00052543">
        <w:rPr>
          <w:rFonts w:ascii="Verdana" w:hAnsi="Verdana"/>
          <w:iCs/>
          <w:color w:val="000000"/>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330BF8CC" w14:textId="2E320359" w:rsidR="00214C3E" w:rsidRPr="00F83B3B" w:rsidRDefault="00214C3E" w:rsidP="00A90618">
      <w:pPr>
        <w:pStyle w:val="Text1-1"/>
      </w:pPr>
      <w:r w:rsidRPr="00F97DBD">
        <w:t xml:space="preserve">Tuto Smlouvu je možné měnit pouze písemnou dohodou </w:t>
      </w:r>
      <w:r w:rsidR="00FE6762">
        <w:t>S</w:t>
      </w:r>
      <w:r w:rsidRPr="00F97DBD">
        <w:t xml:space="preserve">mluvních stran ve formě číslovaných dodatků této Smlouvy, podepsaných za každou </w:t>
      </w:r>
      <w:r w:rsidR="00FE6762">
        <w:t>S</w:t>
      </w:r>
      <w:r w:rsidRPr="00F97DBD">
        <w:t>mluvní stranu osobou nebo osobami oprávněnými jednat za smluvní stranu.</w:t>
      </w:r>
    </w:p>
    <w:p w14:paraId="3B98E07A" w14:textId="5EA72251" w:rsidR="005511D6" w:rsidRDefault="004F1FD1" w:rsidP="004F1FD1">
      <w:pPr>
        <w:pStyle w:val="Text1-1"/>
      </w:pPr>
      <w:r w:rsidRPr="002505F7">
        <w:rPr>
          <w:lang w:eastAsia="cs-CZ"/>
        </w:rPr>
        <w:t xml:space="preserve">Smluvní vztahy neupravené touto Smlouvou se řídí </w:t>
      </w:r>
      <w:r>
        <w:rPr>
          <w:lang w:eastAsia="cs-CZ"/>
        </w:rPr>
        <w:t>českým právním řádem</w:t>
      </w:r>
      <w:r w:rsidRPr="002505F7">
        <w:rPr>
          <w:lang w:eastAsia="cs-CZ"/>
        </w:rPr>
        <w:t xml:space="preserve"> a dalšími právními předpisy.</w:t>
      </w:r>
      <w:r>
        <w:t xml:space="preserve"> </w:t>
      </w:r>
      <w:r w:rsidRPr="007C34D3">
        <w:t>Smluvní strany vylučují použití Úmluvy</w:t>
      </w:r>
      <w:r w:rsidRPr="002505F7">
        <w:rPr>
          <w:lang w:eastAsia="cs-CZ"/>
        </w:rPr>
        <w:t xml:space="preserve"> OSN o smlouvách o mezinárodní koupi zboží.</w:t>
      </w:r>
      <w:r>
        <w:rPr>
          <w:lang w:eastAsia="cs-CZ"/>
        </w:rPr>
        <w:t xml:space="preserve"> </w:t>
      </w:r>
      <w:r w:rsidRPr="009146AF">
        <w:t>Smluvní vztahy neupravené touto Smlouvou se řídí Občanským zákoníkem a dalšími právními předpisy.</w:t>
      </w:r>
    </w:p>
    <w:p w14:paraId="6D547470" w14:textId="3789C6B5" w:rsidR="00214C3E" w:rsidRPr="00F97DBD" w:rsidRDefault="004F1FD1" w:rsidP="004F1FD1">
      <w:pPr>
        <w:pStyle w:val="Text1-1"/>
      </w:pPr>
      <w:r w:rsidRPr="009146AF">
        <w:t>Všechny spory vznikající z této Smlouvy a v souvislosti s ní budou dle vůle Smluvních stran rozhodovány soudy České republiky, jakožto soudy výlučně příslušnými</w:t>
      </w:r>
      <w:r w:rsidR="00214C3E" w:rsidRPr="008706B7">
        <w:t>.</w:t>
      </w:r>
    </w:p>
    <w:p w14:paraId="5C03CDB8" w14:textId="38A0DA02" w:rsidR="00214C3E" w:rsidRPr="00F97DBD" w:rsidRDefault="00214C3E" w:rsidP="00214C3E">
      <w:pPr>
        <w:pStyle w:val="Text1-1"/>
      </w:pPr>
      <w:r w:rsidRPr="00F97DBD">
        <w:lastRenderedPageBreak/>
        <w:t xml:space="preserve">Smluvní strany se dohodly, že možnost zhojení nedostatku písemné formy právního jednání se vylučuje, a že neplatnost právního jednání, pro nějž si </w:t>
      </w:r>
      <w:r w:rsidR="00FE6762">
        <w:t>S</w:t>
      </w:r>
      <w:r w:rsidRPr="00F97DBD">
        <w:t xml:space="preserve">mluvní strany </w:t>
      </w:r>
      <w:r w:rsidRPr="00AF0065">
        <w:t xml:space="preserve">sjednaly písemnou formu, lze namítnout kdykoliv. Tzn., že mezi </w:t>
      </w:r>
      <w:r w:rsidR="00FE6762" w:rsidRPr="00AF0065">
        <w:t>S</w:t>
      </w:r>
      <w:r w:rsidRPr="00AF0065">
        <w:t>mluvními stranami neplatí ust. § 582 odst. 1 první věta a odst. 2 občanského</w:t>
      </w:r>
      <w:r w:rsidRPr="00F97DBD">
        <w:t xml:space="preserve"> zákoníku.</w:t>
      </w:r>
    </w:p>
    <w:p w14:paraId="18F7EE61" w14:textId="1A22A01A" w:rsidR="00214C3E" w:rsidRPr="00AF0065" w:rsidRDefault="00214C3E" w:rsidP="00214C3E">
      <w:pPr>
        <w:pStyle w:val="Text1-1"/>
      </w:pPr>
      <w:r w:rsidRPr="00F97DBD">
        <w:t xml:space="preserve">Žádné úkony či jednání ze strany </w:t>
      </w:r>
      <w:r w:rsidR="00FE6762">
        <w:t>Kupujícího</w:t>
      </w:r>
      <w:r w:rsidRPr="00F97DBD">
        <w:t xml:space="preserve"> nelze považovat za příslib uzavření Smlouvy nebo dodatku k ní. V souladu </w:t>
      </w:r>
      <w:r w:rsidRPr="00AF0065">
        <w:t>s ust. § 1740 odst. 3 občanského</w:t>
      </w:r>
      <w:r w:rsidRPr="00F97DBD">
        <w:t xml:space="preserve"> zákoníku </w:t>
      </w:r>
      <w:r w:rsidR="00FE6762">
        <w:t>Kupující</w:t>
      </w:r>
      <w:r w:rsidRPr="00F97DBD">
        <w:t xml:space="preserve"> nepřipouští přijetí návrhu na uzavření Smlouvy s dodatkem nebo odchylkou, </w:t>
      </w:r>
      <w:r w:rsidRPr="00AF0065">
        <w:t xml:space="preserve">čímž druhá </w:t>
      </w:r>
      <w:r w:rsidR="00FE6762" w:rsidRPr="00AF0065">
        <w:t>S</w:t>
      </w:r>
      <w:r w:rsidRPr="00AF0065">
        <w:t>mluvní strana podpisem Smlouvy souhlasí.</w:t>
      </w:r>
    </w:p>
    <w:p w14:paraId="0046C79E" w14:textId="2628D8FD" w:rsidR="004904BE" w:rsidRPr="00AF0065" w:rsidRDefault="00AF0065" w:rsidP="003B5A9F">
      <w:pPr>
        <w:pStyle w:val="Text1-1"/>
      </w:pPr>
      <w:r w:rsidRPr="00AF0065">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r w:rsidR="001234EA" w:rsidRPr="00AF0065">
        <w:t>.</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9C3E24D" w14:textId="4F5AD633" w:rsidR="00C303D3" w:rsidRPr="00C303D3" w:rsidRDefault="001234EA" w:rsidP="00C303D3">
      <w:pPr>
        <w:pStyle w:val="Text1-1"/>
        <w:rPr>
          <w:highlight w:val="yellow"/>
        </w:rPr>
      </w:pPr>
      <w:r w:rsidRPr="00C303D3">
        <w:rPr>
          <w:highlight w:val="yellow"/>
        </w:rPr>
        <w:t>Tato Smlouva je vyhotovena elektronicky a podepsána zaručeným elektronickým podpisem založeným na kvalifikovaném certifikátu pro elektronický podpis nebo kvalifikovaným elektronickým podpisem.</w:t>
      </w:r>
    </w:p>
    <w:p w14:paraId="33672806" w14:textId="6C908C6A" w:rsidR="00C303D3" w:rsidRDefault="00C303D3" w:rsidP="00C303D3">
      <w:pPr>
        <w:pStyle w:val="Text1-1"/>
        <w:numPr>
          <w:ilvl w:val="0"/>
          <w:numId w:val="0"/>
        </w:numPr>
        <w:ind w:left="737"/>
      </w:pPr>
      <w:r w:rsidRPr="00E51397">
        <w:rPr>
          <w:highlight w:val="yellow"/>
        </w:rPr>
        <w:t xml:space="preserve">Tato Smlouva je vyhotovena ve </w:t>
      </w:r>
      <w:r w:rsidR="00FE6762">
        <w:fldChar w:fldCharType="begin">
          <w:ffData>
            <w:name w:val=""/>
            <w:enabled/>
            <w:calcOnExit w:val="0"/>
            <w:textInput>
              <w:default w:val="&quot;[VLOŽÍ PRODÁVAJÍCÍ]&quot;"/>
            </w:textInput>
          </w:ffData>
        </w:fldChar>
      </w:r>
      <w:r w:rsidR="00FE6762">
        <w:instrText xml:space="preserve"> FORMTEXT </w:instrText>
      </w:r>
      <w:r w:rsidR="00FE6762">
        <w:fldChar w:fldCharType="separate"/>
      </w:r>
      <w:r w:rsidR="00FE6762">
        <w:rPr>
          <w:noProof/>
        </w:rPr>
        <w:t>"[VLOŽÍ PRODÁVAJÍCÍ]"</w:t>
      </w:r>
      <w:r w:rsidR="00FE6762">
        <w:fldChar w:fldCharType="end"/>
      </w:r>
      <w:r w:rsidRPr="00E51397">
        <w:rPr>
          <w:highlight w:val="yellow"/>
        </w:rPr>
        <w:t xml:space="preserve"> vyhotoveních, z nichž </w:t>
      </w:r>
      <w:r w:rsidR="00FE6762">
        <w:rPr>
          <w:highlight w:val="yellow"/>
        </w:rPr>
        <w:t>Kupující</w:t>
      </w:r>
      <w:r w:rsidRPr="00E51397">
        <w:rPr>
          <w:highlight w:val="yellow"/>
        </w:rPr>
        <w:t xml:space="preserve"> obdrží </w:t>
      </w:r>
      <w:r w:rsidRPr="00CF6737">
        <w:rPr>
          <w:highlight w:val="yellow"/>
        </w:rPr>
        <w:t>2</w:t>
      </w:r>
      <w:r w:rsidRPr="00E51397">
        <w:rPr>
          <w:highlight w:val="yellow"/>
        </w:rPr>
        <w:t xml:space="preserve"> vyhotovení</w:t>
      </w:r>
      <w:r w:rsidRPr="00E51397">
        <w:rPr>
          <w:b/>
          <w:highlight w:val="yellow"/>
        </w:rPr>
        <w:t xml:space="preserve"> </w:t>
      </w:r>
      <w:r w:rsidRPr="00E51397">
        <w:rPr>
          <w:highlight w:val="yellow"/>
        </w:rPr>
        <w:t xml:space="preserve">a </w:t>
      </w:r>
      <w:r w:rsidR="00FE6762" w:rsidRPr="00FE6762">
        <w:rPr>
          <w:highlight w:val="yellow"/>
        </w:rPr>
        <w:t>Prodávající</w:t>
      </w:r>
      <w:r w:rsidRPr="00E51397">
        <w:rPr>
          <w:highlight w:val="yellow"/>
        </w:rPr>
        <w:t xml:space="preserve"> obdrží </w:t>
      </w:r>
      <w:r w:rsidR="00FE6762">
        <w:fldChar w:fldCharType="begin">
          <w:ffData>
            <w:name w:val="Text18"/>
            <w:enabled/>
            <w:calcOnExit w:val="0"/>
            <w:textInput>
              <w:default w:val="&quot;[VLOŽÍ PRODÁVAJÍCÍ]&quot;"/>
            </w:textInput>
          </w:ffData>
        </w:fldChar>
      </w:r>
      <w:bookmarkStart w:id="7" w:name="Text18"/>
      <w:r w:rsidR="00FE6762">
        <w:instrText xml:space="preserve"> FORMTEXT </w:instrText>
      </w:r>
      <w:r w:rsidR="00FE6762">
        <w:fldChar w:fldCharType="separate"/>
      </w:r>
      <w:r w:rsidR="00FE6762">
        <w:rPr>
          <w:noProof/>
        </w:rPr>
        <w:t>"[VLOŽÍ PRODÁVAJÍCÍ]"</w:t>
      </w:r>
      <w:r w:rsidR="00FE6762">
        <w:fldChar w:fldCharType="end"/>
      </w:r>
      <w:bookmarkEnd w:id="7"/>
      <w:r w:rsidRPr="00E51397">
        <w:rPr>
          <w:highlight w:val="yellow"/>
        </w:rPr>
        <w:t xml:space="preserve"> vyhotoven</w:t>
      </w:r>
      <w:r>
        <w:rPr>
          <w:highlight w:val="yellow"/>
        </w:rPr>
        <w:t>í</w:t>
      </w:r>
      <w:r w:rsidRPr="00E51397">
        <w:rPr>
          <w:highlight w:val="yellow"/>
        </w:rPr>
        <w:t>.</w:t>
      </w:r>
    </w:p>
    <w:p w14:paraId="174516D8" w14:textId="52B48872" w:rsidR="00214C3E" w:rsidRDefault="00C01A27" w:rsidP="00C303D3">
      <w:pPr>
        <w:pStyle w:val="Text1-1"/>
        <w:numPr>
          <w:ilvl w:val="0"/>
          <w:numId w:val="0"/>
        </w:numPr>
        <w:ind w:left="737"/>
      </w:pPr>
      <w:r w:rsidRPr="00830C9D">
        <w:rPr>
          <w:color w:val="FF0000"/>
          <w:highlight w:val="lightGray"/>
        </w:rPr>
        <w:t>[</w:t>
      </w:r>
      <w:r w:rsidRPr="00830C9D">
        <w:rPr>
          <w:i/>
          <w:color w:val="FF0000"/>
          <w:highlight w:val="lightGray"/>
        </w:rPr>
        <w:t xml:space="preserve">Dodavatel vybere jednu z výše uvedených variant odpovídající současně údaji, </w:t>
      </w:r>
      <w:r w:rsidR="00E97C05" w:rsidRPr="00830C9D">
        <w:rPr>
          <w:i/>
          <w:color w:val="FF0000"/>
          <w:highlight w:val="lightGray"/>
        </w:rPr>
        <w:t>který vyplnil</w:t>
      </w:r>
      <w:r w:rsidRPr="00830C9D">
        <w:rPr>
          <w:i/>
          <w:color w:val="FF0000"/>
          <w:highlight w:val="lightGray"/>
        </w:rPr>
        <w:t xml:space="preserve"> v </w:t>
      </w:r>
      <w:r w:rsidR="00E97C05" w:rsidRPr="00830C9D">
        <w:rPr>
          <w:i/>
          <w:color w:val="FF0000"/>
          <w:highlight w:val="lightGray"/>
        </w:rPr>
        <w:t>P</w:t>
      </w:r>
      <w:r w:rsidRPr="00830C9D">
        <w:rPr>
          <w:i/>
          <w:color w:val="FF0000"/>
          <w:highlight w:val="lightGray"/>
        </w:rPr>
        <w:t xml:space="preserve">říloze č. 1 </w:t>
      </w:r>
      <w:r w:rsidR="00E97C05" w:rsidRPr="00830C9D">
        <w:rPr>
          <w:i/>
          <w:color w:val="FF0000"/>
          <w:highlight w:val="lightGray"/>
        </w:rPr>
        <w:t>V</w:t>
      </w:r>
      <w:r w:rsidRPr="00830C9D">
        <w:rPr>
          <w:i/>
          <w:color w:val="FF0000"/>
          <w:highlight w:val="lightGray"/>
        </w:rPr>
        <w:t>ýzvy k podání nabídky.</w:t>
      </w:r>
      <w:r w:rsidRPr="00830C9D">
        <w:rPr>
          <w:color w:val="FF0000"/>
          <w:highlight w:val="lightGray"/>
        </w:rPr>
        <w:t>]</w:t>
      </w:r>
    </w:p>
    <w:p w14:paraId="508A1F61" w14:textId="15868482"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w:t>
      </w:r>
      <w:r w:rsidR="00FE6762">
        <w:t>Kupující</w:t>
      </w:r>
      <w:r w:rsidRPr="007F7AD7">
        <w:t xml:space="preserve">.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00FE6762">
        <w:t>Prodávající</w:t>
      </w:r>
      <w:r w:rsidRPr="009A2D2E">
        <w:t xml:space="preserve"> podpisem této Smlouvy výslovně stvrzuje, že souhlasí s případným zveřejněním </w:t>
      </w:r>
      <w:r w:rsidRPr="009A2D2E">
        <w:rPr>
          <w:lang w:val="x-none"/>
        </w:rPr>
        <w:t>těla Smlouvy (tzn. bez jejích příloh</w:t>
      </w:r>
      <w:r>
        <w:t xml:space="preserve"> s výjimkou Obchodních podmínek) na </w:t>
      </w:r>
      <w:r w:rsidRPr="00516813">
        <w:t xml:space="preserve">internetových stránkách </w:t>
      </w:r>
      <w:r w:rsidR="00FE6762">
        <w:t>Kupujícího</w:t>
      </w:r>
      <w:r w:rsidRPr="00516813">
        <w:t>.</w:t>
      </w:r>
    </w:p>
    <w:p w14:paraId="5DE2ADF1" w14:textId="20000F90" w:rsidR="00214C3E" w:rsidRPr="00516813" w:rsidRDefault="00214C3E" w:rsidP="00214C3E">
      <w:pPr>
        <w:pStyle w:val="Text1-1"/>
      </w:pPr>
      <w:r w:rsidRPr="00516813">
        <w:t xml:space="preserve">Smluvní strany výslovně prohlašují, že údaje a další skutečnosti uvedené v této </w:t>
      </w:r>
      <w:r w:rsidR="00FE6762">
        <w:t>S</w:t>
      </w:r>
      <w:r w:rsidRPr="00516813">
        <w:t xml:space="preserve">mlouvě, vyjma částí označených ve smyslu následujícího odstavce této </w:t>
      </w:r>
      <w:r w:rsidR="00FE6762">
        <w:t>S</w:t>
      </w:r>
      <w:r w:rsidRPr="00516813">
        <w:t>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5DB13718"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w:t>
      </w:r>
      <w:r w:rsidRPr="00516813">
        <w:lastRenderedPageBreak/>
        <w:t xml:space="preserve">označení byla uveřejněna způsobem odporujícím ZRS, a to bez ohledu na to, která ze stran smlouvu v registru smluv uveřejnila. S částmi smlouvy, které druhá </w:t>
      </w:r>
      <w:r w:rsidR="00FE6762">
        <w:t>S</w:t>
      </w:r>
      <w:r w:rsidRPr="00516813">
        <w:t xml:space="preserve">mluvní strana neoznačí za své obchodní tajemství před uzavřením této </w:t>
      </w:r>
      <w:r w:rsidR="00FE6762">
        <w:t>S</w:t>
      </w:r>
      <w:r w:rsidRPr="00516813">
        <w:t xml:space="preserve">mlouvy, nebude </w:t>
      </w:r>
      <w:r w:rsidR="00FE6762">
        <w:t>Kupující</w:t>
      </w:r>
      <w:r w:rsidRPr="00516813">
        <w:t xml:space="preserve"> jako s obchodním tajemstvím nakládat a ani odpovídat za případnou škodu či jinou újmu takovým postupem vzniklou. Označením obchodního tajemství ve smyslu předchozí věty se rozumí doručení písemného oznámení </w:t>
      </w:r>
      <w:r w:rsidR="00FE6762">
        <w:t>Prodávajícího</w:t>
      </w:r>
      <w:r w:rsidRPr="00516813">
        <w:t xml:space="preserve"> </w:t>
      </w:r>
      <w:r w:rsidR="00FE6762">
        <w:t>Kupujícímu</w:t>
      </w:r>
      <w:r w:rsidRPr="00516813">
        <w:t xml:space="preserve"> obsahujícího přesnou identifikaci dotčených částí smlouvy včetně odůvodnění, proč jsou za obchodní tajemství považovány. </w:t>
      </w:r>
      <w:r w:rsidR="00FE6762">
        <w:t>Prodávající</w:t>
      </w:r>
      <w:r w:rsidRPr="00516813">
        <w:t xml:space="preserve">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w:t>
      </w:r>
      <w:r w:rsidR="00FE6762">
        <w:t>Kupujícímu</w:t>
      </w:r>
      <w:r w:rsidRPr="00516813">
        <w:t xml:space="preserve"> skutečnost, že takto označené informace přestaly naplňovat znaky obchodního tajemství.</w:t>
      </w:r>
    </w:p>
    <w:p w14:paraId="69332518" w14:textId="4589BFE8" w:rsidR="00214C3E" w:rsidRPr="005511D6"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w:t>
      </w:r>
      <w:r w:rsidRPr="005511D6">
        <w:t>smluv. Tento souhlas je udělen na dobu neurčitou.</w:t>
      </w:r>
    </w:p>
    <w:p w14:paraId="6AFB288B" w14:textId="00FDF985" w:rsidR="004F1FD1" w:rsidRPr="005511D6" w:rsidRDefault="004F1FD1" w:rsidP="00214C3E">
      <w:pPr>
        <w:pStyle w:val="Text1-1"/>
      </w:pPr>
      <w:r w:rsidRPr="005511D6">
        <w:t>Tato Smlouva nabývá platnosti dnem jejího podpisu poslední Smluvní stranou a účinnosti dnem uveřejnění v registru smluv. Smlouva nabývá účinnosti dnem jejího podpisu poslední Smluvní stranou v případě, že se na ni jako na celek nevztahuje povinnost uveřejnění dle § 3 ZRS.</w:t>
      </w:r>
    </w:p>
    <w:p w14:paraId="6A22FF47" w14:textId="78E4576F"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9032FF">
        <w:trPr>
          <w:jc w:val="center"/>
        </w:trPr>
        <w:tc>
          <w:tcPr>
            <w:tcW w:w="2031" w:type="pct"/>
          </w:tcPr>
          <w:bookmarkStart w:id="8"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8"/>
            <w:r w:rsidRPr="00F97DBD">
              <w:fldChar w:fldCharType="end"/>
            </w:r>
            <w:r w:rsidRPr="00F97DBD">
              <w:t>:</w:t>
            </w:r>
          </w:p>
        </w:tc>
        <w:tc>
          <w:tcPr>
            <w:tcW w:w="2969" w:type="pct"/>
          </w:tcPr>
          <w:p w14:paraId="61AFD6B2" w14:textId="1B1230F8" w:rsidR="00214C3E" w:rsidRPr="00F97DBD" w:rsidRDefault="00214C3E" w:rsidP="000D2628">
            <w:pPr>
              <w:pStyle w:val="Textbezslovn"/>
              <w:ind w:hanging="136"/>
            </w:pPr>
            <w:r w:rsidRPr="00F97DBD">
              <w:t xml:space="preserve">Obchodní podmínky </w:t>
            </w:r>
          </w:p>
        </w:tc>
      </w:tr>
      <w:bookmarkStart w:id="9" w:name="ListAnnex02"/>
      <w:tr w:rsidR="00214C3E" w:rsidRPr="00F97DBD" w14:paraId="41F7AAB4" w14:textId="77777777" w:rsidTr="009032FF">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9"/>
            <w:r w:rsidRPr="00F97DBD">
              <w:fldChar w:fldCharType="end"/>
            </w:r>
            <w:r w:rsidRPr="00F97DBD">
              <w:t>:</w:t>
            </w:r>
          </w:p>
        </w:tc>
        <w:tc>
          <w:tcPr>
            <w:tcW w:w="2969" w:type="pct"/>
          </w:tcPr>
          <w:p w14:paraId="7E2DE6AE" w14:textId="08373926" w:rsidR="00214C3E" w:rsidRPr="00F97DBD" w:rsidRDefault="001E44D1" w:rsidP="001E44D1">
            <w:pPr>
              <w:pStyle w:val="Textbezslovn"/>
              <w:ind w:hanging="136"/>
            </w:pPr>
            <w:r>
              <w:t>Specifikace předmětu koupě</w:t>
            </w:r>
            <w:r w:rsidR="00214C3E" w:rsidRPr="00F97DBD">
              <w:t xml:space="preserve"> </w:t>
            </w:r>
          </w:p>
        </w:tc>
      </w:tr>
      <w:bookmarkStart w:id="10" w:name="ListAnnex04"/>
      <w:tr w:rsidR="00214C3E" w:rsidRPr="00F97DBD" w14:paraId="0AAD41A9" w14:textId="77777777" w:rsidTr="009032FF">
        <w:trPr>
          <w:jc w:val="center"/>
        </w:trPr>
        <w:tc>
          <w:tcPr>
            <w:tcW w:w="2031" w:type="pct"/>
          </w:tcPr>
          <w:p w14:paraId="28E55E32" w14:textId="0BDDD0D2" w:rsidR="00214C3E" w:rsidRPr="00C371C8" w:rsidRDefault="00214C3E" w:rsidP="00214C3E">
            <w:pPr>
              <w:pStyle w:val="Textbezslovn"/>
            </w:pPr>
            <w:r w:rsidRPr="00C371C8">
              <w:fldChar w:fldCharType="begin"/>
            </w:r>
            <w:r w:rsidRPr="00C371C8">
              <w:instrText xml:space="preserve"> HYPERLINK  \l "Annex04" </w:instrText>
            </w:r>
            <w:r w:rsidRPr="00C371C8">
              <w:fldChar w:fldCharType="separate"/>
            </w:r>
            <w:r w:rsidRPr="00C371C8">
              <w:rPr>
                <w:rStyle w:val="Hypertextovodkaz"/>
                <w:rFonts w:cs="Calibri"/>
                <w:color w:val="auto"/>
              </w:rPr>
              <w:t xml:space="preserve">Příloha č. </w:t>
            </w:r>
            <w:r w:rsidR="001E44D1" w:rsidRPr="00C371C8">
              <w:rPr>
                <w:rStyle w:val="Hypertextovodkaz"/>
                <w:rFonts w:cs="Calibri"/>
                <w:color w:val="auto"/>
              </w:rPr>
              <w:t>3</w:t>
            </w:r>
            <w:bookmarkEnd w:id="10"/>
            <w:r w:rsidRPr="00C371C8">
              <w:fldChar w:fldCharType="end"/>
            </w:r>
            <w:r w:rsidRPr="00C371C8">
              <w:t>:</w:t>
            </w:r>
          </w:p>
        </w:tc>
        <w:tc>
          <w:tcPr>
            <w:tcW w:w="2969" w:type="pct"/>
          </w:tcPr>
          <w:p w14:paraId="025B7BE9" w14:textId="124235C2" w:rsidR="00214C3E" w:rsidRPr="00C371C8" w:rsidRDefault="00C371C8" w:rsidP="000D2628">
            <w:pPr>
              <w:pStyle w:val="Textbezslovn"/>
              <w:ind w:hanging="136"/>
            </w:pPr>
            <w:r w:rsidRPr="00C371C8">
              <w:t>neobsazeno</w:t>
            </w:r>
          </w:p>
        </w:tc>
      </w:tr>
      <w:tr w:rsidR="001E44D1" w:rsidRPr="00F97DBD" w14:paraId="086497E9" w14:textId="77777777" w:rsidTr="009032FF">
        <w:trPr>
          <w:jc w:val="center"/>
        </w:trPr>
        <w:tc>
          <w:tcPr>
            <w:tcW w:w="2031" w:type="pct"/>
          </w:tcPr>
          <w:p w14:paraId="32F3AFE8" w14:textId="725A0EAF" w:rsidR="001E44D1" w:rsidRPr="00C371C8" w:rsidRDefault="00A822E2" w:rsidP="001E44D1">
            <w:pPr>
              <w:pStyle w:val="Textbezslovn"/>
            </w:pPr>
            <w:hyperlink w:anchor="Annex04" w:history="1">
              <w:r w:rsidR="001E44D1" w:rsidRPr="00C371C8">
                <w:rPr>
                  <w:rStyle w:val="Hypertextovodkaz"/>
                  <w:rFonts w:cs="Calibri"/>
                  <w:color w:val="auto"/>
                </w:rPr>
                <w:t>Příloha č. 4</w:t>
              </w:r>
            </w:hyperlink>
            <w:r w:rsidR="001E44D1" w:rsidRPr="00C371C8">
              <w:t>:</w:t>
            </w:r>
          </w:p>
        </w:tc>
        <w:tc>
          <w:tcPr>
            <w:tcW w:w="2969" w:type="pct"/>
          </w:tcPr>
          <w:p w14:paraId="49B03817" w14:textId="53BF3531" w:rsidR="001E44D1" w:rsidRPr="00C371C8" w:rsidRDefault="001E44D1" w:rsidP="001E44D1">
            <w:pPr>
              <w:pStyle w:val="Textbezslovn"/>
              <w:ind w:hanging="136"/>
            </w:pPr>
            <w:r w:rsidRPr="00C371C8">
              <w:t xml:space="preserve">Seznam poddodavatelů </w:t>
            </w:r>
          </w:p>
        </w:tc>
      </w:tr>
      <w:bookmarkStart w:id="11" w:name="ListAnnex05"/>
      <w:tr w:rsidR="001E44D1" w:rsidRPr="00F97DBD" w14:paraId="7F332280" w14:textId="77777777" w:rsidTr="009032FF">
        <w:trPr>
          <w:jc w:val="center"/>
        </w:trPr>
        <w:tc>
          <w:tcPr>
            <w:tcW w:w="2031" w:type="pct"/>
          </w:tcPr>
          <w:p w14:paraId="33BCA3B9" w14:textId="77777777" w:rsidR="001E44D1" w:rsidRPr="00C371C8" w:rsidRDefault="001E44D1" w:rsidP="001E44D1">
            <w:pPr>
              <w:pStyle w:val="Textbezslovn"/>
            </w:pPr>
            <w:r w:rsidRPr="00C371C8">
              <w:fldChar w:fldCharType="begin"/>
            </w:r>
            <w:r w:rsidRPr="00C371C8">
              <w:instrText xml:space="preserve"> HYPERLINK  \l "Annex05" </w:instrText>
            </w:r>
            <w:r w:rsidRPr="00C371C8">
              <w:fldChar w:fldCharType="separate"/>
            </w:r>
            <w:r w:rsidRPr="00C371C8">
              <w:rPr>
                <w:rStyle w:val="Hypertextovodkaz"/>
                <w:rFonts w:cs="Calibri"/>
                <w:color w:val="auto"/>
              </w:rPr>
              <w:t>Příloha č. 5</w:t>
            </w:r>
            <w:bookmarkEnd w:id="11"/>
            <w:r w:rsidRPr="00C371C8">
              <w:fldChar w:fldCharType="end"/>
            </w:r>
            <w:r w:rsidRPr="00C371C8">
              <w:t>:</w:t>
            </w:r>
          </w:p>
        </w:tc>
        <w:tc>
          <w:tcPr>
            <w:tcW w:w="2969" w:type="pct"/>
          </w:tcPr>
          <w:p w14:paraId="66E1CAEF" w14:textId="48A7EF89" w:rsidR="001E44D1" w:rsidRPr="00C371C8" w:rsidRDefault="001E44D1" w:rsidP="001E44D1">
            <w:pPr>
              <w:pStyle w:val="Textbezslovn"/>
              <w:ind w:hanging="136"/>
            </w:pPr>
            <w:r w:rsidRPr="00C371C8">
              <w:t>neobsazeno</w:t>
            </w:r>
          </w:p>
        </w:tc>
      </w:tr>
      <w:bookmarkStart w:id="12" w:name="ListAnnex06"/>
      <w:tr w:rsidR="001E44D1" w:rsidRPr="00F97DBD" w14:paraId="54B7D2F9" w14:textId="77777777" w:rsidTr="009032FF">
        <w:trPr>
          <w:jc w:val="center"/>
        </w:trPr>
        <w:tc>
          <w:tcPr>
            <w:tcW w:w="2031" w:type="pct"/>
          </w:tcPr>
          <w:p w14:paraId="67BF91C4" w14:textId="77777777" w:rsidR="001E44D1" w:rsidRPr="00F97DBD" w:rsidRDefault="001E44D1" w:rsidP="001E44D1">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12"/>
            <w:r w:rsidRPr="00F97DBD">
              <w:fldChar w:fldCharType="end"/>
            </w:r>
            <w:r w:rsidRPr="00F97DBD">
              <w:t>:</w:t>
            </w:r>
          </w:p>
        </w:tc>
        <w:tc>
          <w:tcPr>
            <w:tcW w:w="2969" w:type="pct"/>
          </w:tcPr>
          <w:p w14:paraId="3B48036A" w14:textId="5909A050" w:rsidR="001E44D1" w:rsidRPr="00F97DBD" w:rsidRDefault="001E44D1" w:rsidP="001E44D1">
            <w:pPr>
              <w:pStyle w:val="Textbezslovn"/>
              <w:ind w:hanging="136"/>
            </w:pPr>
            <w:r w:rsidRPr="00AF0065">
              <w:rPr>
                <w:highlight w:val="lightGray"/>
              </w:rPr>
              <w:t>Zmocnění Vedoucího Prodávajícího</w:t>
            </w:r>
          </w:p>
        </w:tc>
      </w:tr>
      <w:tr w:rsidR="001E44D1" w:rsidRPr="0010127F" w14:paraId="5A08F525" w14:textId="77777777" w:rsidTr="009032FF">
        <w:trPr>
          <w:jc w:val="center"/>
        </w:trPr>
        <w:tc>
          <w:tcPr>
            <w:tcW w:w="2031" w:type="pct"/>
          </w:tcPr>
          <w:p w14:paraId="7183780C" w14:textId="28C504FB" w:rsidR="001E44D1" w:rsidRPr="0010127F" w:rsidRDefault="001E44D1" w:rsidP="001E44D1">
            <w:pPr>
              <w:pStyle w:val="Textbezslovn"/>
            </w:pPr>
          </w:p>
        </w:tc>
        <w:tc>
          <w:tcPr>
            <w:tcW w:w="2969" w:type="pct"/>
          </w:tcPr>
          <w:p w14:paraId="5BA16768" w14:textId="1D8C41CD" w:rsidR="001E44D1" w:rsidRPr="0010127F" w:rsidRDefault="001E44D1" w:rsidP="001E44D1">
            <w:pPr>
              <w:pStyle w:val="Textbezslovn"/>
              <w:ind w:hanging="136"/>
            </w:pP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3D91FCC2" w:rsidR="00F422D3" w:rsidRDefault="00F422D3" w:rsidP="00C303D3">
      <w:pPr>
        <w:pStyle w:val="Textbezodsazen"/>
        <w:spacing w:line="240" w:lineRule="auto"/>
      </w:pPr>
    </w:p>
    <w:tbl>
      <w:tblPr>
        <w:tblStyle w:val="Mkatabulky"/>
        <w:tblW w:w="7584" w:type="dxa"/>
        <w:tblBorders>
          <w:insideH w:val="none" w:sz="0" w:space="0" w:color="auto"/>
          <w:insideV w:val="none" w:sz="0" w:space="0" w:color="auto"/>
        </w:tblBorders>
        <w:tblLook w:val="04A0" w:firstRow="1" w:lastRow="0" w:firstColumn="1" w:lastColumn="0" w:noHBand="0" w:noVBand="1"/>
      </w:tblPr>
      <w:tblGrid>
        <w:gridCol w:w="3481"/>
        <w:gridCol w:w="851"/>
        <w:gridCol w:w="3252"/>
      </w:tblGrid>
      <w:tr w:rsidR="00C303D3" w:rsidRPr="00C303D3" w14:paraId="4E7C929E" w14:textId="77777777" w:rsidTr="002F6CC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CF24A0A" w14:textId="291C3732" w:rsidR="00C303D3" w:rsidRPr="00C303D3" w:rsidRDefault="00C303D3" w:rsidP="00C303D3">
            <w:pPr>
              <w:pStyle w:val="Textbezodsazen"/>
              <w:rPr>
                <w:sz w:val="18"/>
                <w:highlight w:val="green"/>
              </w:rPr>
            </w:pPr>
            <w:r w:rsidRPr="00843429">
              <w:rPr>
                <w:sz w:val="18"/>
                <w:highlight w:val="lightGray"/>
              </w:rPr>
              <w:t xml:space="preserve">V Ostravě dne </w:t>
            </w:r>
          </w:p>
        </w:tc>
        <w:tc>
          <w:tcPr>
            <w:tcW w:w="85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760F6F18" w14:textId="77777777" w:rsidR="00C303D3" w:rsidRPr="00C303D3" w:rsidRDefault="00C303D3" w:rsidP="00C303D3">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sz w:val="18"/>
                <w:highlight w:val="green"/>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925E986" w14:textId="3639C1E0" w:rsidR="00C303D3" w:rsidRPr="001E44D1" w:rsidRDefault="00C303D3" w:rsidP="002F6CCC">
            <w:pPr>
              <w:pStyle w:val="Textbezodsazen"/>
              <w:jc w:val="left"/>
              <w:cnfStyle w:val="100000000000" w:firstRow="1" w:lastRow="0" w:firstColumn="0" w:lastColumn="0" w:oddVBand="0" w:evenVBand="0" w:oddHBand="0" w:evenHBand="0" w:firstRowFirstColumn="0" w:firstRowLastColumn="0" w:lastRowFirstColumn="0" w:lastRowLastColumn="0"/>
              <w:rPr>
                <w:sz w:val="18"/>
                <w:highlight w:val="green"/>
              </w:rPr>
            </w:pPr>
            <w:r w:rsidRPr="001E44D1">
              <w:rPr>
                <w:sz w:val="18"/>
                <w:highlight w:val="yellow"/>
              </w:rPr>
              <w:t xml:space="preserve">V </w:t>
            </w:r>
            <w:r w:rsidR="001E44D1" w:rsidRPr="001E44D1">
              <w:rPr>
                <w:highlight w:val="yellow"/>
              </w:rPr>
              <w:fldChar w:fldCharType="begin"/>
            </w:r>
            <w:r w:rsidR="001E44D1" w:rsidRPr="001E44D1">
              <w:rPr>
                <w:sz w:val="18"/>
                <w:highlight w:val="yellow"/>
              </w:rPr>
              <w:instrText xml:space="preserve"> MACROBUTTON  VložitŠirokouMezeru "[VLOŽÍ PRODÁVAJÍCÍ]" </w:instrText>
            </w:r>
            <w:r w:rsidR="001E44D1" w:rsidRPr="001E44D1">
              <w:rPr>
                <w:highlight w:val="yellow"/>
              </w:rPr>
              <w:fldChar w:fldCharType="end"/>
            </w:r>
            <w:r w:rsidRPr="001E44D1">
              <w:rPr>
                <w:sz w:val="18"/>
                <w:highlight w:val="yellow"/>
              </w:rPr>
              <w:t>dne</w:t>
            </w:r>
          </w:p>
        </w:tc>
      </w:tr>
    </w:tbl>
    <w:p w14:paraId="249A6A28" w14:textId="77777777" w:rsidR="00C303D3" w:rsidRDefault="00C303D3" w:rsidP="00C303D3">
      <w:pPr>
        <w:pStyle w:val="Textbezodsazen"/>
        <w:spacing w:line="240" w:lineRule="auto"/>
      </w:pPr>
    </w:p>
    <w:p w14:paraId="49BF209C" w14:textId="1C219A63" w:rsidR="000D2628" w:rsidRDefault="000D2628" w:rsidP="009F0867">
      <w:pPr>
        <w:pStyle w:val="Textbezodsazen"/>
      </w:pPr>
    </w:p>
    <w:tbl>
      <w:tblPr>
        <w:tblStyle w:val="Mkatabulky1"/>
        <w:tblW w:w="0" w:type="auto"/>
        <w:tblLook w:val="04A0" w:firstRow="1" w:lastRow="0" w:firstColumn="1" w:lastColumn="0" w:noHBand="0" w:noVBand="1"/>
      </w:tblPr>
      <w:tblGrid>
        <w:gridCol w:w="4210"/>
        <w:gridCol w:w="4210"/>
      </w:tblGrid>
      <w:tr w:rsidR="000D2628" w:rsidRPr="007E08B1" w14:paraId="3033E0AA" w14:textId="77777777" w:rsidTr="00106B5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5BCE839D" w14:textId="77777777" w:rsidR="000D2628" w:rsidRPr="007E08B1" w:rsidRDefault="000D2628" w:rsidP="0037606B">
            <w:pPr>
              <w:spacing w:after="120"/>
              <w:jc w:val="center"/>
              <w:rPr>
                <w:rFonts w:ascii="Verdana" w:eastAsia="Verdana" w:hAnsi="Verdana" w:cs="Times New Roman"/>
                <w:sz w:val="18"/>
              </w:rPr>
            </w:pPr>
          </w:p>
          <w:p w14:paraId="1C9BF4CE" w14:textId="77777777" w:rsidR="000D2628" w:rsidRPr="007E08B1" w:rsidRDefault="000D2628" w:rsidP="00C303D3">
            <w:pPr>
              <w:spacing w:after="120"/>
              <w:rPr>
                <w:rFonts w:ascii="Verdana" w:eastAsia="Verdana" w:hAnsi="Verdana" w:cs="Times New Roman"/>
                <w:sz w:val="18"/>
              </w:rPr>
            </w:pPr>
            <w:r w:rsidRPr="007E08B1">
              <w:rPr>
                <w:rFonts w:ascii="Verdana" w:eastAsia="Verdana" w:hAnsi="Verdana" w:cs="Times New Roman"/>
                <w:sz w:val="18"/>
              </w:rPr>
              <w:t>……………………………………………………………………</w:t>
            </w:r>
          </w:p>
          <w:p w14:paraId="260B435A" w14:textId="3C03242E" w:rsidR="000D2628" w:rsidRPr="007E08B1" w:rsidRDefault="001E44D1" w:rsidP="00C303D3">
            <w:pPr>
              <w:rPr>
                <w:rFonts w:ascii="Verdana" w:eastAsia="Verdana" w:hAnsi="Verdana" w:cs="Times New Roman"/>
                <w:sz w:val="18"/>
              </w:rPr>
            </w:pPr>
            <w:r>
              <w:rPr>
                <w:rFonts w:ascii="Verdana" w:eastAsia="Verdana" w:hAnsi="Verdana" w:cs="Times New Roman"/>
                <w:sz w:val="18"/>
              </w:rPr>
              <w:t>Kupující</w:t>
            </w:r>
          </w:p>
          <w:p w14:paraId="1923963C" w14:textId="77777777" w:rsidR="000D2628" w:rsidRDefault="000D2628" w:rsidP="00C303D3">
            <w:pPr>
              <w:rPr>
                <w:rFonts w:ascii="Verdana" w:eastAsia="Verdana" w:hAnsi="Verdana" w:cs="Times New Roman"/>
                <w:b/>
                <w:sz w:val="18"/>
              </w:rPr>
            </w:pPr>
            <w:r w:rsidRPr="007E08B1">
              <w:rPr>
                <w:rFonts w:ascii="Verdana" w:eastAsia="Verdana" w:hAnsi="Verdana" w:cs="Times New Roman"/>
                <w:b/>
                <w:sz w:val="18"/>
              </w:rPr>
              <w:t>Ing. Jiří MACHO</w:t>
            </w:r>
          </w:p>
          <w:p w14:paraId="05473AAA" w14:textId="77777777" w:rsidR="000D2628" w:rsidRDefault="000D2628" w:rsidP="00C303D3">
            <w:pPr>
              <w:rPr>
                <w:rFonts w:ascii="Verdana" w:eastAsia="Verdana" w:hAnsi="Verdana" w:cs="Times New Roman"/>
                <w:sz w:val="18"/>
              </w:rPr>
            </w:pPr>
            <w:r w:rsidRPr="007E08B1">
              <w:rPr>
                <w:rFonts w:ascii="Verdana" w:eastAsia="Verdana" w:hAnsi="Verdana" w:cs="Times New Roman"/>
                <w:sz w:val="18"/>
              </w:rPr>
              <w:t>ředitel Oblastního ředitelství Ostrava</w:t>
            </w:r>
          </w:p>
          <w:p w14:paraId="18A24E72" w14:textId="77777777" w:rsidR="000D2628" w:rsidRPr="00C44BDD" w:rsidRDefault="000D2628" w:rsidP="00C303D3">
            <w:pPr>
              <w:rPr>
                <w:rFonts w:ascii="Verdana" w:eastAsia="Verdana" w:hAnsi="Verdana" w:cs="Times New Roman"/>
                <w:b/>
                <w:sz w:val="18"/>
              </w:rPr>
            </w:pPr>
            <w:r>
              <w:rPr>
                <w:rFonts w:ascii="Verdana" w:eastAsia="Verdana" w:hAnsi="Verdana" w:cs="Times New Roman"/>
                <w:sz w:val="18"/>
              </w:rPr>
              <w:t>Správa železnic, státní organizace</w:t>
            </w:r>
          </w:p>
        </w:tc>
        <w:tc>
          <w:tcPr>
            <w:tcW w:w="4210" w:type="dxa"/>
            <w:tcBorders>
              <w:top w:val="nil"/>
              <w:left w:val="nil"/>
            </w:tcBorders>
            <w:shd w:val="clear" w:color="auto" w:fill="auto"/>
          </w:tcPr>
          <w:p w14:paraId="25A83838" w14:textId="77777777" w:rsidR="000D2628" w:rsidRPr="007E08B1" w:rsidRDefault="000D2628" w:rsidP="003760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18176CA" w14:textId="77777777" w:rsidR="000D2628" w:rsidRPr="007E08B1" w:rsidRDefault="000D2628"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1EB6F0F0" w14:textId="2C689677" w:rsidR="000D2628" w:rsidRPr="007E08B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Pr>
                <w:rFonts w:ascii="Verdana" w:eastAsia="Verdana" w:hAnsi="Verdana" w:cs="Times New Roman"/>
                <w:sz w:val="18"/>
              </w:rPr>
              <w:t>Prodávající</w:t>
            </w:r>
          </w:p>
          <w:p w14:paraId="6B45DA96" w14:textId="293232CD"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1E44D1">
              <w:rPr>
                <w:b/>
                <w:highlight w:val="yellow"/>
              </w:rPr>
              <w:fldChar w:fldCharType="begin"/>
            </w:r>
            <w:r w:rsidRPr="001E44D1">
              <w:rPr>
                <w:b/>
                <w:sz w:val="18"/>
                <w:highlight w:val="yellow"/>
              </w:rPr>
              <w:instrText xml:space="preserve"> MACROBUTTON  VložitŠirokouMezeru "[VLOŽÍ PRODÁVAJÍCÍ]" </w:instrText>
            </w:r>
            <w:r w:rsidRPr="001E44D1">
              <w:rPr>
                <w:b/>
                <w:highlight w:val="yellow"/>
              </w:rPr>
              <w:fldChar w:fldCharType="end"/>
            </w:r>
          </w:p>
          <w:p w14:paraId="71DF9D8E" w14:textId="349C6525" w:rsidR="000D2628" w:rsidRPr="001E44D1" w:rsidRDefault="001E44D1" w:rsidP="00E22B1F">
            <w:pPr>
              <w:cnfStyle w:val="100000000000" w:firstRow="1" w:lastRow="0" w:firstColumn="0" w:lastColumn="0" w:oddVBand="0" w:evenVBand="0" w:oddHBand="0" w:evenHBand="0" w:firstRowFirstColumn="0" w:firstRowLastColumn="0" w:lastRowFirstColumn="0" w:lastRowLastColumn="0"/>
              <w:rPr>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p w14:paraId="2AAC5489" w14:textId="757E55DE" w:rsidR="000D2628" w:rsidRPr="00056AAF" w:rsidRDefault="001E44D1" w:rsidP="00E22B1F">
            <w:pPr>
              <w:spacing w:after="120"/>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1E44D1">
              <w:rPr>
                <w:highlight w:val="yellow"/>
              </w:rPr>
              <w:fldChar w:fldCharType="begin"/>
            </w:r>
            <w:r w:rsidRPr="001E44D1">
              <w:rPr>
                <w:sz w:val="18"/>
                <w:highlight w:val="yellow"/>
              </w:rPr>
              <w:instrText xml:space="preserve"> MACROBUTTON  VložitŠirokouMezeru "[VLOŽÍ PRODÁVAJÍCÍ]" </w:instrText>
            </w:r>
            <w:r w:rsidRPr="001E44D1">
              <w:rPr>
                <w:highlight w:val="yellow"/>
              </w:rPr>
              <w:fldChar w:fldCharType="end"/>
            </w:r>
          </w:p>
        </w:tc>
      </w:tr>
      <w:tr w:rsidR="00E22B1F" w:rsidRPr="007E08B1" w14:paraId="0B4399A8" w14:textId="77777777" w:rsidTr="00106B57">
        <w:tc>
          <w:tcPr>
            <w:cnfStyle w:val="001000000000" w:firstRow="0" w:lastRow="0" w:firstColumn="1" w:lastColumn="0" w:oddVBand="0" w:evenVBand="0" w:oddHBand="0" w:evenHBand="0" w:firstRowFirstColumn="0" w:firstRowLastColumn="0" w:lastRowFirstColumn="0" w:lastRowLastColumn="0"/>
            <w:tcW w:w="4210" w:type="dxa"/>
            <w:tcBorders>
              <w:top w:val="nil"/>
              <w:right w:val="nil"/>
            </w:tcBorders>
            <w:shd w:val="clear" w:color="auto" w:fill="auto"/>
          </w:tcPr>
          <w:p w14:paraId="1EA518C2" w14:textId="77777777" w:rsidR="00E22B1F" w:rsidRPr="007E08B1" w:rsidRDefault="00E22B1F" w:rsidP="0037606B">
            <w:pPr>
              <w:spacing w:after="120"/>
              <w:jc w:val="center"/>
              <w:rPr>
                <w:rFonts w:ascii="Verdana" w:eastAsia="Verdana" w:hAnsi="Verdana" w:cs="Times New Roman"/>
              </w:rPr>
            </w:pPr>
          </w:p>
        </w:tc>
        <w:tc>
          <w:tcPr>
            <w:tcW w:w="4210" w:type="dxa"/>
            <w:tcBorders>
              <w:top w:val="nil"/>
              <w:left w:val="nil"/>
            </w:tcBorders>
            <w:shd w:val="clear" w:color="auto" w:fill="auto"/>
          </w:tcPr>
          <w:p w14:paraId="3EB39ABA" w14:textId="77777777" w:rsidR="00E22B1F" w:rsidRPr="007E08B1" w:rsidRDefault="00E22B1F" w:rsidP="0037606B">
            <w:pPr>
              <w:spacing w:after="120"/>
              <w:jc w:val="center"/>
              <w:cnfStyle w:val="000000000000" w:firstRow="0" w:lastRow="0" w:firstColumn="0" w:lastColumn="0" w:oddVBand="0" w:evenVBand="0" w:oddHBand="0" w:evenHBand="0" w:firstRowFirstColumn="0" w:firstRowLastColumn="0" w:lastRowFirstColumn="0" w:lastRowLastColumn="0"/>
              <w:rPr>
                <w:rFonts w:ascii="Verdana" w:eastAsia="Verdana" w:hAnsi="Verdana" w:cs="Times New Roman"/>
              </w:rPr>
            </w:pPr>
          </w:p>
        </w:tc>
      </w:tr>
    </w:tbl>
    <w:p w14:paraId="3F453C9C" w14:textId="1E7D462D" w:rsidR="00F422D3" w:rsidRDefault="00F422D3" w:rsidP="009F0867">
      <w:pPr>
        <w:pStyle w:val="Textbezodsazen"/>
      </w:pPr>
    </w:p>
    <w:p w14:paraId="214FB560" w14:textId="7A90202F" w:rsidR="00CB4F6D" w:rsidRDefault="00E22B1F" w:rsidP="00106B57">
      <w:pPr>
        <w:suppressAutoHyphens/>
        <w:spacing w:before="120"/>
        <w:jc w:val="both"/>
      </w:pPr>
      <w:r w:rsidRPr="00843429">
        <w:rPr>
          <w:rFonts w:ascii="Verdana" w:hAnsi="Verdana" w:cstheme="minorHAnsi"/>
          <w:highlight w:val="lightGray"/>
        </w:rPr>
        <w:t>Tato Smlouva byla uveřejněna prostřednictvím registru smluv dne …………………</w:t>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3D20B697" w14:textId="7924AE78" w:rsidR="00AF0065" w:rsidRPr="00147B78" w:rsidRDefault="00AF0065" w:rsidP="00AF0065">
      <w:pPr>
        <w:pStyle w:val="Textbezslovn"/>
        <w:ind w:left="0"/>
        <w:rPr>
          <w:rFonts w:ascii="Verdana" w:hAnsi="Verdana"/>
        </w:rPr>
      </w:pPr>
      <w:r>
        <w:rPr>
          <w:rFonts w:ascii="Verdana" w:hAnsi="Verdana"/>
        </w:rPr>
        <w:t xml:space="preserve">Obchodní </w:t>
      </w:r>
      <w:r w:rsidRPr="009972D6">
        <w:rPr>
          <w:rFonts w:ascii="Verdana" w:hAnsi="Verdana"/>
        </w:rPr>
        <w:t>podmínky (OP), které</w:t>
      </w:r>
      <w:r>
        <w:rPr>
          <w:rFonts w:ascii="Verdana" w:hAnsi="Verdana"/>
        </w:rPr>
        <w:t xml:space="preserve">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 xml:space="preserve">byly poskytnuty jako součást </w:t>
      </w:r>
      <w:r>
        <w:rPr>
          <w:rFonts w:ascii="Verdana" w:hAnsi="Verdana"/>
        </w:rPr>
        <w:t>Z</w:t>
      </w:r>
      <w:r w:rsidRPr="00147B78">
        <w:rPr>
          <w:rFonts w:ascii="Verdana" w:hAnsi="Verdana"/>
        </w:rPr>
        <w:t>adávací dokumentace uveřejněné na profilu zadavatele.</w:t>
      </w:r>
    </w:p>
    <w:p w14:paraId="64A8744D" w14:textId="4659E733" w:rsidR="00E463D2" w:rsidRPr="001E44D1" w:rsidRDefault="00AF0065" w:rsidP="00AF0065">
      <w:pPr>
        <w:pStyle w:val="Textbezodsazen"/>
        <w:rPr>
          <w:bCs/>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7D31F991" w14:textId="77777777" w:rsidR="001E44D1" w:rsidRPr="00374B40" w:rsidRDefault="001E44D1" w:rsidP="001E44D1">
      <w:pPr>
        <w:overflowPunct w:val="0"/>
        <w:autoSpaceDE w:val="0"/>
        <w:autoSpaceDN w:val="0"/>
        <w:adjustRightInd w:val="0"/>
        <w:spacing w:after="120" w:line="240" w:lineRule="auto"/>
        <w:textAlignment w:val="baseline"/>
        <w:rPr>
          <w:rFonts w:eastAsia="Times New Roman"/>
          <w:b/>
          <w:bCs/>
          <w:caps/>
          <w:sz w:val="20"/>
          <w:szCs w:val="20"/>
          <w:lang w:eastAsia="cs-CZ"/>
        </w:rPr>
      </w:pPr>
      <w:r>
        <w:rPr>
          <w:b/>
          <w:bCs/>
          <w:sz w:val="20"/>
          <w:szCs w:val="20"/>
        </w:rPr>
        <w:t>Specifikace předmětu koupě</w:t>
      </w:r>
    </w:p>
    <w:p w14:paraId="01401D4D" w14:textId="489BAF76" w:rsidR="001E44D1" w:rsidRPr="001D5842" w:rsidRDefault="001E44D1" w:rsidP="001E44D1">
      <w:pPr>
        <w:overflowPunct w:val="0"/>
        <w:autoSpaceDE w:val="0"/>
        <w:autoSpaceDN w:val="0"/>
        <w:adjustRightInd w:val="0"/>
        <w:spacing w:after="120" w:line="240" w:lineRule="auto"/>
        <w:jc w:val="both"/>
        <w:textAlignment w:val="baseline"/>
      </w:pPr>
      <w:r w:rsidRPr="00FC5F72">
        <w:rPr>
          <w:highlight w:val="lightGray"/>
        </w:rPr>
        <w:t xml:space="preserve">Do přílohy smlouvy bude vložena </w:t>
      </w:r>
      <w:r w:rsidRPr="00AF0065">
        <w:rPr>
          <w:highlight w:val="lightGray"/>
        </w:rPr>
        <w:t>Specifikace předmětu koupě uvedená v nabídce vybraného dodavatele jako součást vyplněné Přílohy č. 1</w:t>
      </w:r>
      <w:r w:rsidR="00AF0065" w:rsidRPr="00AF0065">
        <w:rPr>
          <w:highlight w:val="lightGray"/>
        </w:rPr>
        <w:t xml:space="preserve"> Dílu 3 Zadávací dokumentace</w:t>
      </w:r>
      <w:r w:rsidRPr="00AF0065">
        <w:rPr>
          <w:highlight w:val="lightGray"/>
        </w:rPr>
        <w:t xml:space="preserve"> včetně technického/produktového/výrobního listu ve smyslu čl. </w:t>
      </w:r>
      <w:r w:rsidR="00AF0065" w:rsidRPr="00AF0065">
        <w:rPr>
          <w:highlight w:val="lightGray"/>
        </w:rPr>
        <w:t>9</w:t>
      </w:r>
      <w:r w:rsidRPr="00AF0065">
        <w:rPr>
          <w:highlight w:val="lightGray"/>
        </w:rPr>
        <w:t>.</w:t>
      </w:r>
      <w:r w:rsidR="00AF0065" w:rsidRPr="00AF0065">
        <w:rPr>
          <w:highlight w:val="lightGray"/>
        </w:rPr>
        <w:t>1</w:t>
      </w:r>
      <w:r w:rsidRPr="00AF0065">
        <w:rPr>
          <w:highlight w:val="lightGray"/>
        </w:rPr>
        <w:t xml:space="preserve"> Výzvy k podání nabídky.</w:t>
      </w:r>
    </w:p>
    <w:p w14:paraId="40D5DCAA" w14:textId="13B0BC90" w:rsidR="00E463D2" w:rsidRPr="00935FE2" w:rsidRDefault="001E44D1" w:rsidP="001E44D1">
      <w:pPr>
        <w:pStyle w:val="Odstavec1-1a"/>
        <w:numPr>
          <w:ilvl w:val="0"/>
          <w:numId w:val="0"/>
        </w:numPr>
        <w:ind w:left="1077" w:hanging="1077"/>
        <w:jc w:val="left"/>
      </w:pPr>
      <w:r w:rsidRPr="00FC5F72">
        <w:rPr>
          <w:bCs/>
          <w:highlight w:val="lightGray"/>
        </w:rPr>
        <w:t>"[VLOŽÍ KUPUJÍCÍ]"</w:t>
      </w:r>
    </w:p>
    <w:p w14:paraId="677F3E3F" w14:textId="31E61F06" w:rsidR="006C0BB6" w:rsidRDefault="006C0BB6" w:rsidP="00F762A8">
      <w:pPr>
        <w:pStyle w:val="Nadpisbezsl1-1"/>
        <w:sectPr w:rsidR="006C0BB6" w:rsidSect="004E70C8">
          <w:headerReference w:type="default" r:id="rId21"/>
          <w:footerReference w:type="default" r:id="rId22"/>
          <w:pgSz w:w="11906" w:h="16838" w:code="9"/>
          <w:pgMar w:top="1417" w:right="1417" w:bottom="1417" w:left="1417" w:header="595" w:footer="624" w:gutter="652"/>
          <w:pgNumType w:start="1"/>
          <w:cols w:space="708"/>
          <w:docGrid w:linePitch="360"/>
        </w:sectPr>
      </w:pPr>
    </w:p>
    <w:p w14:paraId="4E925182" w14:textId="645AE51F" w:rsidR="00ED29F1" w:rsidRPr="00F97DBD" w:rsidRDefault="001E44D1" w:rsidP="00ED29F1">
      <w:pPr>
        <w:pStyle w:val="Nadpisbezsl1-1"/>
      </w:pPr>
      <w:r>
        <w:lastRenderedPageBreak/>
        <w:t>P</w:t>
      </w:r>
      <w:r w:rsidR="00ED29F1" w:rsidRPr="00F97DBD">
        <w:t xml:space="preserve">říloha č. </w:t>
      </w:r>
      <w:r>
        <w:t>4</w:t>
      </w:r>
    </w:p>
    <w:p w14:paraId="364F1180" w14:textId="77777777" w:rsidR="001E44D1" w:rsidRPr="00DA78CD" w:rsidRDefault="001E44D1" w:rsidP="001E44D1">
      <w:pPr>
        <w:suppressAutoHyphens/>
        <w:spacing w:before="120" w:line="276" w:lineRule="auto"/>
        <w:rPr>
          <w:rFonts w:eastAsia="Times New Roman" w:cs="Times New Roman"/>
          <w:b/>
          <w:caps/>
          <w:sz w:val="22"/>
          <w:szCs w:val="22"/>
          <w:lang w:eastAsia="cs-CZ"/>
        </w:rPr>
      </w:pPr>
      <w:r>
        <w:rPr>
          <w:b/>
          <w:bCs/>
          <w:sz w:val="20"/>
          <w:szCs w:val="20"/>
        </w:rPr>
        <w:t>Seznam poddodavatelů</w:t>
      </w:r>
    </w:p>
    <w:p w14:paraId="125F356B" w14:textId="6D77B313" w:rsidR="001E44D1" w:rsidRPr="00AF0065" w:rsidRDefault="001E44D1" w:rsidP="009E3A23">
      <w:pPr>
        <w:pStyle w:val="RLProhlensmluvnchstran"/>
        <w:spacing w:after="0" w:line="264" w:lineRule="auto"/>
        <w:jc w:val="both"/>
        <w:rPr>
          <w:rFonts w:ascii="Verdana" w:hAnsi="Verdana"/>
          <w:b w:val="0"/>
          <w:bCs w:val="0"/>
          <w:sz w:val="18"/>
          <w:szCs w:val="18"/>
          <w:highlight w:val="lightGray"/>
        </w:rPr>
      </w:pPr>
      <w:r w:rsidRPr="00AF0065">
        <w:rPr>
          <w:rFonts w:ascii="Verdana" w:hAnsi="Verdana"/>
          <w:b w:val="0"/>
          <w:bCs w:val="0"/>
          <w:sz w:val="18"/>
          <w:szCs w:val="18"/>
          <w:highlight w:val="lightGray"/>
        </w:rPr>
        <w:t>Do přílohy smlouvy bude vložen seznam poddodavatelů předložený v nabídce vybraného dodavatele jako součást Čestného prohlášení o poddodavatelích (Příloha č. 2 Výzvy k podání nabídky).</w:t>
      </w:r>
    </w:p>
    <w:p w14:paraId="46BC8CF6" w14:textId="6990FC25" w:rsidR="00ED29F1" w:rsidRDefault="001E44D1" w:rsidP="001E44D1">
      <w:pPr>
        <w:pStyle w:val="Tabulka"/>
        <w:sectPr w:rsidR="00ED29F1" w:rsidSect="004E70C8">
          <w:footerReference w:type="default" r:id="rId23"/>
          <w:pgSz w:w="11906" w:h="16838" w:code="9"/>
          <w:pgMar w:top="1417" w:right="1417" w:bottom="1417" w:left="1417" w:header="595" w:footer="624" w:gutter="652"/>
          <w:pgNumType w:start="1"/>
          <w:cols w:space="708"/>
          <w:docGrid w:linePitch="360"/>
        </w:sectPr>
      </w:pPr>
      <w:r w:rsidRPr="002E02C6">
        <w:rPr>
          <w:rFonts w:ascii="Verdana" w:eastAsia="Verdana" w:hAnsi="Verdana" w:cs="Times New Roman"/>
          <w:b/>
          <w:bCs/>
          <w:highlight w:val="lightGray"/>
        </w:rPr>
        <w:fldChar w:fldCharType="begin"/>
      </w:r>
      <w:r w:rsidRPr="002E02C6">
        <w:rPr>
          <w:rFonts w:ascii="Verdana" w:eastAsia="Verdana" w:hAnsi="Verdana" w:cs="Times New Roman"/>
          <w:highlight w:val="lightGray"/>
        </w:rPr>
        <w:instrText xml:space="preserve"> MACROBUTTON  VložitŠirokouMezeru "[VLOŽÍ KUPUJÍCÍ]" </w:instrText>
      </w:r>
      <w:r w:rsidRPr="002E02C6">
        <w:rPr>
          <w:rFonts w:ascii="Verdana" w:eastAsia="Verdana" w:hAnsi="Verdana" w:cs="Times New Roman"/>
          <w:b/>
          <w:bCs/>
          <w:highlight w:val="lightGray"/>
        </w:rPr>
        <w:fldChar w:fldCharType="end"/>
      </w:r>
    </w:p>
    <w:p w14:paraId="5649392D" w14:textId="39D350DD" w:rsidR="00F762A8" w:rsidRDefault="002C7A28" w:rsidP="00F762A8">
      <w:pPr>
        <w:pStyle w:val="Nadpisbezsl1-1"/>
      </w:pPr>
      <w:r>
        <w:lastRenderedPageBreak/>
        <w:t xml:space="preserve">Příloha č. </w:t>
      </w:r>
      <w:r w:rsidR="001E44D1">
        <w:t>6</w:t>
      </w:r>
    </w:p>
    <w:p w14:paraId="430BA9D7" w14:textId="77777777" w:rsidR="001E44D1" w:rsidRPr="00061719" w:rsidRDefault="001E44D1" w:rsidP="001E44D1">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Prodávajícího</w:t>
      </w:r>
    </w:p>
    <w:p w14:paraId="317F7E70" w14:textId="77777777" w:rsidR="001E44D1" w:rsidRDefault="001E44D1" w:rsidP="001E44D1">
      <w:pPr>
        <w:pStyle w:val="acnormal"/>
        <w:rPr>
          <w:rFonts w:ascii="Verdana" w:hAnsi="Verdana"/>
          <w:b/>
        </w:rPr>
      </w:pPr>
    </w:p>
    <w:p w14:paraId="032266A8" w14:textId="7AB3F5D0" w:rsidR="001E44D1" w:rsidRDefault="001E44D1" w:rsidP="001E44D1">
      <w:pPr>
        <w:pStyle w:val="Textbezslovn"/>
        <w:ind w:left="0"/>
        <w:rPr>
          <w:rFonts w:ascii="Verdana" w:hAnsi="Verdana"/>
        </w:rPr>
      </w:pPr>
      <w:r w:rsidRPr="00B05167">
        <w:rPr>
          <w:rFonts w:ascii="Verdana" w:eastAsia="Calibri" w:hAnsi="Verdana" w:cs="Times New Roman"/>
          <w:highlight w:val="lightGray"/>
        </w:rPr>
        <w:t xml:space="preserve">Do přílohy </w:t>
      </w:r>
      <w:r>
        <w:rPr>
          <w:rFonts w:ascii="Verdana" w:hAnsi="Verdana"/>
          <w:highlight w:val="lightGray"/>
        </w:rPr>
        <w:t>smlouvy</w:t>
      </w:r>
      <w:r w:rsidRPr="00B05167">
        <w:rPr>
          <w:rFonts w:ascii="Verdana" w:eastAsia="Calibri" w:hAnsi="Verdana" w:cs="Times New Roman"/>
          <w:highlight w:val="lightGray"/>
        </w:rPr>
        <w:t xml:space="preserve"> bude vloženo příslušné zmocnění předložené v nabídce účastníků</w:t>
      </w:r>
      <w:r>
        <w:rPr>
          <w:rFonts w:ascii="Verdana" w:hAnsi="Verdana"/>
          <w:highlight w:val="lightGray"/>
        </w:rPr>
        <w:t xml:space="preserve"> (vybraných dodavatelů)</w:t>
      </w:r>
      <w:r w:rsidRPr="00B05167">
        <w:rPr>
          <w:rFonts w:ascii="Verdana" w:eastAsia="Calibri" w:hAnsi="Verdana" w:cs="Times New Roman"/>
          <w:highlight w:val="lightGray"/>
        </w:rPr>
        <w:t>, je-li relevantní.</w:t>
      </w:r>
    </w:p>
    <w:sectPr w:rsidR="001E44D1" w:rsidSect="001E44D1">
      <w:footerReference w:type="default" r:id="rId2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E959A4" w14:textId="77777777" w:rsidR="00285E8B" w:rsidRDefault="00285E8B" w:rsidP="00962258">
      <w:pPr>
        <w:spacing w:after="0" w:line="240" w:lineRule="auto"/>
      </w:pPr>
      <w:r>
        <w:separator/>
      </w:r>
    </w:p>
  </w:endnote>
  <w:endnote w:type="continuationSeparator" w:id="0">
    <w:p w14:paraId="149274CF" w14:textId="77777777" w:rsidR="00285E8B" w:rsidRDefault="00285E8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9080"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gridCol w:w="8505"/>
    </w:tblGrid>
    <w:tr w:rsidR="00285E8B" w14:paraId="66F961A6" w14:textId="77777777" w:rsidTr="00AF2741">
      <w:tc>
        <w:tcPr>
          <w:tcW w:w="1361" w:type="dxa"/>
          <w:tcMar>
            <w:left w:w="0" w:type="dxa"/>
            <w:right w:w="0" w:type="dxa"/>
          </w:tcMar>
          <w:vAlign w:val="bottom"/>
        </w:tcPr>
        <w:p w14:paraId="74E023F2" w14:textId="33EDC3C6" w:rsidR="00285E8B" w:rsidRPr="00B8518B" w:rsidRDefault="00285E8B" w:rsidP="00AF274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6</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822E2">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285E8B" w:rsidRDefault="00285E8B" w:rsidP="00AF2741">
          <w:pPr>
            <w:pStyle w:val="Zpat"/>
          </w:pPr>
        </w:p>
      </w:tc>
      <w:tc>
        <w:tcPr>
          <w:tcW w:w="425" w:type="dxa"/>
          <w:shd w:val="clear" w:color="auto" w:fill="auto"/>
          <w:tcMar>
            <w:left w:w="0" w:type="dxa"/>
            <w:right w:w="0" w:type="dxa"/>
          </w:tcMar>
        </w:tcPr>
        <w:p w14:paraId="22A8B046" w14:textId="77777777" w:rsidR="00285E8B" w:rsidRDefault="00285E8B" w:rsidP="00AF2741">
          <w:pPr>
            <w:pStyle w:val="Zpat"/>
          </w:pPr>
        </w:p>
      </w:tc>
      <w:tc>
        <w:tcPr>
          <w:tcW w:w="8505" w:type="dxa"/>
        </w:tcPr>
        <w:p w14:paraId="0068C395" w14:textId="4A61C862" w:rsidR="00285E8B" w:rsidRPr="00E7415D" w:rsidRDefault="001E44D1" w:rsidP="00AF2741">
          <w:pPr>
            <w:pStyle w:val="Zpat0"/>
            <w:rPr>
              <w:b/>
            </w:rPr>
          </w:pPr>
          <w:r>
            <w:rPr>
              <w:b/>
            </w:rPr>
            <w:t xml:space="preserve">KUPNÍ </w:t>
          </w:r>
          <w:r w:rsidR="00285E8B" w:rsidRPr="00E7415D">
            <w:rPr>
              <w:b/>
            </w:rPr>
            <w:t>SMLOUVA</w:t>
          </w:r>
        </w:p>
        <w:p w14:paraId="4E23EBCB" w14:textId="7D84C832" w:rsidR="00285E8B" w:rsidRDefault="001E44D1" w:rsidP="00AF2741">
          <w:pPr>
            <w:pStyle w:val="Zpat0"/>
          </w:pPr>
          <w:r>
            <w:t>Dodávky</w:t>
          </w:r>
        </w:p>
        <w:p w14:paraId="187111A3" w14:textId="0C003CF6" w:rsidR="00285E8B" w:rsidRPr="00E7415D" w:rsidRDefault="00285E8B" w:rsidP="00A15E97">
          <w:pPr>
            <w:pStyle w:val="Zpat0"/>
            <w:rPr>
              <w:b/>
            </w:rPr>
          </w:pPr>
          <w:r>
            <w:t>VZ 635</w:t>
          </w:r>
          <w:r w:rsidR="009C39F5">
            <w:t>24156</w:t>
          </w:r>
        </w:p>
      </w:tc>
      <w:tc>
        <w:tcPr>
          <w:tcW w:w="8505" w:type="dxa"/>
        </w:tcPr>
        <w:p w14:paraId="3C7F3669" w14:textId="510719AE" w:rsidR="00285E8B" w:rsidRPr="00E7415D" w:rsidRDefault="00285E8B" w:rsidP="00AF2741">
          <w:pPr>
            <w:pStyle w:val="Zpat0"/>
            <w:rPr>
              <w:b/>
            </w:rPr>
          </w:pPr>
          <w:r w:rsidRPr="00E7415D">
            <w:rPr>
              <w:b/>
            </w:rPr>
            <w:t>SMLOUVA O DÍLO</w:t>
          </w:r>
        </w:p>
        <w:p w14:paraId="775730D5" w14:textId="77777777" w:rsidR="00285E8B" w:rsidRDefault="00285E8B" w:rsidP="00AF2741">
          <w:pPr>
            <w:pStyle w:val="Zpat0"/>
          </w:pPr>
          <w:r>
            <w:t>Zhotovení stavby</w:t>
          </w:r>
        </w:p>
      </w:tc>
    </w:tr>
  </w:tbl>
  <w:p w14:paraId="08240A54" w14:textId="77777777" w:rsidR="00285E8B" w:rsidRPr="00B8518B" w:rsidRDefault="00285E8B"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8B6730" w14:textId="77777777" w:rsidR="00285E8B" w:rsidRPr="00B8518B" w:rsidRDefault="00285E8B" w:rsidP="00460660">
    <w:pPr>
      <w:pStyle w:val="Zpat"/>
      <w:rPr>
        <w:sz w:val="2"/>
        <w:szCs w:val="2"/>
      </w:rPr>
    </w:pPr>
  </w:p>
  <w:p w14:paraId="16024DF8" w14:textId="77777777" w:rsidR="00285E8B" w:rsidRPr="00460660" w:rsidRDefault="00285E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3B795DC1" w14:textId="77777777" w:rsidTr="00EB46E5">
      <w:tc>
        <w:tcPr>
          <w:tcW w:w="1361" w:type="dxa"/>
          <w:tcMar>
            <w:left w:w="0" w:type="dxa"/>
            <w:right w:w="0" w:type="dxa"/>
          </w:tcMar>
          <w:vAlign w:val="bottom"/>
        </w:tcPr>
        <w:p w14:paraId="263D62C1" w14:textId="39C82D5C" w:rsidR="00285E8B" w:rsidRPr="00B8518B" w:rsidRDefault="00285E8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822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285E8B" w:rsidRDefault="00285E8B" w:rsidP="00B8518B">
          <w:pPr>
            <w:pStyle w:val="Zpat"/>
          </w:pPr>
        </w:p>
      </w:tc>
      <w:tc>
        <w:tcPr>
          <w:tcW w:w="425" w:type="dxa"/>
          <w:shd w:val="clear" w:color="auto" w:fill="auto"/>
          <w:tcMar>
            <w:left w:w="0" w:type="dxa"/>
            <w:right w:w="0" w:type="dxa"/>
          </w:tcMar>
        </w:tcPr>
        <w:p w14:paraId="1E39D294" w14:textId="77777777" w:rsidR="00285E8B" w:rsidRDefault="00285E8B" w:rsidP="00B8518B">
          <w:pPr>
            <w:pStyle w:val="Zpat"/>
          </w:pPr>
        </w:p>
      </w:tc>
      <w:tc>
        <w:tcPr>
          <w:tcW w:w="8505" w:type="dxa"/>
        </w:tcPr>
        <w:p w14:paraId="2B5041B9" w14:textId="77777777" w:rsidR="00285E8B" w:rsidRPr="00143EC0" w:rsidRDefault="00285E8B" w:rsidP="00F422D3">
          <w:pPr>
            <w:pStyle w:val="Zpat0"/>
            <w:rPr>
              <w:b/>
            </w:rPr>
          </w:pPr>
          <w:r w:rsidRPr="00143EC0">
            <w:rPr>
              <w:b/>
            </w:rPr>
            <w:t>PŘÍLOHA č. 1</w:t>
          </w:r>
        </w:p>
        <w:p w14:paraId="324D3A99" w14:textId="77777777" w:rsidR="001E44D1" w:rsidRDefault="001E44D1" w:rsidP="001E44D1">
          <w:pPr>
            <w:pStyle w:val="Zpat0"/>
          </w:pPr>
          <w:r>
            <w:t>KUPNÍ SMLOUVA - Dodávky</w:t>
          </w:r>
        </w:p>
        <w:p w14:paraId="40F61466" w14:textId="28D67512" w:rsidR="00285E8B" w:rsidRDefault="001E44D1" w:rsidP="001E44D1">
          <w:pPr>
            <w:pStyle w:val="Zpat0"/>
          </w:pPr>
          <w:r>
            <w:t>VS 635</w:t>
          </w:r>
          <w:r w:rsidR="00C371C8">
            <w:t>24156</w:t>
          </w:r>
        </w:p>
      </w:tc>
    </w:tr>
  </w:tbl>
  <w:p w14:paraId="3A0E80A4" w14:textId="77777777" w:rsidR="00285E8B" w:rsidRPr="00B8518B" w:rsidRDefault="00285E8B"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5A3921EC" w14:textId="77777777" w:rsidTr="00EB46E5">
      <w:tc>
        <w:tcPr>
          <w:tcW w:w="1361" w:type="dxa"/>
          <w:tcMar>
            <w:left w:w="0" w:type="dxa"/>
            <w:right w:w="0" w:type="dxa"/>
          </w:tcMar>
          <w:vAlign w:val="bottom"/>
        </w:tcPr>
        <w:p w14:paraId="4B55187E" w14:textId="7B73AEA3"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822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285E8B" w:rsidRDefault="00285E8B" w:rsidP="005A7872">
          <w:pPr>
            <w:pStyle w:val="Zpat"/>
          </w:pPr>
        </w:p>
      </w:tc>
      <w:tc>
        <w:tcPr>
          <w:tcW w:w="425" w:type="dxa"/>
          <w:shd w:val="clear" w:color="auto" w:fill="auto"/>
          <w:tcMar>
            <w:left w:w="0" w:type="dxa"/>
            <w:right w:w="0" w:type="dxa"/>
          </w:tcMar>
        </w:tcPr>
        <w:p w14:paraId="0BDE20BF" w14:textId="77777777" w:rsidR="00285E8B" w:rsidRDefault="00285E8B" w:rsidP="00B8518B">
          <w:pPr>
            <w:pStyle w:val="Zpat"/>
          </w:pPr>
        </w:p>
      </w:tc>
      <w:tc>
        <w:tcPr>
          <w:tcW w:w="8505" w:type="dxa"/>
        </w:tcPr>
        <w:p w14:paraId="639AED04" w14:textId="77777777" w:rsidR="00285E8B" w:rsidRPr="00143EC0" w:rsidRDefault="00285E8B" w:rsidP="00F422D3">
          <w:pPr>
            <w:pStyle w:val="Zpat0"/>
            <w:rPr>
              <w:b/>
            </w:rPr>
          </w:pPr>
          <w:r>
            <w:rPr>
              <w:b/>
            </w:rPr>
            <w:t>PŘÍLOHA č. 2</w:t>
          </w:r>
        </w:p>
        <w:p w14:paraId="27CF1D49" w14:textId="77777777" w:rsidR="001E44D1" w:rsidRDefault="001E44D1" w:rsidP="001E44D1">
          <w:pPr>
            <w:pStyle w:val="Zpat0"/>
          </w:pPr>
          <w:r>
            <w:t>KUPNÍ SMLOUVA - Dodávky</w:t>
          </w:r>
        </w:p>
        <w:p w14:paraId="4983A40B" w14:textId="1114E23E" w:rsidR="00285E8B" w:rsidRDefault="001E44D1" w:rsidP="001E44D1">
          <w:pPr>
            <w:pStyle w:val="Zpat0"/>
          </w:pPr>
          <w:r>
            <w:t>VS 635</w:t>
          </w:r>
          <w:r w:rsidR="00C371C8">
            <w:t>24156</w:t>
          </w:r>
        </w:p>
      </w:tc>
    </w:tr>
  </w:tbl>
  <w:p w14:paraId="5CD73219" w14:textId="77777777" w:rsidR="00285E8B" w:rsidRPr="00B8518B" w:rsidRDefault="00285E8B"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85E8B" w14:paraId="7C217AF3" w14:textId="77777777" w:rsidTr="00EB46E5">
      <w:tc>
        <w:tcPr>
          <w:tcW w:w="1361" w:type="dxa"/>
          <w:tcMar>
            <w:left w:w="0" w:type="dxa"/>
            <w:right w:w="0" w:type="dxa"/>
          </w:tcMar>
          <w:vAlign w:val="bottom"/>
        </w:tcPr>
        <w:p w14:paraId="7DD0A4FE" w14:textId="4ECD8EF3" w:rsidR="00285E8B" w:rsidRPr="00B8518B" w:rsidRDefault="00285E8B"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610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822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285E8B" w:rsidRDefault="00285E8B" w:rsidP="005A7872">
          <w:pPr>
            <w:pStyle w:val="Zpat"/>
          </w:pPr>
        </w:p>
      </w:tc>
      <w:tc>
        <w:tcPr>
          <w:tcW w:w="425" w:type="dxa"/>
          <w:shd w:val="clear" w:color="auto" w:fill="auto"/>
          <w:tcMar>
            <w:left w:w="0" w:type="dxa"/>
            <w:right w:w="0" w:type="dxa"/>
          </w:tcMar>
        </w:tcPr>
        <w:p w14:paraId="401BA09E" w14:textId="77777777" w:rsidR="00285E8B" w:rsidRDefault="00285E8B" w:rsidP="00B8518B">
          <w:pPr>
            <w:pStyle w:val="Zpat"/>
          </w:pPr>
        </w:p>
      </w:tc>
      <w:tc>
        <w:tcPr>
          <w:tcW w:w="8505" w:type="dxa"/>
        </w:tcPr>
        <w:p w14:paraId="26CBFC97" w14:textId="74B1839C" w:rsidR="001E44D1" w:rsidRPr="00143EC0" w:rsidRDefault="001E44D1" w:rsidP="001E44D1">
          <w:pPr>
            <w:pStyle w:val="Zpat0"/>
            <w:rPr>
              <w:b/>
            </w:rPr>
          </w:pPr>
          <w:r>
            <w:rPr>
              <w:b/>
            </w:rPr>
            <w:t>PŘÍLOHA č. 4</w:t>
          </w:r>
        </w:p>
        <w:p w14:paraId="7AA5F9F4" w14:textId="77777777" w:rsidR="001E44D1" w:rsidRDefault="001E44D1" w:rsidP="001E44D1">
          <w:pPr>
            <w:pStyle w:val="Zpat0"/>
          </w:pPr>
          <w:r>
            <w:t>KUPNÍ SMLOUVA - Dodávky</w:t>
          </w:r>
        </w:p>
        <w:p w14:paraId="7E32C0F5" w14:textId="7688141C" w:rsidR="00285E8B" w:rsidRDefault="001E44D1" w:rsidP="001E44D1">
          <w:pPr>
            <w:pStyle w:val="Zpat0"/>
          </w:pPr>
          <w:r>
            <w:t>VS 635</w:t>
          </w:r>
          <w:r w:rsidR="00C371C8">
            <w:t>24156</w:t>
          </w:r>
        </w:p>
      </w:tc>
    </w:tr>
  </w:tbl>
  <w:p w14:paraId="2B76B789" w14:textId="77777777" w:rsidR="00285E8B" w:rsidRPr="00B8518B" w:rsidRDefault="00285E8B"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E44D1" w14:paraId="61D850F8" w14:textId="77777777" w:rsidTr="006378F3">
      <w:tc>
        <w:tcPr>
          <w:tcW w:w="1361" w:type="dxa"/>
          <w:tcMar>
            <w:left w:w="0" w:type="dxa"/>
            <w:right w:w="0" w:type="dxa"/>
          </w:tcMar>
          <w:vAlign w:val="bottom"/>
        </w:tcPr>
        <w:p w14:paraId="6D93A69F" w14:textId="31CEF6C5" w:rsidR="001E44D1" w:rsidRPr="00B8518B" w:rsidRDefault="001E44D1" w:rsidP="001E44D1">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822E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6C1633" w14:textId="77777777" w:rsidR="001E44D1" w:rsidRDefault="001E44D1" w:rsidP="001E44D1">
          <w:pPr>
            <w:pStyle w:val="Zpat"/>
          </w:pPr>
        </w:p>
      </w:tc>
      <w:tc>
        <w:tcPr>
          <w:tcW w:w="425" w:type="dxa"/>
          <w:shd w:val="clear" w:color="auto" w:fill="auto"/>
          <w:tcMar>
            <w:left w:w="0" w:type="dxa"/>
            <w:right w:w="0" w:type="dxa"/>
          </w:tcMar>
        </w:tcPr>
        <w:p w14:paraId="519C86DB" w14:textId="77777777" w:rsidR="001E44D1" w:rsidRDefault="001E44D1" w:rsidP="001E44D1">
          <w:pPr>
            <w:pStyle w:val="Zpat"/>
          </w:pPr>
        </w:p>
      </w:tc>
      <w:tc>
        <w:tcPr>
          <w:tcW w:w="8505" w:type="dxa"/>
        </w:tcPr>
        <w:p w14:paraId="7CEE61B6" w14:textId="7DC3B57C" w:rsidR="001E44D1" w:rsidRPr="00143EC0" w:rsidRDefault="001E44D1" w:rsidP="001E44D1">
          <w:pPr>
            <w:pStyle w:val="Zpat0"/>
            <w:rPr>
              <w:b/>
            </w:rPr>
          </w:pPr>
          <w:r>
            <w:rPr>
              <w:b/>
            </w:rPr>
            <w:t>PŘÍLOHA č. 6</w:t>
          </w:r>
        </w:p>
        <w:p w14:paraId="6027815F" w14:textId="77777777" w:rsidR="001E44D1" w:rsidRDefault="001E44D1" w:rsidP="001E44D1">
          <w:pPr>
            <w:pStyle w:val="Zpat0"/>
          </w:pPr>
          <w:r>
            <w:t>KUPNÍ SMLOUVA - Dodávky</w:t>
          </w:r>
        </w:p>
        <w:p w14:paraId="669AF5E5" w14:textId="2F004E3E" w:rsidR="001E44D1" w:rsidRDefault="001E44D1" w:rsidP="001E44D1">
          <w:pPr>
            <w:pStyle w:val="Zpat0"/>
          </w:pPr>
          <w:r>
            <w:t>VS 635</w:t>
          </w:r>
          <w:r w:rsidR="00C371C8">
            <w:t>24156</w:t>
          </w:r>
        </w:p>
      </w:tc>
    </w:tr>
  </w:tbl>
  <w:p w14:paraId="42A720D2" w14:textId="77777777" w:rsidR="001E44D1" w:rsidRPr="00B8518B" w:rsidRDefault="001E44D1" w:rsidP="001E44D1">
    <w:pPr>
      <w:pStyle w:val="Zpat"/>
      <w:rPr>
        <w:sz w:val="2"/>
        <w:szCs w:val="2"/>
      </w:rPr>
    </w:pPr>
  </w:p>
  <w:p w14:paraId="40BD9023" w14:textId="043E275F" w:rsidR="00285E8B" w:rsidRPr="00B8518B" w:rsidRDefault="001E44D1" w:rsidP="00B8518B">
    <w:pPr>
      <w:pStyle w:val="Zpat"/>
      <w:rPr>
        <w:sz w:val="2"/>
        <w:szCs w:val="2"/>
      </w:rPr>
    </w:pPr>
    <w:proofErr w:type="spellStart"/>
    <w:r>
      <w:rPr>
        <w:sz w:val="2"/>
        <w:szCs w:val="2"/>
      </w:rPr>
      <w:t>hhh</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AA2251" w14:textId="77777777" w:rsidR="00285E8B" w:rsidRDefault="00285E8B" w:rsidP="00962258">
      <w:pPr>
        <w:spacing w:after="0" w:line="240" w:lineRule="auto"/>
      </w:pPr>
      <w:r>
        <w:separator/>
      </w:r>
    </w:p>
  </w:footnote>
  <w:footnote w:type="continuationSeparator" w:id="0">
    <w:p w14:paraId="440E8162" w14:textId="77777777" w:rsidR="00285E8B" w:rsidRDefault="00285E8B"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BB71C12" w14:textId="77777777" w:rsidTr="00C02D0A">
      <w:trPr>
        <w:trHeight w:hRule="exact" w:val="454"/>
      </w:trPr>
      <w:tc>
        <w:tcPr>
          <w:tcW w:w="1361" w:type="dxa"/>
          <w:tcMar>
            <w:top w:w="57" w:type="dxa"/>
            <w:left w:w="0" w:type="dxa"/>
            <w:right w:w="0" w:type="dxa"/>
          </w:tcMar>
        </w:tcPr>
        <w:p w14:paraId="338DD7CB"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639C484E" w14:textId="77777777" w:rsidR="00285E8B" w:rsidRDefault="00285E8B" w:rsidP="00523EA7">
          <w:pPr>
            <w:pStyle w:val="Zpat"/>
          </w:pPr>
        </w:p>
      </w:tc>
      <w:tc>
        <w:tcPr>
          <w:tcW w:w="5698" w:type="dxa"/>
          <w:shd w:val="clear" w:color="auto" w:fill="auto"/>
          <w:tcMar>
            <w:top w:w="57" w:type="dxa"/>
            <w:left w:w="0" w:type="dxa"/>
            <w:right w:w="0" w:type="dxa"/>
          </w:tcMar>
        </w:tcPr>
        <w:p w14:paraId="7D8ED610" w14:textId="77777777" w:rsidR="00285E8B" w:rsidRPr="00D6163D" w:rsidRDefault="00285E8B" w:rsidP="00D6163D">
          <w:pPr>
            <w:pStyle w:val="Druhdokumentu"/>
          </w:pPr>
        </w:p>
      </w:tc>
    </w:tr>
  </w:tbl>
  <w:p w14:paraId="6ABCCCE8" w14:textId="77777777" w:rsidR="00285E8B" w:rsidRPr="00D6163D" w:rsidRDefault="00285E8B">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85E8B" w:rsidRPr="00AF2741" w14:paraId="168FD64F" w14:textId="77777777" w:rsidTr="005F5FFB">
      <w:trPr>
        <w:trHeight w:hRule="exact" w:val="1168"/>
      </w:trPr>
      <w:tc>
        <w:tcPr>
          <w:tcW w:w="1361" w:type="dxa"/>
          <w:tcMar>
            <w:left w:w="0" w:type="dxa"/>
            <w:right w:w="0" w:type="dxa"/>
          </w:tcMar>
        </w:tcPr>
        <w:p w14:paraId="2B8CCDF0"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53C52B3B" w14:textId="77777777" w:rsidR="00285E8B" w:rsidRDefault="00285E8B" w:rsidP="00FC6389">
          <w:pPr>
            <w:pStyle w:val="Zpat"/>
          </w:pPr>
        </w:p>
      </w:tc>
      <w:tc>
        <w:tcPr>
          <w:tcW w:w="5756" w:type="dxa"/>
          <w:shd w:val="clear" w:color="auto" w:fill="auto"/>
          <w:tcMar>
            <w:left w:w="0" w:type="dxa"/>
            <w:right w:w="0" w:type="dxa"/>
          </w:tcMar>
        </w:tcPr>
        <w:p w14:paraId="6F544C22" w14:textId="77777777" w:rsidR="00285E8B" w:rsidRDefault="00285E8B" w:rsidP="00FC6389">
          <w:pPr>
            <w:pStyle w:val="Druhdokumentu"/>
            <w:rPr>
              <w:b w:val="0"/>
              <w:sz w:val="16"/>
              <w:szCs w:val="16"/>
            </w:rPr>
          </w:pPr>
        </w:p>
        <w:p w14:paraId="5E962325" w14:textId="77777777" w:rsidR="00285E8B" w:rsidRDefault="00285E8B" w:rsidP="00FC6389">
          <w:pPr>
            <w:pStyle w:val="Druhdokumentu"/>
            <w:rPr>
              <w:b w:val="0"/>
              <w:sz w:val="16"/>
              <w:szCs w:val="16"/>
            </w:rPr>
          </w:pPr>
        </w:p>
        <w:p w14:paraId="63D78D97" w14:textId="77777777" w:rsidR="00285E8B" w:rsidRDefault="00285E8B" w:rsidP="00FC6389">
          <w:pPr>
            <w:pStyle w:val="Druhdokumentu"/>
            <w:rPr>
              <w:b w:val="0"/>
              <w:sz w:val="16"/>
              <w:szCs w:val="16"/>
            </w:rPr>
          </w:pPr>
        </w:p>
        <w:p w14:paraId="02418952" w14:textId="77777777" w:rsidR="00285E8B" w:rsidRDefault="00285E8B" w:rsidP="00FC6389">
          <w:pPr>
            <w:pStyle w:val="Druhdokumentu"/>
            <w:rPr>
              <w:b w:val="0"/>
              <w:sz w:val="16"/>
              <w:szCs w:val="16"/>
            </w:rPr>
          </w:pPr>
        </w:p>
        <w:p w14:paraId="31886A74" w14:textId="0BEF9C08" w:rsidR="00285E8B" w:rsidRPr="00AF2741" w:rsidRDefault="00285E8B" w:rsidP="00FC6389">
          <w:pPr>
            <w:pStyle w:val="Druhdokumentu"/>
            <w:rPr>
              <w:b w:val="0"/>
              <w:sz w:val="16"/>
              <w:szCs w:val="16"/>
            </w:rPr>
          </w:pPr>
          <w:r w:rsidRPr="00AF2741">
            <w:rPr>
              <w:b w:val="0"/>
              <w:sz w:val="16"/>
              <w:szCs w:val="16"/>
            </w:rPr>
            <w:t xml:space="preserve">č.j. </w:t>
          </w:r>
          <w:proofErr w:type="spellStart"/>
          <w:r w:rsidRPr="00843429">
            <w:rPr>
              <w:b w:val="0"/>
              <w:sz w:val="16"/>
              <w:szCs w:val="16"/>
              <w:highlight w:val="lightGray"/>
            </w:rPr>
            <w:t>xxxx</w:t>
          </w:r>
          <w:proofErr w:type="spellEnd"/>
          <w:r w:rsidRPr="00843429">
            <w:rPr>
              <w:b w:val="0"/>
              <w:sz w:val="16"/>
              <w:szCs w:val="16"/>
              <w:highlight w:val="lightGray"/>
            </w:rPr>
            <w:t>/</w:t>
          </w:r>
          <w:proofErr w:type="spellStart"/>
          <w:r w:rsidRPr="00843429">
            <w:rPr>
              <w:b w:val="0"/>
              <w:sz w:val="16"/>
              <w:szCs w:val="16"/>
              <w:highlight w:val="lightGray"/>
            </w:rPr>
            <w:t>xxxx</w:t>
          </w:r>
          <w:proofErr w:type="spellEnd"/>
          <w:r w:rsidRPr="00AF2741">
            <w:rPr>
              <w:b w:val="0"/>
              <w:sz w:val="16"/>
              <w:szCs w:val="16"/>
            </w:rPr>
            <w:t>-SŽ-OŘ OVA-NPI</w:t>
          </w:r>
        </w:p>
        <w:p w14:paraId="4E18555E" w14:textId="163CB214" w:rsidR="00285E8B" w:rsidRPr="00AF2741" w:rsidRDefault="00285E8B" w:rsidP="00FC6389">
          <w:pPr>
            <w:pStyle w:val="Druhdokumentu"/>
            <w:rPr>
              <w:b w:val="0"/>
            </w:rPr>
          </w:pPr>
        </w:p>
      </w:tc>
    </w:tr>
    <w:tr w:rsidR="00285E8B" w14:paraId="158F7373" w14:textId="77777777" w:rsidTr="00B22106">
      <w:trPr>
        <w:trHeight w:hRule="exact" w:val="936"/>
      </w:trPr>
      <w:tc>
        <w:tcPr>
          <w:tcW w:w="1361" w:type="dxa"/>
          <w:tcMar>
            <w:left w:w="0" w:type="dxa"/>
            <w:right w:w="0" w:type="dxa"/>
          </w:tcMar>
        </w:tcPr>
        <w:p w14:paraId="271D6267" w14:textId="77777777" w:rsidR="00285E8B" w:rsidRPr="00B8518B" w:rsidRDefault="00285E8B" w:rsidP="00FC6389">
          <w:pPr>
            <w:pStyle w:val="Zpat"/>
            <w:rPr>
              <w:rStyle w:val="slostrnky"/>
            </w:rPr>
          </w:pPr>
        </w:p>
      </w:tc>
      <w:tc>
        <w:tcPr>
          <w:tcW w:w="3458" w:type="dxa"/>
          <w:shd w:val="clear" w:color="auto" w:fill="auto"/>
          <w:tcMar>
            <w:left w:w="0" w:type="dxa"/>
            <w:right w:w="0" w:type="dxa"/>
          </w:tcMar>
        </w:tcPr>
        <w:p w14:paraId="2D54CAC2" w14:textId="3D722A94" w:rsidR="00285E8B" w:rsidRDefault="00285E8B" w:rsidP="00056BC3">
          <w:pPr>
            <w:pStyle w:val="Zpat"/>
          </w:pPr>
          <w:r w:rsidRPr="00710897">
            <w:rPr>
              <w:sz w:val="16"/>
              <w:szCs w:val="16"/>
              <w:highlight w:val="green"/>
            </w:rPr>
            <w:t xml:space="preserve"> </w:t>
          </w:r>
        </w:p>
      </w:tc>
      <w:tc>
        <w:tcPr>
          <w:tcW w:w="5756" w:type="dxa"/>
          <w:shd w:val="clear" w:color="auto" w:fill="auto"/>
          <w:tcMar>
            <w:left w:w="0" w:type="dxa"/>
            <w:right w:w="0" w:type="dxa"/>
          </w:tcMar>
        </w:tcPr>
        <w:p w14:paraId="7C21B77A" w14:textId="77777777" w:rsidR="00285E8B" w:rsidRDefault="00285E8B" w:rsidP="00056BC3">
          <w:pPr>
            <w:pStyle w:val="Druhdokumentu"/>
            <w:rPr>
              <w:b w:val="0"/>
              <w:color w:val="auto"/>
              <w:sz w:val="16"/>
              <w:szCs w:val="16"/>
              <w:highlight w:val="green"/>
            </w:rPr>
          </w:pPr>
        </w:p>
        <w:p w14:paraId="0F73B4BB" w14:textId="4AB0C231" w:rsidR="00285E8B" w:rsidRPr="00843429" w:rsidRDefault="00285E8B" w:rsidP="00056BC3">
          <w:pPr>
            <w:pStyle w:val="Druhdokumentu"/>
            <w:rPr>
              <w:b w:val="0"/>
              <w:color w:val="auto"/>
              <w:sz w:val="16"/>
              <w:szCs w:val="16"/>
              <w:highlight w:val="lightGray"/>
            </w:rPr>
          </w:pPr>
          <w:r w:rsidRPr="00843429">
            <w:rPr>
              <w:b w:val="0"/>
              <w:color w:val="auto"/>
              <w:sz w:val="16"/>
              <w:szCs w:val="16"/>
              <w:highlight w:val="lightGray"/>
            </w:rPr>
            <w:t xml:space="preserve">šedě podsvícené části doplní zadavatel </w:t>
          </w:r>
        </w:p>
        <w:p w14:paraId="28F336F1" w14:textId="29A8F615" w:rsidR="00285E8B" w:rsidRPr="00D6163D" w:rsidRDefault="00285E8B" w:rsidP="00056BC3">
          <w:pPr>
            <w:pStyle w:val="Druhdokumentu"/>
          </w:pPr>
          <w:r w:rsidRPr="00843429">
            <w:rPr>
              <w:b w:val="0"/>
              <w:color w:val="auto"/>
              <w:sz w:val="16"/>
              <w:szCs w:val="16"/>
              <w:highlight w:val="lightGray"/>
            </w:rPr>
            <w:t xml:space="preserve">při přípravě smlouvy </w:t>
          </w:r>
          <w:r w:rsidR="00830C9D">
            <w:rPr>
              <w:b w:val="0"/>
              <w:color w:val="auto"/>
              <w:sz w:val="16"/>
              <w:szCs w:val="16"/>
              <w:highlight w:val="lightGray"/>
            </w:rPr>
            <w:t>před</w:t>
          </w:r>
          <w:r w:rsidRPr="00843429">
            <w:rPr>
              <w:b w:val="0"/>
              <w:color w:val="auto"/>
              <w:sz w:val="16"/>
              <w:szCs w:val="16"/>
              <w:highlight w:val="lightGray"/>
            </w:rPr>
            <w:t> podpis</w:t>
          </w:r>
          <w:r w:rsidR="00830C9D">
            <w:rPr>
              <w:b w:val="0"/>
              <w:color w:val="auto"/>
              <w:sz w:val="16"/>
              <w:szCs w:val="16"/>
              <w:highlight w:val="lightGray"/>
            </w:rPr>
            <w:t>em</w:t>
          </w:r>
          <w:r w:rsidRPr="00843429">
            <w:rPr>
              <w:b w:val="0"/>
              <w:color w:val="auto"/>
              <w:sz w:val="16"/>
              <w:szCs w:val="16"/>
              <w:highlight w:val="lightGray"/>
            </w:rPr>
            <w:t xml:space="preserve"> s vybraným dodavatelem</w:t>
          </w:r>
        </w:p>
      </w:tc>
    </w:tr>
  </w:tbl>
  <w:p w14:paraId="3B4CC996" w14:textId="77777777" w:rsidR="00285E8B" w:rsidRPr="00D6163D" w:rsidRDefault="00285E8B" w:rsidP="00FC6389">
    <w:pPr>
      <w:pStyle w:val="Zhlav"/>
      <w:rPr>
        <w:sz w:val="8"/>
        <w:szCs w:val="8"/>
      </w:rPr>
    </w:pPr>
    <w:r>
      <w:rPr>
        <w:noProof/>
        <w:lang w:eastAsia="cs-CZ"/>
      </w:rPr>
      <w:drawing>
        <wp:anchor distT="0" distB="0" distL="114300" distR="114300" simplePos="0" relativeHeight="251661312"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285E8B" w:rsidRPr="00460660" w:rsidRDefault="00285E8B">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3F1F66F6" w14:textId="77777777" w:rsidTr="00C02D0A">
      <w:trPr>
        <w:trHeight w:hRule="exact" w:val="454"/>
      </w:trPr>
      <w:tc>
        <w:tcPr>
          <w:tcW w:w="1361" w:type="dxa"/>
          <w:tcMar>
            <w:top w:w="57" w:type="dxa"/>
            <w:left w:w="0" w:type="dxa"/>
            <w:right w:w="0" w:type="dxa"/>
          </w:tcMar>
        </w:tcPr>
        <w:p w14:paraId="51144C71"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12C575FA" w14:textId="77777777" w:rsidR="00285E8B" w:rsidRDefault="00285E8B" w:rsidP="00523EA7">
          <w:pPr>
            <w:pStyle w:val="Zpat"/>
          </w:pPr>
        </w:p>
      </w:tc>
      <w:tc>
        <w:tcPr>
          <w:tcW w:w="5698" w:type="dxa"/>
          <w:shd w:val="clear" w:color="auto" w:fill="auto"/>
          <w:tcMar>
            <w:top w:w="57" w:type="dxa"/>
            <w:left w:w="0" w:type="dxa"/>
            <w:right w:w="0" w:type="dxa"/>
          </w:tcMar>
        </w:tcPr>
        <w:p w14:paraId="3C4BB304" w14:textId="77777777" w:rsidR="00285E8B" w:rsidRPr="00D6163D" w:rsidRDefault="00285E8B" w:rsidP="00D6163D">
          <w:pPr>
            <w:pStyle w:val="Druhdokumentu"/>
          </w:pPr>
        </w:p>
      </w:tc>
    </w:tr>
  </w:tbl>
  <w:p w14:paraId="32BDC249" w14:textId="77777777" w:rsidR="00285E8B" w:rsidRPr="00D6163D" w:rsidRDefault="00285E8B">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85E8B" w14:paraId="675D91C3" w14:textId="77777777" w:rsidTr="00C02D0A">
      <w:trPr>
        <w:trHeight w:hRule="exact" w:val="454"/>
      </w:trPr>
      <w:tc>
        <w:tcPr>
          <w:tcW w:w="1361" w:type="dxa"/>
          <w:tcMar>
            <w:top w:w="57" w:type="dxa"/>
            <w:left w:w="0" w:type="dxa"/>
            <w:right w:w="0" w:type="dxa"/>
          </w:tcMar>
        </w:tcPr>
        <w:p w14:paraId="504FED56" w14:textId="77777777" w:rsidR="00285E8B" w:rsidRPr="00B8518B" w:rsidRDefault="00285E8B" w:rsidP="00523EA7">
          <w:pPr>
            <w:pStyle w:val="Zpat"/>
            <w:rPr>
              <w:rStyle w:val="slostrnky"/>
            </w:rPr>
          </w:pPr>
        </w:p>
      </w:tc>
      <w:tc>
        <w:tcPr>
          <w:tcW w:w="3458" w:type="dxa"/>
          <w:shd w:val="clear" w:color="auto" w:fill="auto"/>
          <w:tcMar>
            <w:top w:w="57" w:type="dxa"/>
            <w:left w:w="0" w:type="dxa"/>
            <w:right w:w="0" w:type="dxa"/>
          </w:tcMar>
        </w:tcPr>
        <w:p w14:paraId="2550CFA4" w14:textId="77777777" w:rsidR="00285E8B" w:rsidRDefault="00285E8B" w:rsidP="00523EA7">
          <w:pPr>
            <w:pStyle w:val="Zpat"/>
          </w:pPr>
        </w:p>
      </w:tc>
      <w:tc>
        <w:tcPr>
          <w:tcW w:w="5698" w:type="dxa"/>
          <w:shd w:val="clear" w:color="auto" w:fill="auto"/>
          <w:tcMar>
            <w:top w:w="57" w:type="dxa"/>
            <w:left w:w="0" w:type="dxa"/>
            <w:right w:w="0" w:type="dxa"/>
          </w:tcMar>
        </w:tcPr>
        <w:p w14:paraId="283A806D" w14:textId="77777777" w:rsidR="00285E8B" w:rsidRPr="00D6163D" w:rsidRDefault="00285E8B" w:rsidP="00D6163D">
          <w:pPr>
            <w:pStyle w:val="Druhdokumentu"/>
          </w:pPr>
        </w:p>
      </w:tc>
    </w:tr>
  </w:tbl>
  <w:p w14:paraId="0BADE093" w14:textId="77777777" w:rsidR="00285E8B" w:rsidRPr="00D6163D" w:rsidRDefault="00285E8B">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707CAE8C"/>
    <w:lvl w:ilvl="0">
      <w:start w:val="1"/>
      <w:numFmt w:val="decimal"/>
      <w:pStyle w:val="Nadpis1-1"/>
      <w:lvlText w:val="%1."/>
      <w:lvlJc w:val="left"/>
      <w:pPr>
        <w:tabs>
          <w:tab w:val="num" w:pos="737"/>
        </w:tabs>
        <w:ind w:left="737" w:hanging="737"/>
      </w:pPr>
      <w:rPr>
        <w:rFonts w:hint="default"/>
        <w:b/>
        <w:bCs w:val="0"/>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588"/>
        </w:tabs>
        <w:ind w:left="1588"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CFF0ABF"/>
    <w:multiLevelType w:val="multilevel"/>
    <w:tmpl w:val="035C4552"/>
    <w:lvl w:ilvl="0">
      <w:start w:val="8"/>
      <w:numFmt w:val="decimal"/>
      <w:lvlText w:val="%1."/>
      <w:lvlJc w:val="left"/>
      <w:pPr>
        <w:ind w:left="360" w:hanging="360"/>
      </w:pPr>
      <w:rPr>
        <w:rFonts w:hint="default"/>
      </w:rPr>
    </w:lvl>
    <w:lvl w:ilvl="1">
      <w:start w:val="1"/>
      <w:numFmt w:val="none"/>
      <w:lvlText w:val="9.2."/>
      <w:lvlJc w:val="left"/>
      <w:pPr>
        <w:ind w:left="360" w:hanging="360"/>
      </w:pPr>
      <w:rPr>
        <w:rFonts w:hint="default"/>
      </w:rPr>
    </w:lvl>
    <w:lvl w:ilvl="2">
      <w:start w:val="1"/>
      <w:numFmt w:val="none"/>
      <w:lvlText w:val="9.1"/>
      <w:lvlJc w:val="left"/>
      <w:pPr>
        <w:ind w:left="720" w:hanging="720"/>
      </w:pPr>
      <w:rPr>
        <w:rFonts w:hint="default"/>
      </w:rPr>
    </w:lvl>
    <w:lvl w:ilvl="3">
      <w:start w:val="1"/>
      <w:numFmt w:val="none"/>
      <w:lvlText w:val="10.2.1"/>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54C84C2E"/>
    <w:multiLevelType w:val="hybridMultilevel"/>
    <w:tmpl w:val="2124D732"/>
    <w:lvl w:ilvl="0" w:tplc="89C605EA">
      <w:numFmt w:val="bullet"/>
      <w:lvlText w:val="-"/>
      <w:lvlJc w:val="left"/>
      <w:pPr>
        <w:ind w:left="1097" w:hanging="360"/>
      </w:pPr>
      <w:rPr>
        <w:rFonts w:ascii="Verdana" w:eastAsiaTheme="minorHAnsi" w:hAnsi="Verdana" w:cstheme="minorBidi"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11"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998189327">
    <w:abstractNumId w:val="3"/>
  </w:num>
  <w:num w:numId="2" w16cid:durableId="330135952">
    <w:abstractNumId w:val="1"/>
  </w:num>
  <w:num w:numId="3" w16cid:durableId="875581417">
    <w:abstractNumId w:val="12"/>
  </w:num>
  <w:num w:numId="4" w16cid:durableId="667248629">
    <w:abstractNumId w:val="5"/>
  </w:num>
  <w:num w:numId="5" w16cid:durableId="1887061759">
    <w:abstractNumId w:val="0"/>
  </w:num>
  <w:num w:numId="6" w16cid:durableId="1162159713">
    <w:abstractNumId w:val="6"/>
  </w:num>
  <w:num w:numId="7" w16cid:durableId="224680231">
    <w:abstractNumId w:val="9"/>
  </w:num>
  <w:num w:numId="8" w16cid:durableId="388767558">
    <w:abstractNumId w:val="11"/>
  </w:num>
  <w:num w:numId="9" w16cid:durableId="524561831">
    <w:abstractNumId w:val="0"/>
  </w:num>
  <w:num w:numId="10" w16cid:durableId="384767272">
    <w:abstractNumId w:val="2"/>
  </w:num>
  <w:num w:numId="11" w16cid:durableId="471674105">
    <w:abstractNumId w:val="13"/>
  </w:num>
  <w:num w:numId="12" w16cid:durableId="309134724">
    <w:abstractNumId w:val="7"/>
  </w:num>
  <w:num w:numId="13" w16cid:durableId="1751387230">
    <w:abstractNumId w:val="8"/>
  </w:num>
  <w:num w:numId="14" w16cid:durableId="217010296">
    <w:abstractNumId w:val="4"/>
  </w:num>
  <w:num w:numId="15" w16cid:durableId="1946840287">
    <w:abstractNumId w:val="0"/>
  </w:num>
  <w:num w:numId="16" w16cid:durableId="1075470122">
    <w:abstractNumId w:val="0"/>
  </w:num>
  <w:num w:numId="17" w16cid:durableId="1762532418">
    <w:abstractNumId w:val="0"/>
  </w:num>
  <w:num w:numId="18" w16cid:durableId="1705209288">
    <w:abstractNumId w:val="10"/>
  </w:num>
  <w:num w:numId="19" w16cid:durableId="989943920">
    <w:abstractNumId w:val="0"/>
  </w:num>
  <w:num w:numId="20" w16cid:durableId="362707886">
    <w:abstractNumId w:val="0"/>
  </w:num>
  <w:num w:numId="21" w16cid:durableId="5640245">
    <w:abstractNumId w:val="0"/>
  </w:num>
  <w:num w:numId="22" w16cid:durableId="818380306">
    <w:abstractNumId w:val="0"/>
  </w:num>
  <w:num w:numId="23" w16cid:durableId="1475827378">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993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90F"/>
    <w:rsid w:val="00011200"/>
    <w:rsid w:val="00017F3C"/>
    <w:rsid w:val="00023257"/>
    <w:rsid w:val="0002745A"/>
    <w:rsid w:val="00041EC8"/>
    <w:rsid w:val="00056BB3"/>
    <w:rsid w:val="00056BC3"/>
    <w:rsid w:val="0006588D"/>
    <w:rsid w:val="00067A5E"/>
    <w:rsid w:val="000719BB"/>
    <w:rsid w:val="00072572"/>
    <w:rsid w:val="00072A65"/>
    <w:rsid w:val="00072C1E"/>
    <w:rsid w:val="00084FB5"/>
    <w:rsid w:val="000A2DC4"/>
    <w:rsid w:val="000B4EB8"/>
    <w:rsid w:val="000B5052"/>
    <w:rsid w:val="000B5DDD"/>
    <w:rsid w:val="000C41F2"/>
    <w:rsid w:val="000D22C4"/>
    <w:rsid w:val="000D2628"/>
    <w:rsid w:val="000D27D1"/>
    <w:rsid w:val="000E1A7F"/>
    <w:rsid w:val="0010127F"/>
    <w:rsid w:val="00102D47"/>
    <w:rsid w:val="00106B57"/>
    <w:rsid w:val="00112864"/>
    <w:rsid w:val="00114472"/>
    <w:rsid w:val="00114988"/>
    <w:rsid w:val="00115069"/>
    <w:rsid w:val="001150F2"/>
    <w:rsid w:val="001234EA"/>
    <w:rsid w:val="00143EC0"/>
    <w:rsid w:val="0014748A"/>
    <w:rsid w:val="00161C14"/>
    <w:rsid w:val="001656A2"/>
    <w:rsid w:val="00165977"/>
    <w:rsid w:val="00170EC5"/>
    <w:rsid w:val="001747C1"/>
    <w:rsid w:val="00177D6B"/>
    <w:rsid w:val="001913F8"/>
    <w:rsid w:val="00191F90"/>
    <w:rsid w:val="001A4E40"/>
    <w:rsid w:val="001B4E74"/>
    <w:rsid w:val="001C2F27"/>
    <w:rsid w:val="001C3314"/>
    <w:rsid w:val="001C645F"/>
    <w:rsid w:val="001D16E7"/>
    <w:rsid w:val="001E44D1"/>
    <w:rsid w:val="001E678E"/>
    <w:rsid w:val="002038D5"/>
    <w:rsid w:val="002071BB"/>
    <w:rsid w:val="00207854"/>
    <w:rsid w:val="00207DF5"/>
    <w:rsid w:val="00214C3E"/>
    <w:rsid w:val="00237FF8"/>
    <w:rsid w:val="00240B81"/>
    <w:rsid w:val="00247D01"/>
    <w:rsid w:val="00250AB7"/>
    <w:rsid w:val="00261A5B"/>
    <w:rsid w:val="00262E5B"/>
    <w:rsid w:val="00276AFE"/>
    <w:rsid w:val="0028389C"/>
    <w:rsid w:val="00285E8B"/>
    <w:rsid w:val="00296DA3"/>
    <w:rsid w:val="002A3B57"/>
    <w:rsid w:val="002A5468"/>
    <w:rsid w:val="002A784C"/>
    <w:rsid w:val="002C31BF"/>
    <w:rsid w:val="002C3F01"/>
    <w:rsid w:val="002C6A93"/>
    <w:rsid w:val="002C7A28"/>
    <w:rsid w:val="002D7FD6"/>
    <w:rsid w:val="002E0CD7"/>
    <w:rsid w:val="002E0CFB"/>
    <w:rsid w:val="002E1C36"/>
    <w:rsid w:val="002E5C7B"/>
    <w:rsid w:val="002F4333"/>
    <w:rsid w:val="002F6CCC"/>
    <w:rsid w:val="00301DDD"/>
    <w:rsid w:val="00327EEF"/>
    <w:rsid w:val="00331037"/>
    <w:rsid w:val="0033239F"/>
    <w:rsid w:val="00337891"/>
    <w:rsid w:val="0034274B"/>
    <w:rsid w:val="0034719F"/>
    <w:rsid w:val="00350A35"/>
    <w:rsid w:val="003571D8"/>
    <w:rsid w:val="00357ABC"/>
    <w:rsid w:val="00357BC6"/>
    <w:rsid w:val="00361422"/>
    <w:rsid w:val="0037545D"/>
    <w:rsid w:val="0037606B"/>
    <w:rsid w:val="00381EFC"/>
    <w:rsid w:val="0038519D"/>
    <w:rsid w:val="00392910"/>
    <w:rsid w:val="00392EB6"/>
    <w:rsid w:val="003956C6"/>
    <w:rsid w:val="003A197F"/>
    <w:rsid w:val="003A407B"/>
    <w:rsid w:val="003B065F"/>
    <w:rsid w:val="003B5A9F"/>
    <w:rsid w:val="003C33F2"/>
    <w:rsid w:val="003D4C45"/>
    <w:rsid w:val="003D756E"/>
    <w:rsid w:val="003E420D"/>
    <w:rsid w:val="003E4C13"/>
    <w:rsid w:val="003F391C"/>
    <w:rsid w:val="004078F3"/>
    <w:rsid w:val="004130EE"/>
    <w:rsid w:val="00427794"/>
    <w:rsid w:val="00450F07"/>
    <w:rsid w:val="00453CD3"/>
    <w:rsid w:val="00454369"/>
    <w:rsid w:val="0046002F"/>
    <w:rsid w:val="00460660"/>
    <w:rsid w:val="00463561"/>
    <w:rsid w:val="00464BA9"/>
    <w:rsid w:val="00483969"/>
    <w:rsid w:val="00485CE8"/>
    <w:rsid w:val="00486107"/>
    <w:rsid w:val="004904BE"/>
    <w:rsid w:val="00491827"/>
    <w:rsid w:val="004C4399"/>
    <w:rsid w:val="004C787C"/>
    <w:rsid w:val="004D09FB"/>
    <w:rsid w:val="004E70C8"/>
    <w:rsid w:val="004E7A1F"/>
    <w:rsid w:val="004F1FD1"/>
    <w:rsid w:val="004F4B9B"/>
    <w:rsid w:val="00502690"/>
    <w:rsid w:val="0050666E"/>
    <w:rsid w:val="00511AB9"/>
    <w:rsid w:val="0051246F"/>
    <w:rsid w:val="00523BB5"/>
    <w:rsid w:val="00523EA7"/>
    <w:rsid w:val="00525E91"/>
    <w:rsid w:val="005300DD"/>
    <w:rsid w:val="005406EB"/>
    <w:rsid w:val="005478B0"/>
    <w:rsid w:val="00547C9F"/>
    <w:rsid w:val="005511D6"/>
    <w:rsid w:val="00553375"/>
    <w:rsid w:val="00555884"/>
    <w:rsid w:val="005667A8"/>
    <w:rsid w:val="005736B7"/>
    <w:rsid w:val="00575E5A"/>
    <w:rsid w:val="0057783D"/>
    <w:rsid w:val="00580245"/>
    <w:rsid w:val="00580489"/>
    <w:rsid w:val="00582FE8"/>
    <w:rsid w:val="00587349"/>
    <w:rsid w:val="00596203"/>
    <w:rsid w:val="005A1F44"/>
    <w:rsid w:val="005A6B21"/>
    <w:rsid w:val="005A7872"/>
    <w:rsid w:val="005B2E3A"/>
    <w:rsid w:val="005C56F4"/>
    <w:rsid w:val="005D3C39"/>
    <w:rsid w:val="005F0FB8"/>
    <w:rsid w:val="005F5FFB"/>
    <w:rsid w:val="00601A8C"/>
    <w:rsid w:val="0061068E"/>
    <w:rsid w:val="006115D3"/>
    <w:rsid w:val="00611DEA"/>
    <w:rsid w:val="00615D83"/>
    <w:rsid w:val="00637BA9"/>
    <w:rsid w:val="006541D7"/>
    <w:rsid w:val="0065610E"/>
    <w:rsid w:val="00660AD3"/>
    <w:rsid w:val="00667D88"/>
    <w:rsid w:val="006776B6"/>
    <w:rsid w:val="00677D89"/>
    <w:rsid w:val="00693150"/>
    <w:rsid w:val="00696E29"/>
    <w:rsid w:val="006A0983"/>
    <w:rsid w:val="006A347D"/>
    <w:rsid w:val="006A3818"/>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155D6"/>
    <w:rsid w:val="00723ED1"/>
    <w:rsid w:val="00726F62"/>
    <w:rsid w:val="0073520E"/>
    <w:rsid w:val="00735AFB"/>
    <w:rsid w:val="00736798"/>
    <w:rsid w:val="00740AF5"/>
    <w:rsid w:val="00743525"/>
    <w:rsid w:val="00744076"/>
    <w:rsid w:val="00752C05"/>
    <w:rsid w:val="007541A2"/>
    <w:rsid w:val="00755818"/>
    <w:rsid w:val="007616C2"/>
    <w:rsid w:val="0076286B"/>
    <w:rsid w:val="007659FC"/>
    <w:rsid w:val="00765B07"/>
    <w:rsid w:val="00766846"/>
    <w:rsid w:val="0077673A"/>
    <w:rsid w:val="00776F1E"/>
    <w:rsid w:val="007846E1"/>
    <w:rsid w:val="007847D6"/>
    <w:rsid w:val="00784C56"/>
    <w:rsid w:val="00794656"/>
    <w:rsid w:val="007A5172"/>
    <w:rsid w:val="007A67A0"/>
    <w:rsid w:val="007B0432"/>
    <w:rsid w:val="007B570C"/>
    <w:rsid w:val="007C34D3"/>
    <w:rsid w:val="007C3889"/>
    <w:rsid w:val="007E143E"/>
    <w:rsid w:val="007E2B77"/>
    <w:rsid w:val="007E438F"/>
    <w:rsid w:val="007E4A6E"/>
    <w:rsid w:val="007F56A7"/>
    <w:rsid w:val="00800851"/>
    <w:rsid w:val="00807DD0"/>
    <w:rsid w:val="008105B1"/>
    <w:rsid w:val="00812D5B"/>
    <w:rsid w:val="00821D01"/>
    <w:rsid w:val="00826B7B"/>
    <w:rsid w:val="00830C9D"/>
    <w:rsid w:val="00843429"/>
    <w:rsid w:val="00846789"/>
    <w:rsid w:val="00866994"/>
    <w:rsid w:val="00884F59"/>
    <w:rsid w:val="008A3568"/>
    <w:rsid w:val="008A779C"/>
    <w:rsid w:val="008C50F3"/>
    <w:rsid w:val="008C7EFE"/>
    <w:rsid w:val="008D03B9"/>
    <w:rsid w:val="008D063C"/>
    <w:rsid w:val="008D30C7"/>
    <w:rsid w:val="008E3C99"/>
    <w:rsid w:val="008F18D6"/>
    <w:rsid w:val="008F2C9B"/>
    <w:rsid w:val="008F797B"/>
    <w:rsid w:val="009032FF"/>
    <w:rsid w:val="00904780"/>
    <w:rsid w:val="0090635B"/>
    <w:rsid w:val="00922385"/>
    <w:rsid w:val="009223DF"/>
    <w:rsid w:val="00936091"/>
    <w:rsid w:val="00940D8A"/>
    <w:rsid w:val="00943CF0"/>
    <w:rsid w:val="00962258"/>
    <w:rsid w:val="009678B7"/>
    <w:rsid w:val="00985317"/>
    <w:rsid w:val="00992D9C"/>
    <w:rsid w:val="00996CB8"/>
    <w:rsid w:val="009972D6"/>
    <w:rsid w:val="00997FAB"/>
    <w:rsid w:val="009A6056"/>
    <w:rsid w:val="009A70C1"/>
    <w:rsid w:val="009B2E97"/>
    <w:rsid w:val="009B4201"/>
    <w:rsid w:val="009B5146"/>
    <w:rsid w:val="009B67C1"/>
    <w:rsid w:val="009C0CF1"/>
    <w:rsid w:val="009C39F5"/>
    <w:rsid w:val="009C418E"/>
    <w:rsid w:val="009C442C"/>
    <w:rsid w:val="009E07F4"/>
    <w:rsid w:val="009E3A23"/>
    <w:rsid w:val="009E7AA5"/>
    <w:rsid w:val="009F0867"/>
    <w:rsid w:val="009F309B"/>
    <w:rsid w:val="009F392E"/>
    <w:rsid w:val="009F53C5"/>
    <w:rsid w:val="009F638B"/>
    <w:rsid w:val="009F79F2"/>
    <w:rsid w:val="00A0740E"/>
    <w:rsid w:val="00A10713"/>
    <w:rsid w:val="00A1575E"/>
    <w:rsid w:val="00A15E97"/>
    <w:rsid w:val="00A21A01"/>
    <w:rsid w:val="00A302DF"/>
    <w:rsid w:val="00A40CD0"/>
    <w:rsid w:val="00A50641"/>
    <w:rsid w:val="00A530BF"/>
    <w:rsid w:val="00A53FCB"/>
    <w:rsid w:val="00A56CA2"/>
    <w:rsid w:val="00A57266"/>
    <w:rsid w:val="00A57482"/>
    <w:rsid w:val="00A6177B"/>
    <w:rsid w:val="00A66136"/>
    <w:rsid w:val="00A67747"/>
    <w:rsid w:val="00A71189"/>
    <w:rsid w:val="00A7364A"/>
    <w:rsid w:val="00A744A5"/>
    <w:rsid w:val="00A74DCC"/>
    <w:rsid w:val="00A753ED"/>
    <w:rsid w:val="00A771A6"/>
    <w:rsid w:val="00A77512"/>
    <w:rsid w:val="00A775BB"/>
    <w:rsid w:val="00A822E2"/>
    <w:rsid w:val="00A822E9"/>
    <w:rsid w:val="00A83D4D"/>
    <w:rsid w:val="00A8493F"/>
    <w:rsid w:val="00A8731A"/>
    <w:rsid w:val="00A90618"/>
    <w:rsid w:val="00A94C2F"/>
    <w:rsid w:val="00AA05B3"/>
    <w:rsid w:val="00AA4CBB"/>
    <w:rsid w:val="00AA65FA"/>
    <w:rsid w:val="00AA7351"/>
    <w:rsid w:val="00AA7AB8"/>
    <w:rsid w:val="00AC10C3"/>
    <w:rsid w:val="00AD056F"/>
    <w:rsid w:val="00AD0C7B"/>
    <w:rsid w:val="00AD31CE"/>
    <w:rsid w:val="00AD33F5"/>
    <w:rsid w:val="00AD4375"/>
    <w:rsid w:val="00AD5F1A"/>
    <w:rsid w:val="00AD6731"/>
    <w:rsid w:val="00AE696E"/>
    <w:rsid w:val="00AF0065"/>
    <w:rsid w:val="00AF2741"/>
    <w:rsid w:val="00AF57C0"/>
    <w:rsid w:val="00AF5D8F"/>
    <w:rsid w:val="00B008D5"/>
    <w:rsid w:val="00B02F73"/>
    <w:rsid w:val="00B05B31"/>
    <w:rsid w:val="00B0619F"/>
    <w:rsid w:val="00B13A26"/>
    <w:rsid w:val="00B15D0D"/>
    <w:rsid w:val="00B22106"/>
    <w:rsid w:val="00B2453C"/>
    <w:rsid w:val="00B26EBE"/>
    <w:rsid w:val="00B309E3"/>
    <w:rsid w:val="00B35084"/>
    <w:rsid w:val="00B42F40"/>
    <w:rsid w:val="00B43389"/>
    <w:rsid w:val="00B4650A"/>
    <w:rsid w:val="00B51879"/>
    <w:rsid w:val="00B5431A"/>
    <w:rsid w:val="00B70CD6"/>
    <w:rsid w:val="00B75EE1"/>
    <w:rsid w:val="00B77481"/>
    <w:rsid w:val="00B84ECC"/>
    <w:rsid w:val="00B8518B"/>
    <w:rsid w:val="00B955DF"/>
    <w:rsid w:val="00B97CC3"/>
    <w:rsid w:val="00BA0181"/>
    <w:rsid w:val="00BC06C4"/>
    <w:rsid w:val="00BD0E43"/>
    <w:rsid w:val="00BD7E91"/>
    <w:rsid w:val="00BD7F0D"/>
    <w:rsid w:val="00C01A27"/>
    <w:rsid w:val="00C02D0A"/>
    <w:rsid w:val="00C03A6E"/>
    <w:rsid w:val="00C1242D"/>
    <w:rsid w:val="00C226C0"/>
    <w:rsid w:val="00C26A57"/>
    <w:rsid w:val="00C27A25"/>
    <w:rsid w:val="00C303D3"/>
    <w:rsid w:val="00C371C8"/>
    <w:rsid w:val="00C37459"/>
    <w:rsid w:val="00C42FE6"/>
    <w:rsid w:val="00C44F6A"/>
    <w:rsid w:val="00C45470"/>
    <w:rsid w:val="00C537CD"/>
    <w:rsid w:val="00C55CEB"/>
    <w:rsid w:val="00C6198E"/>
    <w:rsid w:val="00C6261A"/>
    <w:rsid w:val="00C67B70"/>
    <w:rsid w:val="00C708EA"/>
    <w:rsid w:val="00C778A5"/>
    <w:rsid w:val="00C95162"/>
    <w:rsid w:val="00CB26AA"/>
    <w:rsid w:val="00CB4F6D"/>
    <w:rsid w:val="00CB6A37"/>
    <w:rsid w:val="00CB7684"/>
    <w:rsid w:val="00CC7C8F"/>
    <w:rsid w:val="00CD1FC4"/>
    <w:rsid w:val="00CF6737"/>
    <w:rsid w:val="00D034A0"/>
    <w:rsid w:val="00D1366C"/>
    <w:rsid w:val="00D16C9D"/>
    <w:rsid w:val="00D21061"/>
    <w:rsid w:val="00D32554"/>
    <w:rsid w:val="00D37786"/>
    <w:rsid w:val="00D4108E"/>
    <w:rsid w:val="00D4328E"/>
    <w:rsid w:val="00D46BC5"/>
    <w:rsid w:val="00D476D4"/>
    <w:rsid w:val="00D56478"/>
    <w:rsid w:val="00D61094"/>
    <w:rsid w:val="00D6163D"/>
    <w:rsid w:val="00D65B4A"/>
    <w:rsid w:val="00D831A3"/>
    <w:rsid w:val="00D83EC9"/>
    <w:rsid w:val="00D91F62"/>
    <w:rsid w:val="00D97BE3"/>
    <w:rsid w:val="00DA3711"/>
    <w:rsid w:val="00DA5B8D"/>
    <w:rsid w:val="00DA5BA4"/>
    <w:rsid w:val="00DB06FC"/>
    <w:rsid w:val="00DB39A6"/>
    <w:rsid w:val="00DD46F3"/>
    <w:rsid w:val="00DE27A8"/>
    <w:rsid w:val="00DE3AEB"/>
    <w:rsid w:val="00DE56F2"/>
    <w:rsid w:val="00DF116D"/>
    <w:rsid w:val="00DF47F2"/>
    <w:rsid w:val="00E0451E"/>
    <w:rsid w:val="00E05511"/>
    <w:rsid w:val="00E133C8"/>
    <w:rsid w:val="00E16FF7"/>
    <w:rsid w:val="00E22B1F"/>
    <w:rsid w:val="00E26D68"/>
    <w:rsid w:val="00E37701"/>
    <w:rsid w:val="00E41B43"/>
    <w:rsid w:val="00E44045"/>
    <w:rsid w:val="00E463D2"/>
    <w:rsid w:val="00E519F6"/>
    <w:rsid w:val="00E5542B"/>
    <w:rsid w:val="00E618C4"/>
    <w:rsid w:val="00E70DF3"/>
    <w:rsid w:val="00E7415D"/>
    <w:rsid w:val="00E878EE"/>
    <w:rsid w:val="00E901A3"/>
    <w:rsid w:val="00E953EB"/>
    <w:rsid w:val="00E97C05"/>
    <w:rsid w:val="00EA0BE1"/>
    <w:rsid w:val="00EA5540"/>
    <w:rsid w:val="00EA585B"/>
    <w:rsid w:val="00EA6EC7"/>
    <w:rsid w:val="00EB104F"/>
    <w:rsid w:val="00EB46E5"/>
    <w:rsid w:val="00ED14BD"/>
    <w:rsid w:val="00ED29F1"/>
    <w:rsid w:val="00ED6359"/>
    <w:rsid w:val="00F016C7"/>
    <w:rsid w:val="00F12DEC"/>
    <w:rsid w:val="00F1715C"/>
    <w:rsid w:val="00F2090B"/>
    <w:rsid w:val="00F24489"/>
    <w:rsid w:val="00F25F4A"/>
    <w:rsid w:val="00F310F8"/>
    <w:rsid w:val="00F34FAC"/>
    <w:rsid w:val="00F35939"/>
    <w:rsid w:val="00F422D3"/>
    <w:rsid w:val="00F45607"/>
    <w:rsid w:val="00F4722B"/>
    <w:rsid w:val="00F54432"/>
    <w:rsid w:val="00F634BF"/>
    <w:rsid w:val="00F659EB"/>
    <w:rsid w:val="00F70851"/>
    <w:rsid w:val="00F762A8"/>
    <w:rsid w:val="00F86BA6"/>
    <w:rsid w:val="00F95FBD"/>
    <w:rsid w:val="00FA793F"/>
    <w:rsid w:val="00FB0D7B"/>
    <w:rsid w:val="00FB1BA8"/>
    <w:rsid w:val="00FB30FE"/>
    <w:rsid w:val="00FB3C00"/>
    <w:rsid w:val="00FB565A"/>
    <w:rsid w:val="00FB6342"/>
    <w:rsid w:val="00FC6389"/>
    <w:rsid w:val="00FE2208"/>
    <w:rsid w:val="00FE6762"/>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9329"/>
    <o:shapelayout v:ext="edit">
      <o:idmap v:ext="edit" data="1"/>
    </o:shapelayout>
  </w:shapeDefaults>
  <w:decimalSymbol w:val=","/>
  <w:listSeparator w:val=";"/>
  <w14:docId w14:val="0BFD8CF1"/>
  <w14:defaultImageDpi w14:val="330"/>
  <w15:docId w15:val="{1D21B341-2642-4205-B391-E67A9FC02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aliases w:val="1. čl."/>
    <w:basedOn w:val="Normln"/>
    <w:next w:val="Normln"/>
    <w:link w:val="Nadpis1Char"/>
    <w:uiPriority w:val="9"/>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aliases w:val="1. čl.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20"/>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0"/>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9"/>
      </w:numPr>
      <w:spacing w:after="120"/>
      <w:jc w:val="both"/>
    </w:pPr>
  </w:style>
  <w:style w:type="paragraph" w:customStyle="1" w:styleId="Nadpis1-1">
    <w:name w:val="_Nadpis_1-1"/>
    <w:basedOn w:val="Odstavecseseznamem"/>
    <w:next w:val="Normln"/>
    <w:link w:val="Nadpis1-1Char"/>
    <w:qFormat/>
    <w:rsid w:val="002A546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6"/>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7"/>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8"/>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1"/>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2"/>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2"/>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table" w:customStyle="1" w:styleId="Mkatabulky1">
    <w:name w:val="Mřížka tabulky1"/>
    <w:basedOn w:val="Normlntabulka"/>
    <w:next w:val="Mkatabulky"/>
    <w:uiPriority w:val="39"/>
    <w:rsid w:val="000D262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rsid w:val="00611DEA"/>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Standardnpsmoodstavce"/>
    <w:rsid w:val="00830C9D"/>
  </w:style>
  <w:style w:type="paragraph" w:customStyle="1" w:styleId="SODslseznam-2a">
    <w:name w:val="_SOD_čísl_seznam-2_a)"/>
    <w:basedOn w:val="Odstavecseseznamem"/>
    <w:qFormat/>
    <w:rsid w:val="00830C9D"/>
    <w:pPr>
      <w:numPr>
        <w:numId w:val="13"/>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1E44D1"/>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1E44D1"/>
    <w:rPr>
      <w:rFonts w:ascii="Calibri" w:eastAsia="Calibri" w:hAnsi="Calibri" w:cs="Times New Roman"/>
      <w:sz w:val="16"/>
      <w:szCs w:val="22"/>
    </w:rPr>
  </w:style>
  <w:style w:type="character" w:customStyle="1" w:styleId="FontStyle37">
    <w:name w:val="Font Style37"/>
    <w:uiPriority w:val="99"/>
    <w:rsid w:val="001E44D1"/>
    <w:rPr>
      <w:rFonts w:ascii="Times New Roman" w:hAnsi="Times New Roman" w:cs="Times New Roman" w:hint="default"/>
      <w:b/>
      <w:bCs/>
      <w:color w:val="000000"/>
      <w:sz w:val="20"/>
      <w:szCs w:val="20"/>
    </w:rPr>
  </w:style>
  <w:style w:type="paragraph" w:customStyle="1" w:styleId="11odst">
    <w:name w:val="1.1 odst."/>
    <w:basedOn w:val="Normln"/>
    <w:link w:val="11odstChar"/>
    <w:qFormat/>
    <w:rsid w:val="00A53FCB"/>
    <w:pPr>
      <w:widowControl w:val="0"/>
      <w:spacing w:before="120" w:after="120"/>
      <w:ind w:left="680" w:hanging="680"/>
      <w:jc w:val="both"/>
    </w:pPr>
    <w:rPr>
      <w:rFonts w:eastAsia="Times New Roman" w:cs="Times New Roman"/>
      <w:lang w:eastAsia="cs-CZ"/>
    </w:rPr>
  </w:style>
  <w:style w:type="character" w:customStyle="1" w:styleId="11odstChar">
    <w:name w:val="1.1 odst. Char"/>
    <w:basedOn w:val="Standardnpsmoodstavce"/>
    <w:link w:val="11odst"/>
    <w:rsid w:val="00A53FCB"/>
    <w:rPr>
      <w:rFonts w:eastAsia="Times New Roman" w:cs="Times New Roman"/>
      <w:lang w:eastAsia="cs-CZ"/>
    </w:rPr>
  </w:style>
  <w:style w:type="paragraph" w:customStyle="1" w:styleId="111odst">
    <w:name w:val="1.1.1. odst."/>
    <w:basedOn w:val="Normln"/>
    <w:qFormat/>
    <w:rsid w:val="00A53FCB"/>
    <w:pPr>
      <w:widowControl w:val="0"/>
      <w:spacing w:before="120" w:after="120"/>
      <w:ind w:left="680" w:hanging="680"/>
      <w:jc w:val="both"/>
    </w:pPr>
    <w:rPr>
      <w:rFonts w:eastAsia="Times New Roman" w:cs="Times New Roman"/>
      <w:lang w:eastAsia="cs-CZ"/>
    </w:rPr>
  </w:style>
  <w:style w:type="character" w:styleId="Nevyeenzmnka">
    <w:name w:val="Unresolved Mention"/>
    <w:basedOn w:val="Standardnpsmoodstavce"/>
    <w:uiPriority w:val="99"/>
    <w:semiHidden/>
    <w:unhideWhenUsed/>
    <w:rsid w:val="00FB1BA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Brdicko@spravazeleznic.cz" TargetMode="External"/><Relationship Id="rId18" Type="http://schemas.openxmlformats.org/officeDocument/2006/relationships/footer" Target="footer2.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5.xml"/><Relationship Id="rId10" Type="http://schemas.openxmlformats.org/officeDocument/2006/relationships/endnotes" Target="end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oter" Target="footer4.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EFBE6BE3-74DC-47B3-AB6A-B06BE08C0F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7C5C8F4-6B57-4CA8-885F-7F2196706211}">
  <ds:schemaRefs>
    <ds:schemaRef ds:uri="http://schemas.openxmlformats.org/officeDocument/2006/bibliography"/>
  </ds:schemaRefs>
</ds:datastoreItem>
</file>

<file path=customXml/itemProps4.xml><?xml version="1.0" encoding="utf-8"?>
<ds:datastoreItem xmlns:ds="http://schemas.openxmlformats.org/officeDocument/2006/customXml" ds:itemID="{7C5CF3F5-99AC-47C7-A54D-D0646FCFFF53}">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ŠABL-NL_Smlouva_oboustr_tisk.dotx</Template>
  <TotalTime>1</TotalTime>
  <Pages>12</Pages>
  <Words>3560</Words>
  <Characters>21006</Characters>
  <Application>Microsoft Office Word</Application>
  <DocSecurity>0</DocSecurity>
  <Lines>175</Lines>
  <Paragraphs>49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3</cp:revision>
  <cp:lastPrinted>2019-09-27T11:09:00Z</cp:lastPrinted>
  <dcterms:created xsi:type="dcterms:W3CDTF">2024-08-15T09:05:00Z</dcterms:created>
  <dcterms:modified xsi:type="dcterms:W3CDTF">2024-08-15T09:16:00Z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